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8" w:type="dxa"/>
        <w:jc w:val="center"/>
        <w:tblLayout w:type="fixed"/>
        <w:tblLook w:val="0000" w:firstRow="0" w:lastRow="0" w:firstColumn="0" w:lastColumn="0" w:noHBand="0" w:noVBand="0"/>
      </w:tblPr>
      <w:tblGrid>
        <w:gridCol w:w="9558"/>
      </w:tblGrid>
      <w:tr w:rsidR="004E6330" w:rsidRPr="00953094">
        <w:trPr>
          <w:trHeight w:val="284"/>
          <w:jc w:val="center"/>
        </w:trPr>
        <w:tc>
          <w:tcPr>
            <w:tcW w:w="9558" w:type="dxa"/>
            <w:vAlign w:val="bottom"/>
          </w:tcPr>
          <w:p w:rsidR="004E6330" w:rsidRPr="00953094" w:rsidRDefault="004E6330" w:rsidP="00953094">
            <w:pPr>
              <w:jc w:val="right"/>
              <w:rPr>
                <w:b/>
                <w:sz w:val="20"/>
                <w:szCs w:val="20"/>
                <w:lang w:val="lt-LT"/>
              </w:rPr>
            </w:pPr>
          </w:p>
        </w:tc>
      </w:tr>
      <w:tr w:rsidR="004E6330">
        <w:trPr>
          <w:trHeight w:val="284"/>
          <w:jc w:val="center"/>
        </w:trPr>
        <w:tc>
          <w:tcPr>
            <w:tcW w:w="9558" w:type="dxa"/>
            <w:vAlign w:val="bottom"/>
          </w:tcPr>
          <w:p w:rsidR="004E6330" w:rsidRDefault="004E6330" w:rsidP="004C2B75">
            <w:pPr>
              <w:jc w:val="center"/>
              <w:rPr>
                <w:b/>
                <w:caps/>
                <w:lang w:val="lt-LT"/>
              </w:rPr>
            </w:pPr>
          </w:p>
          <w:p w:rsidR="004E6330" w:rsidRDefault="004E6330" w:rsidP="004C2B75">
            <w:pPr>
              <w:jc w:val="center"/>
              <w:rPr>
                <w:b/>
                <w:caps/>
                <w:lang w:val="lt-LT"/>
              </w:rPr>
            </w:pPr>
          </w:p>
          <w:p w:rsidR="004E6330" w:rsidRDefault="004E6330" w:rsidP="004C2B75">
            <w:pPr>
              <w:jc w:val="center"/>
              <w:rPr>
                <w:b/>
                <w:caps/>
                <w:lang w:val="lt-LT"/>
              </w:rPr>
            </w:pPr>
            <w:r w:rsidRPr="001F5DF2">
              <w:rPr>
                <w:spacing w:val="20"/>
                <w:sz w:val="16"/>
                <w:lang w:val="lt-LT"/>
              </w:rPr>
              <w:object w:dxaOrig="931" w:dyaOrig="10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2pt;height:51.6pt" o:ole="" fillcolor="window">
                  <v:imagedata r:id="rId9" o:title=""/>
                </v:shape>
                <o:OLEObject Type="Embed" ProgID="Word.Picture.8" ShapeID="_x0000_i1025" DrawAspect="Content" ObjectID="_1646642309" r:id="rId10"/>
              </w:object>
            </w:r>
          </w:p>
          <w:p w:rsidR="004E6330" w:rsidRDefault="004E6330" w:rsidP="004C2B75">
            <w:pPr>
              <w:jc w:val="center"/>
              <w:rPr>
                <w:b/>
                <w:caps/>
                <w:lang w:val="lt-LT"/>
              </w:rPr>
            </w:pPr>
            <w:r>
              <w:rPr>
                <w:b/>
                <w:caps/>
                <w:lang w:val="lt-LT"/>
              </w:rPr>
              <w:t xml:space="preserve">TELŠIŲ RAJONO SAVIVALDYBĖS </w:t>
            </w:r>
          </w:p>
          <w:p w:rsidR="004E6330" w:rsidRDefault="004E6330" w:rsidP="004C2B75">
            <w:pPr>
              <w:jc w:val="center"/>
              <w:rPr>
                <w:b/>
                <w:caps/>
                <w:lang w:val="lt-LT"/>
              </w:rPr>
            </w:pPr>
            <w:r>
              <w:rPr>
                <w:b/>
                <w:caps/>
                <w:lang w:val="lt-LT"/>
              </w:rPr>
              <w:t>TARYBA</w:t>
            </w:r>
          </w:p>
          <w:p w:rsidR="004E6330" w:rsidRDefault="004E6330" w:rsidP="004C2B75">
            <w:pPr>
              <w:jc w:val="center"/>
              <w:rPr>
                <w:b/>
                <w:caps/>
                <w:lang w:val="lt-LT"/>
              </w:rPr>
            </w:pPr>
          </w:p>
          <w:p w:rsidR="004E6330" w:rsidRDefault="004E6330" w:rsidP="004C2B75">
            <w:pPr>
              <w:jc w:val="center"/>
              <w:rPr>
                <w:b/>
                <w:caps/>
                <w:lang w:val="lt-LT"/>
              </w:rPr>
            </w:pPr>
          </w:p>
        </w:tc>
      </w:tr>
      <w:tr w:rsidR="004E6330" w:rsidRPr="003A1C95">
        <w:trPr>
          <w:trHeight w:val="284"/>
          <w:jc w:val="center"/>
        </w:trPr>
        <w:tc>
          <w:tcPr>
            <w:tcW w:w="9558" w:type="dxa"/>
            <w:vAlign w:val="bottom"/>
          </w:tcPr>
          <w:p w:rsidR="004E6330" w:rsidRPr="003A1C95" w:rsidRDefault="004E6330" w:rsidP="004C2B75">
            <w:pPr>
              <w:jc w:val="center"/>
              <w:rPr>
                <w:b/>
                <w:caps/>
                <w:lang w:val="lt-LT"/>
              </w:rPr>
            </w:pPr>
            <w:bookmarkStart w:id="0" w:name="Data" w:colFirst="0" w:colLast="1"/>
            <w:r w:rsidRPr="003A1C95">
              <w:rPr>
                <w:b/>
                <w:caps/>
                <w:lang w:val="lt-LT"/>
              </w:rPr>
              <w:t>SPRENDIMAS</w:t>
            </w:r>
          </w:p>
        </w:tc>
      </w:tr>
      <w:bookmarkStart w:id="1" w:name="Tekstas6"/>
      <w:tr w:rsidR="004E6330" w:rsidRPr="003A1C95">
        <w:trPr>
          <w:trHeight w:val="284"/>
          <w:jc w:val="center"/>
        </w:trPr>
        <w:tc>
          <w:tcPr>
            <w:tcW w:w="9558" w:type="dxa"/>
            <w:vAlign w:val="bottom"/>
          </w:tcPr>
          <w:p w:rsidR="004E6330" w:rsidRPr="008C4C66" w:rsidRDefault="004E6330" w:rsidP="009352A2">
            <w:pPr>
              <w:jc w:val="center"/>
              <w:rPr>
                <w:b/>
                <w:caps/>
                <w:noProof/>
                <w:lang w:val="lt-LT"/>
              </w:rPr>
            </w:pPr>
            <w:r w:rsidRPr="008C4C66">
              <w:rPr>
                <w:b/>
                <w:caps/>
                <w:lang w:val="lt-LT"/>
              </w:rPr>
              <w:fldChar w:fldCharType="begin">
                <w:ffData>
                  <w:name w:val="Tekstas6"/>
                  <w:enabled/>
                  <w:calcOnExit w:val="0"/>
                  <w:textInput/>
                </w:ffData>
              </w:fldChar>
            </w:r>
            <w:r w:rsidRPr="008C4C66">
              <w:rPr>
                <w:b/>
                <w:caps/>
                <w:lang w:val="lt-LT"/>
              </w:rPr>
              <w:instrText xml:space="preserve"> FORMTEXT </w:instrText>
            </w:r>
            <w:r w:rsidRPr="008C4C66">
              <w:rPr>
                <w:b/>
                <w:caps/>
                <w:lang w:val="lt-LT"/>
              </w:rPr>
            </w:r>
            <w:r w:rsidRPr="008C4C66">
              <w:rPr>
                <w:b/>
                <w:caps/>
                <w:lang w:val="lt-LT"/>
              </w:rPr>
              <w:fldChar w:fldCharType="separate"/>
            </w:r>
            <w:r w:rsidRPr="00BA3505">
              <w:rPr>
                <w:b/>
                <w:caps/>
                <w:noProof/>
                <w:lang w:val="lt-LT"/>
              </w:rPr>
              <w:t xml:space="preserve">DĖL </w:t>
            </w:r>
            <w:r w:rsidR="00EC23D7">
              <w:rPr>
                <w:b/>
                <w:caps/>
                <w:noProof/>
                <w:lang w:val="lt-LT"/>
              </w:rPr>
              <w:t>klasių</w:t>
            </w:r>
            <w:r w:rsidR="003B00D6">
              <w:rPr>
                <w:b/>
                <w:caps/>
                <w:noProof/>
                <w:lang w:val="lt-LT"/>
              </w:rPr>
              <w:t xml:space="preserve"> ir mokinių skaičiaus</w:t>
            </w:r>
            <w:r w:rsidR="00EC23D7">
              <w:rPr>
                <w:b/>
                <w:caps/>
                <w:noProof/>
                <w:lang w:val="lt-LT"/>
              </w:rPr>
              <w:t xml:space="preserve">, ugdymo </w:t>
            </w:r>
            <w:r w:rsidR="00224A24">
              <w:rPr>
                <w:b/>
                <w:caps/>
                <w:noProof/>
                <w:lang w:val="lt-LT"/>
              </w:rPr>
              <w:t>grup</w:t>
            </w:r>
            <w:r w:rsidR="003B00D6">
              <w:rPr>
                <w:b/>
                <w:caps/>
                <w:noProof/>
                <w:lang w:val="lt-LT"/>
              </w:rPr>
              <w:t>ių</w:t>
            </w:r>
            <w:r w:rsidR="009352A2">
              <w:rPr>
                <w:b/>
                <w:caps/>
                <w:noProof/>
                <w:lang w:val="lt-LT"/>
              </w:rPr>
              <w:t xml:space="preserve"> </w:t>
            </w:r>
            <w:r w:rsidR="009707DC">
              <w:rPr>
                <w:b/>
                <w:caps/>
                <w:noProof/>
                <w:lang w:val="lt-LT"/>
              </w:rPr>
              <w:t>ir vaikų skaičiaus</w:t>
            </w:r>
            <w:r w:rsidR="009352A2">
              <w:rPr>
                <w:b/>
                <w:caps/>
                <w:noProof/>
                <w:lang w:val="lt-LT"/>
              </w:rPr>
              <w:t xml:space="preserve"> </w:t>
            </w:r>
            <w:r w:rsidR="009707DC">
              <w:rPr>
                <w:b/>
                <w:caps/>
                <w:noProof/>
                <w:lang w:val="lt-LT"/>
              </w:rPr>
              <w:t xml:space="preserve"> </w:t>
            </w:r>
            <w:r w:rsidR="009352A2">
              <w:rPr>
                <w:b/>
                <w:caps/>
                <w:noProof/>
                <w:lang w:val="lt-LT"/>
              </w:rPr>
              <w:t>telšių rajono švietimo įstaigose</w:t>
            </w:r>
            <w:r w:rsidR="00627F2B">
              <w:rPr>
                <w:b/>
                <w:caps/>
                <w:noProof/>
                <w:lang w:val="lt-LT"/>
              </w:rPr>
              <w:t xml:space="preserve"> 2020–2021</w:t>
            </w:r>
            <w:r w:rsidR="009352A2">
              <w:rPr>
                <w:b/>
                <w:caps/>
                <w:noProof/>
                <w:lang w:val="lt-LT"/>
              </w:rPr>
              <w:t xml:space="preserve"> mokslo metais nustatymo</w:t>
            </w:r>
            <w:r w:rsidRPr="008C4C66">
              <w:rPr>
                <w:b/>
                <w:caps/>
                <w:lang w:val="lt-LT"/>
              </w:rPr>
              <w:fldChar w:fldCharType="end"/>
            </w:r>
            <w:bookmarkEnd w:id="1"/>
          </w:p>
        </w:tc>
      </w:tr>
      <w:tr w:rsidR="004E6330" w:rsidRPr="003A1C95">
        <w:trPr>
          <w:trHeight w:val="284"/>
          <w:jc w:val="center"/>
        </w:trPr>
        <w:tc>
          <w:tcPr>
            <w:tcW w:w="9558" w:type="dxa"/>
            <w:vAlign w:val="bottom"/>
          </w:tcPr>
          <w:p w:rsidR="004E6330" w:rsidRPr="003A1C95" w:rsidRDefault="004E6330" w:rsidP="001F5DF2">
            <w:pPr>
              <w:jc w:val="center"/>
              <w:rPr>
                <w:bCs/>
                <w:lang w:val="lt-LT"/>
              </w:rPr>
            </w:pPr>
          </w:p>
        </w:tc>
      </w:tr>
      <w:bookmarkStart w:id="2" w:name="Tekstas7"/>
      <w:tr w:rsidR="004E6330" w:rsidRPr="003A1C95">
        <w:trPr>
          <w:trHeight w:val="284"/>
          <w:jc w:val="center"/>
        </w:trPr>
        <w:tc>
          <w:tcPr>
            <w:tcW w:w="9558" w:type="dxa"/>
            <w:vAlign w:val="bottom"/>
          </w:tcPr>
          <w:p w:rsidR="004E6330" w:rsidRPr="003A1C95" w:rsidRDefault="004E6330" w:rsidP="007C4D6B">
            <w:pPr>
              <w:jc w:val="center"/>
              <w:rPr>
                <w:bCs/>
                <w:lang w:val="lt-LT"/>
              </w:rPr>
            </w:pPr>
            <w:r w:rsidRPr="003A1C95">
              <w:rPr>
                <w:bCs/>
                <w:lang w:val="lt-LT"/>
              </w:rPr>
              <w:fldChar w:fldCharType="begin">
                <w:ffData>
                  <w:name w:val="Tekstas7"/>
                  <w:enabled/>
                  <w:calcOnExit w:val="0"/>
                  <w:textInput/>
                </w:ffData>
              </w:fldChar>
            </w:r>
            <w:r w:rsidRPr="003A1C95">
              <w:rPr>
                <w:bCs/>
                <w:lang w:val="lt-LT"/>
              </w:rPr>
              <w:instrText xml:space="preserve"> FORMTEXT </w:instrText>
            </w:r>
            <w:r w:rsidRPr="003A1C95">
              <w:rPr>
                <w:bCs/>
                <w:lang w:val="lt-LT"/>
              </w:rPr>
            </w:r>
            <w:r w:rsidRPr="003A1C95">
              <w:rPr>
                <w:bCs/>
                <w:lang w:val="lt-LT"/>
              </w:rPr>
              <w:fldChar w:fldCharType="separate"/>
            </w:r>
            <w:r w:rsidRPr="003A1C95">
              <w:rPr>
                <w:bCs/>
                <w:noProof/>
                <w:lang w:val="lt-LT"/>
              </w:rPr>
              <w:t> </w:t>
            </w:r>
            <w:r w:rsidR="00627F2B">
              <w:rPr>
                <w:bCs/>
                <w:noProof/>
                <w:lang w:val="lt-LT"/>
              </w:rPr>
              <w:t>2020</w:t>
            </w:r>
            <w:r w:rsidRPr="003A1C95">
              <w:rPr>
                <w:bCs/>
                <w:noProof/>
                <w:lang w:val="lt-LT"/>
              </w:rPr>
              <w:t xml:space="preserve"> m. </w:t>
            </w:r>
            <w:r w:rsidR="00CA2E8C">
              <w:rPr>
                <w:bCs/>
                <w:noProof/>
                <w:lang w:val="lt-LT"/>
              </w:rPr>
              <w:t xml:space="preserve">          </w:t>
            </w:r>
            <w:r w:rsidRPr="003A1C95">
              <w:rPr>
                <w:bCs/>
                <w:noProof/>
                <w:lang w:val="lt-LT"/>
              </w:rPr>
              <w:t xml:space="preserve"> Nr. </w:t>
            </w:r>
            <w:r>
              <w:rPr>
                <w:bCs/>
                <w:noProof/>
                <w:lang w:val="lt-LT"/>
              </w:rPr>
              <w:t>T</w:t>
            </w:r>
            <w:r w:rsidRPr="003A1C95">
              <w:rPr>
                <w:bCs/>
                <w:noProof/>
                <w:lang w:val="lt-LT"/>
              </w:rPr>
              <w:t>1-</w:t>
            </w:r>
            <w:r w:rsidRPr="003A1C95">
              <w:rPr>
                <w:bCs/>
                <w:noProof/>
                <w:lang w:val="lt-LT"/>
              </w:rPr>
              <w:t> </w:t>
            </w:r>
            <w:r w:rsidRPr="003A1C95">
              <w:rPr>
                <w:bCs/>
                <w:noProof/>
                <w:lang w:val="lt-LT"/>
              </w:rPr>
              <w:t> </w:t>
            </w:r>
            <w:r w:rsidRPr="003A1C95">
              <w:rPr>
                <w:bCs/>
                <w:noProof/>
                <w:lang w:val="lt-LT"/>
              </w:rPr>
              <w:t> </w:t>
            </w:r>
            <w:r w:rsidRPr="003A1C95">
              <w:rPr>
                <w:bCs/>
                <w:noProof/>
                <w:lang w:val="lt-LT"/>
              </w:rPr>
              <w:t> </w:t>
            </w:r>
            <w:r w:rsidRPr="003A1C95">
              <w:rPr>
                <w:bCs/>
                <w:lang w:val="lt-LT"/>
              </w:rPr>
              <w:fldChar w:fldCharType="end"/>
            </w:r>
            <w:bookmarkEnd w:id="2"/>
          </w:p>
        </w:tc>
      </w:tr>
      <w:tr w:rsidR="004E6330" w:rsidRPr="003A1C95">
        <w:trPr>
          <w:trHeight w:val="284"/>
          <w:jc w:val="center"/>
        </w:trPr>
        <w:tc>
          <w:tcPr>
            <w:tcW w:w="9558" w:type="dxa"/>
            <w:vAlign w:val="bottom"/>
          </w:tcPr>
          <w:p w:rsidR="004E6330" w:rsidRPr="003A1C95" w:rsidRDefault="004E6330" w:rsidP="001F5DF2">
            <w:pPr>
              <w:jc w:val="center"/>
              <w:rPr>
                <w:bCs/>
                <w:lang w:val="lt-LT"/>
              </w:rPr>
            </w:pPr>
            <w:r w:rsidRPr="003A1C95">
              <w:rPr>
                <w:bCs/>
                <w:lang w:val="lt-LT"/>
              </w:rPr>
              <w:t>Telšiai</w:t>
            </w:r>
          </w:p>
        </w:tc>
      </w:tr>
      <w:bookmarkEnd w:id="0"/>
    </w:tbl>
    <w:p w:rsidR="004E6330" w:rsidRPr="003A1C95" w:rsidRDefault="004E6330">
      <w:pPr>
        <w:rPr>
          <w:lang w:val="lt-LT"/>
        </w:rPr>
        <w:sectPr w:rsidR="004E6330" w:rsidRPr="003A1C95" w:rsidSect="00953094">
          <w:headerReference w:type="even" r:id="rId11"/>
          <w:headerReference w:type="default" r:id="rId12"/>
          <w:footerReference w:type="first" r:id="rId13"/>
          <w:pgSz w:w="11906" w:h="16838" w:code="9"/>
          <w:pgMar w:top="284" w:right="680" w:bottom="1134" w:left="1701" w:header="0" w:footer="567" w:gutter="0"/>
          <w:cols w:space="1296"/>
          <w:titlePg/>
        </w:sectPr>
      </w:pPr>
    </w:p>
    <w:p w:rsidR="004E6330" w:rsidRPr="003A1C95" w:rsidRDefault="004E6330">
      <w:pPr>
        <w:rPr>
          <w:lang w:val="lt-LT"/>
        </w:rPr>
      </w:pPr>
      <w:r w:rsidRPr="003A1C95">
        <w:rPr>
          <w:lang w:val="lt-LT"/>
        </w:rPr>
        <w:lastRenderedPageBreak/>
        <w:tab/>
      </w:r>
    </w:p>
    <w:p w:rsidR="004E6330" w:rsidRPr="003A1C95" w:rsidRDefault="004E6330">
      <w:pPr>
        <w:rPr>
          <w:lang w:val="lt-LT"/>
        </w:rPr>
      </w:pPr>
      <w:r w:rsidRPr="003A1C95">
        <w:rPr>
          <w:lang w:val="lt-LT"/>
        </w:rPr>
        <w:tab/>
      </w:r>
    </w:p>
    <w:p w:rsidR="0030385B" w:rsidRPr="0030385B" w:rsidRDefault="0030385B" w:rsidP="0030385B">
      <w:pPr>
        <w:ind w:firstLine="720"/>
        <w:jc w:val="both"/>
        <w:rPr>
          <w:lang w:val="lt-LT"/>
        </w:rPr>
      </w:pPr>
      <w:r w:rsidRPr="0030385B">
        <w:rPr>
          <w:lang w:val="lt-LT"/>
        </w:rPr>
        <w:t>Vadovaudamasi Lietuvos Respublikos vietos savivaldos įstatymo 6 straipsnio 5 ir 8 punktais ir 7 straipsnio 7 punktu, Lietuvos Respublikos švietimo įstatymo 29 straipsnio 2 dalimi ir Priėmimo į valstybinę i</w:t>
      </w:r>
      <w:r w:rsidR="00C30314">
        <w:rPr>
          <w:lang w:val="lt-LT"/>
        </w:rPr>
        <w:t>r savivaldybės bendrojo ugdymo</w:t>
      </w:r>
      <w:r w:rsidRPr="0030385B">
        <w:rPr>
          <w:lang w:val="lt-LT"/>
        </w:rPr>
        <w:t xml:space="preserve"> mokyklą, profesinio mokymo įstaigą bendrųjų kriterijų sąrašo, patvirtinto Lietuvos Respublikos švietimo ir mokslo ministro 2004 m. birželio 25 d. įsakymu Nr. </w:t>
      </w:r>
      <w:r w:rsidR="009F5F06">
        <w:rPr>
          <w:lang w:val="lt-LT"/>
        </w:rPr>
        <w:t>ISAK-1019  „Dėl P</w:t>
      </w:r>
      <w:r w:rsidRPr="0030385B">
        <w:rPr>
          <w:lang w:val="lt-LT"/>
        </w:rPr>
        <w:t>riėmimo į valstybinę ir savival</w:t>
      </w:r>
      <w:r w:rsidR="00C30314">
        <w:rPr>
          <w:lang w:val="lt-LT"/>
        </w:rPr>
        <w:t>dybės bendrojo ugdymo mokyklą</w:t>
      </w:r>
      <w:r w:rsidRPr="0030385B">
        <w:rPr>
          <w:lang w:val="lt-LT"/>
        </w:rPr>
        <w:t xml:space="preserve">, profesinio mokymo įstaigą bendrųjų kriterijų sąrašo patvirtinimo“, 3 punktu, Telšių rajono savivaldybės </w:t>
      </w:r>
      <w:r w:rsidR="00164934">
        <w:rPr>
          <w:lang w:val="lt-LT"/>
        </w:rPr>
        <w:t>taryba  n u s p r e n d ž i a:</w:t>
      </w:r>
    </w:p>
    <w:p w:rsidR="00361259" w:rsidRDefault="00704555" w:rsidP="00361259">
      <w:pPr>
        <w:ind w:firstLine="720"/>
        <w:jc w:val="both"/>
        <w:rPr>
          <w:lang w:val="lt-LT"/>
        </w:rPr>
      </w:pPr>
      <w:r>
        <w:rPr>
          <w:lang w:val="lt-LT"/>
        </w:rPr>
        <w:t>N</w:t>
      </w:r>
      <w:r w:rsidR="00EC1EB2">
        <w:rPr>
          <w:lang w:val="lt-LT"/>
        </w:rPr>
        <w:t xml:space="preserve">ustatyti </w:t>
      </w:r>
      <w:r w:rsidR="00FE5312">
        <w:rPr>
          <w:lang w:val="lt-LT"/>
        </w:rPr>
        <w:t>klasių</w:t>
      </w:r>
      <w:r w:rsidR="0030385B" w:rsidRPr="0030385B">
        <w:rPr>
          <w:lang w:val="lt-LT"/>
        </w:rPr>
        <w:t xml:space="preserve"> ir mokinių </w:t>
      </w:r>
      <w:r w:rsidR="00EC1EB2">
        <w:rPr>
          <w:lang w:val="lt-LT"/>
        </w:rPr>
        <w:t>skaičių, ugdymo grupių</w:t>
      </w:r>
      <w:r w:rsidR="0030385B" w:rsidRPr="0030385B">
        <w:rPr>
          <w:lang w:val="lt-LT"/>
        </w:rPr>
        <w:t xml:space="preserve"> </w:t>
      </w:r>
      <w:r w:rsidR="00EC1EB2">
        <w:rPr>
          <w:lang w:val="lt-LT"/>
        </w:rPr>
        <w:t xml:space="preserve">ir vaikų skaičių Telšių rajono </w:t>
      </w:r>
      <w:r w:rsidR="007F42E2">
        <w:rPr>
          <w:lang w:val="lt-LT"/>
        </w:rPr>
        <w:t>švietimo įstaigose</w:t>
      </w:r>
      <w:r w:rsidR="00FE5312">
        <w:rPr>
          <w:lang w:val="lt-LT"/>
        </w:rPr>
        <w:t xml:space="preserve"> </w:t>
      </w:r>
      <w:r w:rsidR="00627F2B">
        <w:rPr>
          <w:lang w:val="lt-LT"/>
        </w:rPr>
        <w:t>2020–2021</w:t>
      </w:r>
      <w:r w:rsidR="00EF2A0E">
        <w:rPr>
          <w:lang w:val="lt-LT"/>
        </w:rPr>
        <w:t xml:space="preserve"> mokslo metais </w:t>
      </w:r>
      <w:r w:rsidR="0030385B" w:rsidRPr="0030385B">
        <w:rPr>
          <w:lang w:val="lt-LT"/>
        </w:rPr>
        <w:t>(pridedama).</w:t>
      </w:r>
    </w:p>
    <w:p w:rsidR="004B0A00" w:rsidRDefault="004B0A00" w:rsidP="001E74B6">
      <w:pPr>
        <w:jc w:val="both"/>
        <w:rPr>
          <w:lang w:val="lt-LT"/>
        </w:rPr>
      </w:pPr>
    </w:p>
    <w:p w:rsidR="007D252B" w:rsidRDefault="007D252B" w:rsidP="001E74B6">
      <w:pPr>
        <w:jc w:val="both"/>
        <w:rPr>
          <w:lang w:val="lt-LT"/>
        </w:rPr>
      </w:pPr>
    </w:p>
    <w:p w:rsidR="000F7B4E" w:rsidRDefault="000F7B4E" w:rsidP="001E74B6">
      <w:pPr>
        <w:jc w:val="both"/>
        <w:rPr>
          <w:lang w:val="lt-LT"/>
        </w:rPr>
      </w:pPr>
    </w:p>
    <w:p w:rsidR="004B0A00" w:rsidRPr="003A1C95" w:rsidRDefault="004B0A00" w:rsidP="00D358CF">
      <w:pPr>
        <w:ind w:firstLine="720"/>
        <w:jc w:val="both"/>
        <w:rPr>
          <w:lang w:val="lt-LT"/>
        </w:rPr>
      </w:pPr>
    </w:p>
    <w:p w:rsidR="004E6330" w:rsidRPr="003A1C95" w:rsidRDefault="004E6330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  <w:r w:rsidRPr="003A1C95">
        <w:rPr>
          <w:lang w:val="lt-LT"/>
        </w:rPr>
        <w:t>Savivaldy</w:t>
      </w:r>
      <w:r w:rsidR="0030385B">
        <w:rPr>
          <w:lang w:val="lt-LT"/>
        </w:rPr>
        <w:t>bės meras</w:t>
      </w:r>
      <w:r w:rsidR="0030385B">
        <w:rPr>
          <w:lang w:val="lt-LT"/>
        </w:rPr>
        <w:tab/>
      </w:r>
      <w:r w:rsidR="0030385B">
        <w:rPr>
          <w:lang w:val="lt-LT"/>
        </w:rPr>
        <w:tab/>
      </w:r>
      <w:r w:rsidR="0030385B">
        <w:rPr>
          <w:lang w:val="lt-LT"/>
        </w:rPr>
        <w:tab/>
      </w:r>
      <w:r w:rsidR="0030385B">
        <w:rPr>
          <w:lang w:val="lt-LT"/>
        </w:rPr>
        <w:tab/>
      </w:r>
      <w:r w:rsidR="0030385B">
        <w:rPr>
          <w:lang w:val="lt-LT"/>
        </w:rPr>
        <w:tab/>
      </w:r>
      <w:r w:rsidR="0030385B">
        <w:rPr>
          <w:lang w:val="lt-LT"/>
        </w:rPr>
        <w:tab/>
      </w:r>
      <w:r w:rsidR="0030385B">
        <w:rPr>
          <w:lang w:val="lt-LT"/>
        </w:rPr>
        <w:tab/>
      </w:r>
      <w:r w:rsidR="0030385B">
        <w:rPr>
          <w:lang w:val="lt-LT"/>
        </w:rPr>
        <w:tab/>
      </w:r>
      <w:r w:rsidR="00627F2B">
        <w:rPr>
          <w:lang w:val="lt-LT"/>
        </w:rPr>
        <w:t xml:space="preserve">Kęstutis </w:t>
      </w:r>
      <w:proofErr w:type="spellStart"/>
      <w:r w:rsidR="00627F2B">
        <w:rPr>
          <w:lang w:val="lt-LT"/>
        </w:rPr>
        <w:t>Gusarovas</w:t>
      </w:r>
      <w:proofErr w:type="spellEnd"/>
    </w:p>
    <w:p w:rsidR="004E6330" w:rsidRDefault="004E6330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7D252B" w:rsidRDefault="007D252B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4E6330" w:rsidRPr="003A1C95" w:rsidRDefault="004E6330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30385B" w:rsidRDefault="0030385B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30385B" w:rsidRDefault="0030385B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30385B" w:rsidRDefault="0030385B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30385B" w:rsidRDefault="0030385B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30385B" w:rsidRDefault="0030385B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30385B" w:rsidRDefault="0030385B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30385B" w:rsidRDefault="0030385B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224A24" w:rsidRDefault="00224A24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224A24" w:rsidRDefault="00224A24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0F7B4E" w:rsidRDefault="000F7B4E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D7513B" w:rsidRDefault="00D7513B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D7513B" w:rsidRDefault="00D7513B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D7513B" w:rsidRDefault="00D7513B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EF2A0E" w:rsidRDefault="00EF2A0E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30385B" w:rsidRDefault="0030385B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30385B" w:rsidRPr="0054380C" w:rsidRDefault="0030385B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4E6330" w:rsidRPr="0054380C" w:rsidRDefault="004E6330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bookmarkStart w:id="3" w:name="Tekstas3"/>
    <w:p w:rsidR="004E6330" w:rsidRPr="003A1C95" w:rsidRDefault="004E6330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  <w:r w:rsidRPr="003A1C95">
        <w:rPr>
          <w:lang w:val="lt-LT"/>
        </w:rPr>
        <w:fldChar w:fldCharType="begin">
          <w:ffData>
            <w:name w:val="Tekstas3"/>
            <w:enabled/>
            <w:calcOnExit w:val="0"/>
            <w:textInput/>
          </w:ffData>
        </w:fldChar>
      </w:r>
      <w:r w:rsidRPr="003A1C95">
        <w:rPr>
          <w:lang w:val="lt-LT"/>
        </w:rPr>
        <w:instrText xml:space="preserve"> FORMTEXT </w:instrText>
      </w:r>
      <w:r w:rsidRPr="003A1C95">
        <w:rPr>
          <w:lang w:val="lt-LT"/>
        </w:rPr>
      </w:r>
      <w:r w:rsidRPr="003A1C95">
        <w:rPr>
          <w:lang w:val="lt-LT"/>
        </w:rPr>
        <w:fldChar w:fldCharType="separate"/>
      </w:r>
      <w:r>
        <w:rPr>
          <w:noProof/>
          <w:lang w:val="lt-LT"/>
        </w:rPr>
        <w:t>Gediminas Gudas</w:t>
      </w:r>
      <w:r w:rsidRPr="003A1C95">
        <w:rPr>
          <w:noProof/>
          <w:lang w:val="lt-LT"/>
        </w:rPr>
        <w:t xml:space="preserve">, tel. (8 444)  </w:t>
      </w:r>
      <w:r>
        <w:rPr>
          <w:noProof/>
          <w:lang w:val="lt-LT"/>
        </w:rPr>
        <w:t>6</w:t>
      </w:r>
      <w:r w:rsidRPr="003A1C95">
        <w:rPr>
          <w:noProof/>
          <w:lang w:val="lt-LT"/>
        </w:rPr>
        <w:t xml:space="preserve">0 </w:t>
      </w:r>
      <w:r>
        <w:rPr>
          <w:noProof/>
          <w:lang w:val="lt-LT"/>
        </w:rPr>
        <w:t>205</w:t>
      </w:r>
      <w:r w:rsidRPr="003A1C95">
        <w:rPr>
          <w:noProof/>
          <w:lang w:val="lt-LT"/>
        </w:rPr>
        <w:t>,</w:t>
      </w:r>
      <w:r>
        <w:rPr>
          <w:noProof/>
          <w:lang w:val="lt-LT"/>
        </w:rPr>
        <w:t xml:space="preserve"> el. p. gediminas.gudas</w:t>
      </w:r>
      <w:r w:rsidRPr="003A1C95">
        <w:rPr>
          <w:noProof/>
          <w:lang w:val="lt-LT"/>
        </w:rPr>
        <w:t>@telsiai.lt</w:t>
      </w:r>
      <w:r w:rsidRPr="003A1C95">
        <w:rPr>
          <w:noProof/>
          <w:lang w:val="lt-LT"/>
        </w:rPr>
        <w:t> </w:t>
      </w:r>
      <w:r w:rsidRPr="003A1C95">
        <w:rPr>
          <w:noProof/>
          <w:lang w:val="lt-LT"/>
        </w:rPr>
        <w:t> </w:t>
      </w:r>
      <w:r w:rsidRPr="003A1C95">
        <w:rPr>
          <w:noProof/>
          <w:lang w:val="lt-LT"/>
        </w:rPr>
        <w:t> </w:t>
      </w:r>
      <w:r w:rsidRPr="003A1C95">
        <w:rPr>
          <w:noProof/>
          <w:lang w:val="lt-LT"/>
        </w:rPr>
        <w:t> </w:t>
      </w:r>
      <w:r w:rsidRPr="003A1C95">
        <w:rPr>
          <w:lang w:val="lt-LT"/>
        </w:rPr>
        <w:fldChar w:fldCharType="end"/>
      </w:r>
      <w:bookmarkEnd w:id="3"/>
    </w:p>
    <w:p w:rsidR="004E6330" w:rsidRDefault="004E6330" w:rsidP="00E05648">
      <w:pPr>
        <w:pStyle w:val="Antrats"/>
        <w:tabs>
          <w:tab w:val="clear" w:pos="4153"/>
          <w:tab w:val="clear" w:pos="8306"/>
        </w:tabs>
        <w:rPr>
          <w:lang w:val="lt-LT"/>
        </w:rPr>
        <w:sectPr w:rsidR="004E6330" w:rsidSect="001D32A9">
          <w:type w:val="continuous"/>
          <w:pgSz w:w="11906" w:h="16838" w:code="9"/>
          <w:pgMar w:top="1134" w:right="567" w:bottom="1134" w:left="1701" w:header="0" w:footer="567" w:gutter="0"/>
          <w:cols w:space="1296"/>
          <w:formProt w:val="0"/>
          <w:titlePg/>
        </w:sectPr>
      </w:pPr>
    </w:p>
    <w:p w:rsidR="00CA3501" w:rsidRPr="0030385B" w:rsidRDefault="00CA3501" w:rsidP="00CA3501">
      <w:pPr>
        <w:ind w:left="10080"/>
        <w:rPr>
          <w:lang w:val="lt-LT"/>
        </w:rPr>
      </w:pPr>
      <w:r w:rsidRPr="0030385B">
        <w:rPr>
          <w:lang w:val="lt-LT"/>
        </w:rPr>
        <w:lastRenderedPageBreak/>
        <w:t>PATVIRTINTA</w:t>
      </w:r>
    </w:p>
    <w:p w:rsidR="00CA3501" w:rsidRPr="0030385B" w:rsidRDefault="00CA3501" w:rsidP="00CA3501">
      <w:pPr>
        <w:ind w:firstLine="10080"/>
        <w:rPr>
          <w:lang w:val="lt-LT"/>
        </w:rPr>
      </w:pPr>
      <w:r w:rsidRPr="0030385B">
        <w:rPr>
          <w:lang w:val="lt-LT"/>
        </w:rPr>
        <w:t>Telšių rajono savivaldybės tarybos</w:t>
      </w:r>
    </w:p>
    <w:p w:rsidR="00CA3501" w:rsidRDefault="00E13B9B" w:rsidP="00CA3501">
      <w:pPr>
        <w:ind w:firstLine="10080"/>
        <w:rPr>
          <w:lang w:val="lt-LT"/>
        </w:rPr>
      </w:pPr>
      <w:r>
        <w:rPr>
          <w:lang w:val="lt-LT"/>
        </w:rPr>
        <w:t>2020</w:t>
      </w:r>
      <w:r w:rsidR="00CA2E8C">
        <w:rPr>
          <w:lang w:val="lt-LT"/>
        </w:rPr>
        <w:t xml:space="preserve"> m.           </w:t>
      </w:r>
      <w:bookmarkStart w:id="4" w:name="_GoBack"/>
      <w:bookmarkEnd w:id="4"/>
      <w:r w:rsidR="00CA3501" w:rsidRPr="0030385B">
        <w:rPr>
          <w:lang w:val="lt-LT"/>
        </w:rPr>
        <w:t xml:space="preserve"> sprendimu Nr. T1-</w:t>
      </w:r>
    </w:p>
    <w:p w:rsidR="00045080" w:rsidRDefault="00045080" w:rsidP="00CA3501">
      <w:pPr>
        <w:ind w:firstLine="10080"/>
        <w:rPr>
          <w:lang w:val="lt-LT"/>
        </w:rPr>
      </w:pPr>
    </w:p>
    <w:p w:rsidR="002A48AD" w:rsidRDefault="002A48AD" w:rsidP="00CA3501">
      <w:pPr>
        <w:ind w:firstLine="10080"/>
        <w:rPr>
          <w:lang w:val="lt-LT"/>
        </w:rPr>
      </w:pPr>
    </w:p>
    <w:p w:rsidR="007B5F42" w:rsidRDefault="007F42E2" w:rsidP="00B81ADF">
      <w:pPr>
        <w:jc w:val="center"/>
        <w:rPr>
          <w:b/>
          <w:lang w:val="lt-LT"/>
        </w:rPr>
      </w:pPr>
      <w:r w:rsidRPr="007F42E2">
        <w:rPr>
          <w:b/>
          <w:lang w:val="lt-LT"/>
        </w:rPr>
        <w:t>N</w:t>
      </w:r>
      <w:r w:rsidR="007B5F42">
        <w:rPr>
          <w:b/>
          <w:lang w:val="lt-LT"/>
        </w:rPr>
        <w:t xml:space="preserve">USTATYTAS KLASIŲ IR MOKINIŲ SKAIČIUS, UGDYMO GRUPIŲ IR VAIKŲ SKAIČIUS </w:t>
      </w:r>
    </w:p>
    <w:p w:rsidR="00045080" w:rsidRPr="007F42E2" w:rsidRDefault="007B5F42" w:rsidP="00B81ADF">
      <w:pPr>
        <w:jc w:val="center"/>
        <w:rPr>
          <w:b/>
          <w:lang w:val="lt-LT"/>
        </w:rPr>
      </w:pPr>
      <w:r>
        <w:rPr>
          <w:b/>
          <w:lang w:val="lt-LT"/>
        </w:rPr>
        <w:t xml:space="preserve">TELŠIŲ RAJONO ŠVIETIMO ĮSTAIGOSE </w:t>
      </w:r>
      <w:r w:rsidR="00E13B9B">
        <w:rPr>
          <w:b/>
          <w:lang w:val="lt-LT"/>
        </w:rPr>
        <w:t>2020–2021</w:t>
      </w:r>
      <w:r w:rsidR="007F42E2" w:rsidRPr="007F42E2">
        <w:rPr>
          <w:b/>
          <w:lang w:val="lt-LT"/>
        </w:rPr>
        <w:t xml:space="preserve"> </w:t>
      </w:r>
      <w:r>
        <w:rPr>
          <w:b/>
          <w:lang w:val="lt-LT"/>
        </w:rPr>
        <w:t>MOKSLO METAIS</w:t>
      </w:r>
    </w:p>
    <w:p w:rsidR="002A48AD" w:rsidRDefault="002A48AD" w:rsidP="00B81ADF">
      <w:pPr>
        <w:jc w:val="center"/>
        <w:rPr>
          <w:b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638"/>
        <w:gridCol w:w="699"/>
        <w:gridCol w:w="699"/>
        <w:gridCol w:w="699"/>
        <w:gridCol w:w="699"/>
        <w:gridCol w:w="699"/>
        <w:gridCol w:w="698"/>
        <w:gridCol w:w="698"/>
        <w:gridCol w:w="698"/>
        <w:gridCol w:w="698"/>
        <w:gridCol w:w="698"/>
        <w:gridCol w:w="698"/>
        <w:gridCol w:w="698"/>
        <w:gridCol w:w="698"/>
        <w:gridCol w:w="698"/>
        <w:gridCol w:w="698"/>
      </w:tblGrid>
      <w:tr w:rsidR="009B5B97" w:rsidRPr="009B5B97" w:rsidTr="00A750C8">
        <w:tc>
          <w:tcPr>
            <w:tcW w:w="673" w:type="dxa"/>
            <w:vMerge w:val="restart"/>
            <w:shd w:val="clear" w:color="auto" w:fill="auto"/>
            <w:vAlign w:val="center"/>
          </w:tcPr>
          <w:p w:rsidR="00F92641" w:rsidRPr="009B5B97" w:rsidRDefault="00F92641" w:rsidP="00A750C8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Eil. Nr.</w:t>
            </w:r>
          </w:p>
        </w:tc>
        <w:tc>
          <w:tcPr>
            <w:tcW w:w="3638" w:type="dxa"/>
            <w:vMerge w:val="restart"/>
            <w:shd w:val="clear" w:color="auto" w:fill="auto"/>
            <w:vAlign w:val="center"/>
          </w:tcPr>
          <w:p w:rsidR="00F92641" w:rsidRPr="009B5B97" w:rsidRDefault="00F92641" w:rsidP="00A750C8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Švietimo įstaigos pavadinimas</w:t>
            </w:r>
          </w:p>
        </w:tc>
        <w:tc>
          <w:tcPr>
            <w:tcW w:w="10475" w:type="dxa"/>
            <w:gridSpan w:val="15"/>
            <w:shd w:val="clear" w:color="auto" w:fill="auto"/>
          </w:tcPr>
          <w:p w:rsidR="00F92641" w:rsidRPr="009B5B97" w:rsidRDefault="00381AA9" w:rsidP="00A750C8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K</w:t>
            </w:r>
            <w:r w:rsidR="008A05BF">
              <w:rPr>
                <w:lang w:val="lt-LT"/>
              </w:rPr>
              <w:t>lasių ir mokinių skaičius, ugdymo grupių</w:t>
            </w:r>
            <w:r w:rsidRPr="009B5B97">
              <w:rPr>
                <w:lang w:val="lt-LT"/>
              </w:rPr>
              <w:t xml:space="preserve"> ir vaikų skaičius</w:t>
            </w:r>
          </w:p>
        </w:tc>
      </w:tr>
      <w:tr w:rsidR="009B5B97" w:rsidRPr="009B5B97" w:rsidTr="009B757C">
        <w:trPr>
          <w:cantSplit/>
          <w:trHeight w:val="1868"/>
        </w:trPr>
        <w:tc>
          <w:tcPr>
            <w:tcW w:w="673" w:type="dxa"/>
            <w:vMerge/>
            <w:shd w:val="clear" w:color="auto" w:fill="auto"/>
          </w:tcPr>
          <w:p w:rsidR="00F92641" w:rsidRPr="009B5B97" w:rsidRDefault="00F92641" w:rsidP="0030385B">
            <w:pPr>
              <w:rPr>
                <w:lang w:val="lt-LT"/>
              </w:rPr>
            </w:pPr>
          </w:p>
        </w:tc>
        <w:tc>
          <w:tcPr>
            <w:tcW w:w="3638" w:type="dxa"/>
            <w:vMerge/>
            <w:shd w:val="clear" w:color="auto" w:fill="auto"/>
          </w:tcPr>
          <w:p w:rsidR="00F92641" w:rsidRPr="009B5B97" w:rsidRDefault="00F92641" w:rsidP="0030385B">
            <w:pPr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Ikimokyklinis ugdymas</w:t>
            </w:r>
          </w:p>
        </w:tc>
        <w:tc>
          <w:tcPr>
            <w:tcW w:w="699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Priešmokyklinis ugdymas</w:t>
            </w:r>
          </w:p>
        </w:tc>
        <w:tc>
          <w:tcPr>
            <w:tcW w:w="699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1 klasė</w:t>
            </w:r>
          </w:p>
        </w:tc>
        <w:tc>
          <w:tcPr>
            <w:tcW w:w="699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2 klasė</w:t>
            </w:r>
          </w:p>
        </w:tc>
        <w:tc>
          <w:tcPr>
            <w:tcW w:w="699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3 klasė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4 klasė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5 klasė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6 klasė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7 klasė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8 klasė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9 (I) klasė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10 (II) klasė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11 (III) klasė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12 (IV) klasė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F92641" w:rsidRPr="009B5B97" w:rsidRDefault="00F92641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Iš viso</w:t>
            </w:r>
          </w:p>
        </w:tc>
      </w:tr>
      <w:tr w:rsidR="009B5B97" w:rsidRPr="009B5B97" w:rsidTr="00764230">
        <w:tc>
          <w:tcPr>
            <w:tcW w:w="673" w:type="dxa"/>
            <w:shd w:val="clear" w:color="auto" w:fill="auto"/>
            <w:vAlign w:val="center"/>
          </w:tcPr>
          <w:p w:rsidR="004170B1" w:rsidRPr="009B5B97" w:rsidRDefault="00F92641" w:rsidP="00764230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1.</w:t>
            </w:r>
          </w:p>
        </w:tc>
        <w:tc>
          <w:tcPr>
            <w:tcW w:w="3638" w:type="dxa"/>
            <w:shd w:val="clear" w:color="auto" w:fill="auto"/>
            <w:vAlign w:val="center"/>
          </w:tcPr>
          <w:p w:rsidR="004170B1" w:rsidRPr="00704C2F" w:rsidRDefault="009C3FB3" w:rsidP="000E408C">
            <w:pPr>
              <w:rPr>
                <w:lang w:val="lt-LT"/>
              </w:rPr>
            </w:pPr>
            <w:r w:rsidRPr="00704C2F">
              <w:rPr>
                <w:lang w:val="lt-LT"/>
              </w:rPr>
              <w:t>Telšių „Džiugo“ gimnazija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4170B1" w:rsidRDefault="004170B1" w:rsidP="00A750C8">
            <w:pPr>
              <w:jc w:val="center"/>
              <w:rPr>
                <w:lang w:val="lt-LT"/>
              </w:rPr>
            </w:pP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170B1" w:rsidRPr="009B5B97" w:rsidRDefault="004170B1" w:rsidP="00A750C8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9C3FB3" w:rsidRPr="009B5B97" w:rsidRDefault="009C3FB3" w:rsidP="00A750C8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170B1" w:rsidRPr="009B5B97" w:rsidRDefault="004170B1" w:rsidP="00A750C8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170B1" w:rsidRPr="009B5B97" w:rsidRDefault="004170B1" w:rsidP="00A750C8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4170B1" w:rsidRPr="009B5B97" w:rsidRDefault="004170B1" w:rsidP="00A750C8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4170B1" w:rsidRPr="009B5B97" w:rsidRDefault="004170B1" w:rsidP="00A750C8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4170B1" w:rsidRPr="009B5B97" w:rsidRDefault="004170B1" w:rsidP="00A750C8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4170B1" w:rsidRPr="009B5B97" w:rsidRDefault="004170B1" w:rsidP="00A750C8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6B4AD4" w:rsidRPr="009B5B97" w:rsidRDefault="006B4AD4" w:rsidP="00A750C8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C5010F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119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DA00C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</w:t>
            </w: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123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C5010F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115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C5010F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86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C5010F" w:rsidRDefault="00EF0329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16</w:t>
            </w:r>
          </w:p>
          <w:p w:rsidR="00EF0329" w:rsidRPr="009B5B97" w:rsidRDefault="00EF0329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443</w:t>
            </w:r>
          </w:p>
        </w:tc>
      </w:tr>
      <w:tr w:rsidR="009B5B97" w:rsidRPr="009B5B97" w:rsidTr="00764230">
        <w:tc>
          <w:tcPr>
            <w:tcW w:w="673" w:type="dxa"/>
            <w:shd w:val="clear" w:color="auto" w:fill="auto"/>
            <w:vAlign w:val="center"/>
          </w:tcPr>
          <w:p w:rsidR="007B1AE5" w:rsidRPr="009B5B97" w:rsidRDefault="007B1AE5" w:rsidP="007B1AE5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2.</w:t>
            </w:r>
          </w:p>
        </w:tc>
        <w:tc>
          <w:tcPr>
            <w:tcW w:w="3638" w:type="dxa"/>
            <w:shd w:val="clear" w:color="auto" w:fill="auto"/>
            <w:vAlign w:val="center"/>
          </w:tcPr>
          <w:p w:rsidR="007B1AE5" w:rsidRPr="00704C2F" w:rsidRDefault="0090700B" w:rsidP="007B1AE5">
            <w:pPr>
              <w:rPr>
                <w:lang w:val="lt-LT"/>
              </w:rPr>
            </w:pPr>
            <w:r w:rsidRPr="00704C2F">
              <w:rPr>
                <w:lang w:val="lt-LT"/>
              </w:rPr>
              <w:t xml:space="preserve">Telšių r. </w:t>
            </w:r>
            <w:r w:rsidR="007B1AE5" w:rsidRPr="00704C2F">
              <w:rPr>
                <w:lang w:val="lt-LT"/>
              </w:rPr>
              <w:t>Luokės Vytauto Kleivos gimnazija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065E2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16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065E2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065E2" w:rsidRDefault="002A48AD" w:rsidP="00A771AF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A48AD" w:rsidP="00A771AF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9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065E2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16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065E2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14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7065E2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7065E2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36B6E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20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7065E2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36B6E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26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7065E2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36B6E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23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7065E2" w:rsidRDefault="002A48AD" w:rsidP="00C5010F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36B6E" w:rsidP="00C5010F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25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7065E2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23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7065E2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19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7065E2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7065E2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2A48AD" w:rsidRPr="009B5B97" w:rsidRDefault="002A48A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7065E2" w:rsidRDefault="00EF0329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14</w:t>
            </w:r>
          </w:p>
          <w:p w:rsidR="00EF0329" w:rsidRPr="009B5B97" w:rsidRDefault="00EF0329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  <w:r w:rsidR="00236B6E">
              <w:rPr>
                <w:lang w:val="lt-LT"/>
              </w:rPr>
              <w:t>37</w:t>
            </w:r>
          </w:p>
        </w:tc>
      </w:tr>
      <w:tr w:rsidR="009F1B74" w:rsidRPr="009B5B97" w:rsidTr="00764230">
        <w:tc>
          <w:tcPr>
            <w:tcW w:w="673" w:type="dxa"/>
            <w:vMerge w:val="restart"/>
            <w:shd w:val="clear" w:color="auto" w:fill="auto"/>
            <w:vAlign w:val="center"/>
          </w:tcPr>
          <w:p w:rsidR="009F1B74" w:rsidRPr="009B5B97" w:rsidRDefault="009F1B74" w:rsidP="00764230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  <w:r w:rsidRPr="009B5B97">
              <w:rPr>
                <w:lang w:val="lt-LT"/>
              </w:rPr>
              <w:t>.</w:t>
            </w:r>
          </w:p>
        </w:tc>
        <w:tc>
          <w:tcPr>
            <w:tcW w:w="3638" w:type="dxa"/>
            <w:shd w:val="clear" w:color="auto" w:fill="auto"/>
            <w:vAlign w:val="center"/>
          </w:tcPr>
          <w:p w:rsidR="009F1B74" w:rsidRPr="00704C2F" w:rsidRDefault="009F1B74" w:rsidP="007B1AE5">
            <w:pPr>
              <w:rPr>
                <w:lang w:val="lt-LT"/>
              </w:rPr>
            </w:pPr>
            <w:r w:rsidRPr="00704C2F">
              <w:rPr>
                <w:lang w:val="lt-LT"/>
              </w:rPr>
              <w:t>Telšių r. Tryškių Lazdynų Pelėdos gimnazija (iš jų:)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9F1B74" w:rsidRDefault="006B438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19</w:t>
            </w:r>
          </w:p>
          <w:p w:rsidR="00EF0329" w:rsidRPr="009B5B97" w:rsidRDefault="00EF0329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  <w:r w:rsidR="006B438A">
              <w:rPr>
                <w:lang w:val="lt-LT"/>
              </w:rPr>
              <w:t>86</w:t>
            </w:r>
          </w:p>
        </w:tc>
      </w:tr>
      <w:tr w:rsidR="009F1B74" w:rsidRPr="009B5B97" w:rsidTr="00764230">
        <w:tc>
          <w:tcPr>
            <w:tcW w:w="673" w:type="dxa"/>
            <w:vMerge/>
            <w:shd w:val="clear" w:color="auto" w:fill="auto"/>
            <w:vAlign w:val="center"/>
          </w:tcPr>
          <w:p w:rsidR="009F1B74" w:rsidRDefault="009F1B74" w:rsidP="00764230">
            <w:pPr>
              <w:jc w:val="center"/>
              <w:rPr>
                <w:lang w:val="lt-LT"/>
              </w:rPr>
            </w:pPr>
          </w:p>
        </w:tc>
        <w:tc>
          <w:tcPr>
            <w:tcW w:w="3638" w:type="dxa"/>
            <w:shd w:val="clear" w:color="auto" w:fill="auto"/>
            <w:vAlign w:val="center"/>
          </w:tcPr>
          <w:p w:rsidR="009F1B74" w:rsidRPr="00704C2F" w:rsidRDefault="009F1B74" w:rsidP="007B1AE5">
            <w:pPr>
              <w:rPr>
                <w:lang w:val="lt-LT"/>
              </w:rPr>
            </w:pPr>
            <w:r w:rsidRPr="00704C2F">
              <w:rPr>
                <w:lang w:val="lt-LT"/>
              </w:rPr>
              <w:t>Tryškių Lazdynų Pelėdos gimnazija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18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13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18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16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27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22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15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18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19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13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9F1B74" w:rsidRDefault="00EF0329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15</w:t>
            </w:r>
          </w:p>
          <w:p w:rsidR="00EF0329" w:rsidRPr="009B5B97" w:rsidRDefault="00EF0329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247</w:t>
            </w:r>
          </w:p>
        </w:tc>
      </w:tr>
      <w:tr w:rsidR="009F1B74" w:rsidRPr="009B5B97" w:rsidTr="00572593">
        <w:trPr>
          <w:trHeight w:val="310"/>
        </w:trPr>
        <w:tc>
          <w:tcPr>
            <w:tcW w:w="673" w:type="dxa"/>
            <w:vMerge/>
            <w:shd w:val="clear" w:color="auto" w:fill="auto"/>
            <w:vAlign w:val="center"/>
          </w:tcPr>
          <w:p w:rsidR="009F1B74" w:rsidRDefault="009F1B74" w:rsidP="00764230">
            <w:pPr>
              <w:jc w:val="center"/>
              <w:rPr>
                <w:lang w:val="lt-LT"/>
              </w:rPr>
            </w:pPr>
          </w:p>
        </w:tc>
        <w:tc>
          <w:tcPr>
            <w:tcW w:w="3638" w:type="dxa"/>
            <w:vMerge w:val="restart"/>
            <w:shd w:val="clear" w:color="auto" w:fill="auto"/>
            <w:vAlign w:val="center"/>
          </w:tcPr>
          <w:p w:rsidR="009F1B74" w:rsidRPr="00704C2F" w:rsidRDefault="009F1B74" w:rsidP="007B1AE5">
            <w:pPr>
              <w:rPr>
                <w:lang w:val="lt-LT"/>
              </w:rPr>
            </w:pPr>
            <w:proofErr w:type="spellStart"/>
            <w:r w:rsidRPr="00704C2F">
              <w:rPr>
                <w:lang w:val="lt-LT"/>
              </w:rPr>
              <w:t>Kaunatavos</w:t>
            </w:r>
            <w:proofErr w:type="spellEnd"/>
            <w:r w:rsidRPr="00704C2F">
              <w:rPr>
                <w:lang w:val="lt-LT"/>
              </w:rPr>
              <w:t xml:space="preserve"> skyrius</w:t>
            </w:r>
          </w:p>
          <w:p w:rsidR="009F1B74" w:rsidRPr="00704C2F" w:rsidRDefault="009F1B74" w:rsidP="007B1AE5">
            <w:pPr>
              <w:rPr>
                <w:lang w:val="lt-LT"/>
              </w:rPr>
            </w:pPr>
          </w:p>
        </w:tc>
        <w:tc>
          <w:tcPr>
            <w:tcW w:w="1398" w:type="dxa"/>
            <w:gridSpan w:val="2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 (1 mišri)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9</w:t>
            </w:r>
          </w:p>
        </w:tc>
        <w:tc>
          <w:tcPr>
            <w:tcW w:w="2096" w:type="dxa"/>
            <w:gridSpan w:val="3"/>
            <w:shd w:val="clear" w:color="auto" w:fill="auto"/>
            <w:vAlign w:val="center"/>
          </w:tcPr>
          <w:p w:rsidR="009F1B74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 xml:space="preserve">1 (jungtinė </w:t>
            </w:r>
          </w:p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2, 3, 4 klasė</w:t>
            </w:r>
          </w:p>
        </w:tc>
        <w:tc>
          <w:tcPr>
            <w:tcW w:w="698" w:type="dxa"/>
            <w:vMerge w:val="restart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 w:val="restart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 w:val="restart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 w:val="restart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 w:val="restart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 w:val="restart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 w:val="restart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 w:val="restart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 w:val="restart"/>
            <w:shd w:val="clear" w:color="auto" w:fill="auto"/>
            <w:vAlign w:val="center"/>
          </w:tcPr>
          <w:p w:rsidR="009F1B74" w:rsidRDefault="006B438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  <w:p w:rsidR="00EF0329" w:rsidRPr="009B5B97" w:rsidRDefault="00EF0329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  <w:r w:rsidR="006B438A">
              <w:rPr>
                <w:lang w:val="lt-LT"/>
              </w:rPr>
              <w:t>9</w:t>
            </w:r>
          </w:p>
        </w:tc>
      </w:tr>
      <w:tr w:rsidR="009F1B74" w:rsidRPr="009B5B97" w:rsidTr="00764230">
        <w:trPr>
          <w:trHeight w:val="310"/>
        </w:trPr>
        <w:tc>
          <w:tcPr>
            <w:tcW w:w="673" w:type="dxa"/>
            <w:vMerge/>
            <w:shd w:val="clear" w:color="auto" w:fill="auto"/>
            <w:vAlign w:val="center"/>
          </w:tcPr>
          <w:p w:rsidR="009F1B74" w:rsidRDefault="009F1B74" w:rsidP="00764230">
            <w:pPr>
              <w:jc w:val="center"/>
              <w:rPr>
                <w:lang w:val="lt-LT"/>
              </w:rPr>
            </w:pPr>
          </w:p>
        </w:tc>
        <w:tc>
          <w:tcPr>
            <w:tcW w:w="3638" w:type="dxa"/>
            <w:vMerge/>
            <w:shd w:val="clear" w:color="auto" w:fill="auto"/>
            <w:vAlign w:val="center"/>
          </w:tcPr>
          <w:p w:rsidR="009F1B74" w:rsidRPr="00704C2F" w:rsidRDefault="009F1B74" w:rsidP="007B1AE5">
            <w:pPr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</w:tc>
        <w:tc>
          <w:tcPr>
            <w:tcW w:w="699" w:type="dxa"/>
            <w:vMerge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9F1B74" w:rsidRPr="009B5B97" w:rsidRDefault="00464CCB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F1B74" w:rsidRPr="009B5B97" w:rsidRDefault="00464CCB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9F1B74" w:rsidRPr="009B5B97" w:rsidRDefault="00464CCB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</w:tc>
        <w:tc>
          <w:tcPr>
            <w:tcW w:w="698" w:type="dxa"/>
            <w:vMerge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vMerge/>
            <w:shd w:val="clear" w:color="auto" w:fill="auto"/>
            <w:vAlign w:val="center"/>
          </w:tcPr>
          <w:p w:rsidR="009F1B74" w:rsidRPr="009B5B97" w:rsidRDefault="009F1B74" w:rsidP="009F5F06">
            <w:pPr>
              <w:jc w:val="center"/>
              <w:rPr>
                <w:lang w:val="lt-LT"/>
              </w:rPr>
            </w:pPr>
          </w:p>
        </w:tc>
      </w:tr>
      <w:tr w:rsidR="00A72A76" w:rsidRPr="009B5B97" w:rsidTr="00764230">
        <w:tc>
          <w:tcPr>
            <w:tcW w:w="673" w:type="dxa"/>
            <w:shd w:val="clear" w:color="auto" w:fill="auto"/>
            <w:vAlign w:val="center"/>
          </w:tcPr>
          <w:p w:rsidR="00A72A76" w:rsidRPr="009B5B97" w:rsidRDefault="00F10473" w:rsidP="00764230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  <w:r w:rsidR="00A72A76" w:rsidRPr="009B5B97">
              <w:rPr>
                <w:lang w:val="lt-LT"/>
              </w:rPr>
              <w:t>.</w:t>
            </w:r>
          </w:p>
        </w:tc>
        <w:tc>
          <w:tcPr>
            <w:tcW w:w="3638" w:type="dxa"/>
            <w:shd w:val="clear" w:color="auto" w:fill="auto"/>
            <w:vAlign w:val="center"/>
          </w:tcPr>
          <w:p w:rsidR="00A72A76" w:rsidRPr="00704C2F" w:rsidRDefault="00A72A76" w:rsidP="000E408C">
            <w:pPr>
              <w:rPr>
                <w:lang w:val="lt-LT"/>
              </w:rPr>
            </w:pPr>
            <w:r w:rsidRPr="00704C2F">
              <w:rPr>
                <w:lang w:val="lt-LT"/>
              </w:rPr>
              <w:t>Telšių r. Varnių Motiejaus Valančiaus gimnazija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27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21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21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29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24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30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28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25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F1217C" w:rsidRPr="009B5B97" w:rsidRDefault="00F1217C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17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EF0329" w:rsidRDefault="00EF0329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19</w:t>
            </w:r>
          </w:p>
          <w:p w:rsidR="00A72A76" w:rsidRPr="009B5B97" w:rsidRDefault="006774F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36</w:t>
            </w:r>
            <w:r w:rsidR="00EF0329">
              <w:rPr>
                <w:lang w:val="lt-LT"/>
              </w:rPr>
              <w:t>4</w:t>
            </w:r>
          </w:p>
        </w:tc>
      </w:tr>
      <w:tr w:rsidR="00A72A76" w:rsidRPr="009B5B97" w:rsidTr="00D864CF">
        <w:trPr>
          <w:trHeight w:val="565"/>
        </w:trPr>
        <w:tc>
          <w:tcPr>
            <w:tcW w:w="673" w:type="dxa"/>
            <w:shd w:val="clear" w:color="auto" w:fill="auto"/>
            <w:vAlign w:val="center"/>
          </w:tcPr>
          <w:p w:rsidR="00A72A76" w:rsidRPr="009B5B97" w:rsidRDefault="00F10473" w:rsidP="00B9446A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</w:t>
            </w:r>
            <w:r w:rsidR="00A72A76">
              <w:rPr>
                <w:lang w:val="lt-LT"/>
              </w:rPr>
              <w:t>.</w:t>
            </w:r>
          </w:p>
        </w:tc>
        <w:tc>
          <w:tcPr>
            <w:tcW w:w="3638" w:type="dxa"/>
            <w:shd w:val="clear" w:color="auto" w:fill="auto"/>
            <w:vAlign w:val="center"/>
          </w:tcPr>
          <w:p w:rsidR="00A72A76" w:rsidRPr="00704C2F" w:rsidRDefault="00A72A76" w:rsidP="00FC2F8F">
            <w:pPr>
              <w:rPr>
                <w:lang w:val="lt-LT"/>
              </w:rPr>
            </w:pPr>
            <w:r w:rsidRPr="00704C2F">
              <w:rPr>
                <w:lang w:val="lt-LT"/>
              </w:rPr>
              <w:t>Telšių Vincento Borisevičiaus gimnazija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A72A76" w:rsidRPr="009B5B97" w:rsidRDefault="00A72A76" w:rsidP="00A750C8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A72A76" w:rsidRPr="009B5B97" w:rsidRDefault="00A72A76" w:rsidP="00A750C8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8422ED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  <w:r w:rsidR="00823A3A">
              <w:rPr>
                <w:lang w:val="lt-LT"/>
              </w:rPr>
              <w:t>6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8422ED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8422ED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47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422ED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50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422ED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55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422ED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54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422ED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56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422ED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60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422ED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56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422ED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60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422ED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50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422ED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217C" w:rsidRPr="009B5B97" w:rsidRDefault="00F1217C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52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422ED" w:rsidRDefault="00EF0329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24</w:t>
            </w:r>
          </w:p>
          <w:p w:rsidR="00EF0329" w:rsidRPr="009B5B97" w:rsidRDefault="00EF0329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634</w:t>
            </w:r>
          </w:p>
        </w:tc>
      </w:tr>
      <w:tr w:rsidR="00A72A76" w:rsidRPr="009B5B97" w:rsidTr="00D864CF">
        <w:trPr>
          <w:trHeight w:val="565"/>
        </w:trPr>
        <w:tc>
          <w:tcPr>
            <w:tcW w:w="673" w:type="dxa"/>
            <w:shd w:val="clear" w:color="auto" w:fill="auto"/>
            <w:vAlign w:val="center"/>
          </w:tcPr>
          <w:p w:rsidR="00A72A76" w:rsidRDefault="00F10473" w:rsidP="00B9446A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</w:t>
            </w:r>
            <w:r w:rsidR="00A72A76">
              <w:rPr>
                <w:lang w:val="lt-LT"/>
              </w:rPr>
              <w:t>.</w:t>
            </w:r>
          </w:p>
        </w:tc>
        <w:tc>
          <w:tcPr>
            <w:tcW w:w="3638" w:type="dxa"/>
            <w:shd w:val="clear" w:color="auto" w:fill="auto"/>
            <w:vAlign w:val="center"/>
          </w:tcPr>
          <w:p w:rsidR="00A72A76" w:rsidRPr="00704C2F" w:rsidRDefault="00A72A76" w:rsidP="009F5F06">
            <w:pPr>
              <w:rPr>
                <w:lang w:val="lt-LT"/>
              </w:rPr>
            </w:pPr>
            <w:r w:rsidRPr="00704C2F">
              <w:rPr>
                <w:lang w:val="lt-LT"/>
              </w:rPr>
              <w:t>Telšių Žemaitės gimnazija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A72A76" w:rsidRPr="009B5B97" w:rsidRDefault="00A72A76" w:rsidP="009F5F06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A72A76" w:rsidRPr="009B5B97" w:rsidRDefault="00A72A76" w:rsidP="009F5F06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A72A76" w:rsidRPr="009B5B97" w:rsidRDefault="00A72A76" w:rsidP="009F5F06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A72A76" w:rsidRPr="009B5B97" w:rsidRDefault="00A72A76" w:rsidP="009F5F06">
            <w:pPr>
              <w:jc w:val="center"/>
              <w:rPr>
                <w:lang w:val="lt-LT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A72A76" w:rsidRPr="009B5B97" w:rsidRDefault="00A72A76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A72A76" w:rsidRPr="009B5B97" w:rsidRDefault="00A72A76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A72A76" w:rsidRPr="009B5B97" w:rsidRDefault="00A72A76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A72A76" w:rsidRPr="009B5B97" w:rsidRDefault="00A72A76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A72A76" w:rsidP="009F5F06">
            <w:pPr>
              <w:jc w:val="center"/>
              <w:rPr>
                <w:lang w:val="lt-LT"/>
              </w:rPr>
            </w:pPr>
          </w:p>
          <w:p w:rsidR="00F1217C" w:rsidRPr="009B5B97" w:rsidRDefault="00F1217C" w:rsidP="00F1217C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A72A76" w:rsidRPr="009B5B97" w:rsidRDefault="00A72A76" w:rsidP="009F5F06">
            <w:pPr>
              <w:jc w:val="center"/>
              <w:rPr>
                <w:lang w:val="lt-LT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423346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  <w:p w:rsidR="00423346" w:rsidRPr="009B5B97" w:rsidRDefault="00423346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91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F1217C" w:rsidRDefault="00423346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  <w:p w:rsidR="00423346" w:rsidRPr="009B5B97" w:rsidRDefault="00423346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94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423346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423346" w:rsidRPr="009B5B97" w:rsidRDefault="00423346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76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423346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423346" w:rsidRPr="009B5B97" w:rsidRDefault="00423346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77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72A76" w:rsidRDefault="00EF0329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14</w:t>
            </w:r>
          </w:p>
          <w:p w:rsidR="00EF0329" w:rsidRPr="009B5B97" w:rsidRDefault="00EF0329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338</w:t>
            </w:r>
          </w:p>
        </w:tc>
      </w:tr>
    </w:tbl>
    <w:p w:rsidR="009B757C" w:rsidRDefault="009B757C" w:rsidP="0030385B">
      <w:pPr>
        <w:rPr>
          <w:lang w:val="lt-LT"/>
        </w:rPr>
      </w:pPr>
    </w:p>
    <w:p w:rsidR="002A48AD" w:rsidRDefault="002A48AD" w:rsidP="0030385B">
      <w:pPr>
        <w:rPr>
          <w:lang w:val="lt-LT"/>
        </w:rPr>
      </w:pPr>
    </w:p>
    <w:p w:rsidR="002179CB" w:rsidRDefault="002179CB" w:rsidP="0030385B">
      <w:pPr>
        <w:rPr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3488"/>
        <w:gridCol w:w="814"/>
        <w:gridCol w:w="870"/>
        <w:gridCol w:w="814"/>
        <w:gridCol w:w="814"/>
        <w:gridCol w:w="814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B5B97" w:rsidRPr="009B5B97" w:rsidTr="001D3795">
        <w:tc>
          <w:tcPr>
            <w:tcW w:w="651" w:type="dxa"/>
            <w:vMerge w:val="restart"/>
            <w:shd w:val="clear" w:color="auto" w:fill="auto"/>
            <w:vAlign w:val="center"/>
          </w:tcPr>
          <w:p w:rsidR="007E5B37" w:rsidRPr="009B5B97" w:rsidRDefault="007E5B37" w:rsidP="00A750C8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Eil. Nr.</w:t>
            </w:r>
          </w:p>
        </w:tc>
        <w:tc>
          <w:tcPr>
            <w:tcW w:w="3488" w:type="dxa"/>
            <w:vMerge w:val="restart"/>
            <w:shd w:val="clear" w:color="auto" w:fill="auto"/>
            <w:vAlign w:val="center"/>
          </w:tcPr>
          <w:p w:rsidR="007E5B37" w:rsidRPr="009B5B97" w:rsidRDefault="007E5B37" w:rsidP="00A750C8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Švietimo įstaigos pavadinimas</w:t>
            </w:r>
          </w:p>
        </w:tc>
        <w:tc>
          <w:tcPr>
            <w:tcW w:w="10647" w:type="dxa"/>
            <w:gridSpan w:val="13"/>
            <w:shd w:val="clear" w:color="auto" w:fill="auto"/>
          </w:tcPr>
          <w:p w:rsidR="007E5B37" w:rsidRPr="009B5B97" w:rsidRDefault="008A05BF" w:rsidP="00A750C8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K</w:t>
            </w:r>
            <w:r>
              <w:rPr>
                <w:lang w:val="lt-LT"/>
              </w:rPr>
              <w:t>lasių ir mokinių skaičius, ugdymo grupių</w:t>
            </w:r>
            <w:r w:rsidRPr="009B5B97">
              <w:rPr>
                <w:lang w:val="lt-LT"/>
              </w:rPr>
              <w:t xml:space="preserve"> ir vaikų skaičius</w:t>
            </w:r>
          </w:p>
        </w:tc>
      </w:tr>
      <w:tr w:rsidR="009B5B97" w:rsidRPr="009B5B97" w:rsidTr="0039343C">
        <w:trPr>
          <w:cantSplit/>
          <w:trHeight w:val="1839"/>
        </w:trPr>
        <w:tc>
          <w:tcPr>
            <w:tcW w:w="651" w:type="dxa"/>
            <w:vMerge/>
            <w:shd w:val="clear" w:color="auto" w:fill="auto"/>
          </w:tcPr>
          <w:p w:rsidR="007E5B37" w:rsidRPr="009B5B97" w:rsidRDefault="007E5B37" w:rsidP="0030385B">
            <w:pPr>
              <w:rPr>
                <w:lang w:val="lt-LT"/>
              </w:rPr>
            </w:pPr>
          </w:p>
        </w:tc>
        <w:tc>
          <w:tcPr>
            <w:tcW w:w="3488" w:type="dxa"/>
            <w:vMerge/>
            <w:shd w:val="clear" w:color="auto" w:fill="auto"/>
          </w:tcPr>
          <w:p w:rsidR="007E5B37" w:rsidRPr="009B5B97" w:rsidRDefault="007E5B37" w:rsidP="0030385B">
            <w:pPr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textDirection w:val="btLr"/>
            <w:vAlign w:val="center"/>
          </w:tcPr>
          <w:p w:rsidR="007E5B37" w:rsidRPr="009B5B97" w:rsidRDefault="007E5B37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Ikimokyklinis ugdymas</w:t>
            </w:r>
          </w:p>
        </w:tc>
        <w:tc>
          <w:tcPr>
            <w:tcW w:w="870" w:type="dxa"/>
            <w:shd w:val="clear" w:color="auto" w:fill="auto"/>
            <w:textDirection w:val="btLr"/>
            <w:vAlign w:val="center"/>
          </w:tcPr>
          <w:p w:rsidR="007E5B37" w:rsidRPr="009B5B97" w:rsidRDefault="007E5B37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Priešmokyklinis ugdymas</w:t>
            </w:r>
          </w:p>
        </w:tc>
        <w:tc>
          <w:tcPr>
            <w:tcW w:w="814" w:type="dxa"/>
            <w:shd w:val="clear" w:color="auto" w:fill="auto"/>
            <w:textDirection w:val="btLr"/>
            <w:vAlign w:val="center"/>
          </w:tcPr>
          <w:p w:rsidR="007E5B37" w:rsidRPr="009B5B97" w:rsidRDefault="007E5B37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1 klasė</w:t>
            </w:r>
          </w:p>
        </w:tc>
        <w:tc>
          <w:tcPr>
            <w:tcW w:w="814" w:type="dxa"/>
            <w:shd w:val="clear" w:color="auto" w:fill="auto"/>
            <w:textDirection w:val="btLr"/>
            <w:vAlign w:val="center"/>
          </w:tcPr>
          <w:p w:rsidR="007E5B37" w:rsidRPr="009B5B97" w:rsidRDefault="007E5B37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2 klasė</w:t>
            </w:r>
          </w:p>
        </w:tc>
        <w:tc>
          <w:tcPr>
            <w:tcW w:w="814" w:type="dxa"/>
            <w:shd w:val="clear" w:color="auto" w:fill="auto"/>
            <w:textDirection w:val="btLr"/>
            <w:vAlign w:val="center"/>
          </w:tcPr>
          <w:p w:rsidR="007E5B37" w:rsidRPr="009B5B97" w:rsidRDefault="007E5B37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3 klasė</w:t>
            </w:r>
          </w:p>
        </w:tc>
        <w:tc>
          <w:tcPr>
            <w:tcW w:w="815" w:type="dxa"/>
            <w:shd w:val="clear" w:color="auto" w:fill="auto"/>
            <w:textDirection w:val="btLr"/>
            <w:vAlign w:val="center"/>
          </w:tcPr>
          <w:p w:rsidR="007E5B37" w:rsidRPr="009B5B97" w:rsidRDefault="007E5B37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4 klasė</w:t>
            </w:r>
          </w:p>
        </w:tc>
        <w:tc>
          <w:tcPr>
            <w:tcW w:w="815" w:type="dxa"/>
            <w:shd w:val="clear" w:color="auto" w:fill="auto"/>
            <w:textDirection w:val="btLr"/>
            <w:vAlign w:val="center"/>
          </w:tcPr>
          <w:p w:rsidR="007E5B37" w:rsidRPr="009B5B97" w:rsidRDefault="007E5B37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5 klasė</w:t>
            </w:r>
          </w:p>
        </w:tc>
        <w:tc>
          <w:tcPr>
            <w:tcW w:w="815" w:type="dxa"/>
            <w:shd w:val="clear" w:color="auto" w:fill="auto"/>
            <w:textDirection w:val="btLr"/>
            <w:vAlign w:val="center"/>
          </w:tcPr>
          <w:p w:rsidR="007E5B37" w:rsidRPr="009B5B97" w:rsidRDefault="007E5B37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6 klasė</w:t>
            </w:r>
          </w:p>
        </w:tc>
        <w:tc>
          <w:tcPr>
            <w:tcW w:w="815" w:type="dxa"/>
            <w:shd w:val="clear" w:color="auto" w:fill="auto"/>
            <w:textDirection w:val="btLr"/>
            <w:vAlign w:val="center"/>
          </w:tcPr>
          <w:p w:rsidR="007E5B37" w:rsidRPr="009B5B97" w:rsidRDefault="007E5B37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7 klasė</w:t>
            </w:r>
          </w:p>
        </w:tc>
        <w:tc>
          <w:tcPr>
            <w:tcW w:w="815" w:type="dxa"/>
            <w:shd w:val="clear" w:color="auto" w:fill="auto"/>
            <w:textDirection w:val="btLr"/>
            <w:vAlign w:val="center"/>
          </w:tcPr>
          <w:p w:rsidR="007E5B37" w:rsidRPr="009B5B97" w:rsidRDefault="007E5B37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8 klasė</w:t>
            </w:r>
          </w:p>
        </w:tc>
        <w:tc>
          <w:tcPr>
            <w:tcW w:w="815" w:type="dxa"/>
            <w:shd w:val="clear" w:color="auto" w:fill="auto"/>
            <w:textDirection w:val="btLr"/>
            <w:vAlign w:val="center"/>
          </w:tcPr>
          <w:p w:rsidR="007E5B37" w:rsidRPr="009B5B97" w:rsidRDefault="007E5B37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9 (I) klasė</w:t>
            </w:r>
          </w:p>
        </w:tc>
        <w:tc>
          <w:tcPr>
            <w:tcW w:w="815" w:type="dxa"/>
            <w:shd w:val="clear" w:color="auto" w:fill="auto"/>
            <w:textDirection w:val="btLr"/>
            <w:vAlign w:val="center"/>
          </w:tcPr>
          <w:p w:rsidR="007E5B37" w:rsidRPr="009B5B97" w:rsidRDefault="007E5B37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10 (II) klasė</w:t>
            </w:r>
          </w:p>
        </w:tc>
        <w:tc>
          <w:tcPr>
            <w:tcW w:w="816" w:type="dxa"/>
            <w:shd w:val="clear" w:color="auto" w:fill="auto"/>
            <w:textDirection w:val="btLr"/>
            <w:vAlign w:val="center"/>
          </w:tcPr>
          <w:p w:rsidR="007E5B37" w:rsidRPr="009B5B97" w:rsidRDefault="007E5B37" w:rsidP="00A750C8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Iš viso</w:t>
            </w:r>
          </w:p>
        </w:tc>
      </w:tr>
      <w:tr w:rsidR="00FC413D" w:rsidRPr="009B5B97" w:rsidTr="0039343C">
        <w:tc>
          <w:tcPr>
            <w:tcW w:w="651" w:type="dxa"/>
            <w:vMerge w:val="restart"/>
            <w:shd w:val="clear" w:color="auto" w:fill="auto"/>
            <w:vAlign w:val="center"/>
          </w:tcPr>
          <w:p w:rsidR="00FC413D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</w:t>
            </w:r>
            <w:r w:rsidR="00FC413D" w:rsidRPr="009B5B97">
              <w:rPr>
                <w:lang w:val="lt-LT"/>
              </w:rPr>
              <w:t>.</w:t>
            </w:r>
          </w:p>
        </w:tc>
        <w:tc>
          <w:tcPr>
            <w:tcW w:w="3488" w:type="dxa"/>
            <w:shd w:val="clear" w:color="auto" w:fill="auto"/>
            <w:vAlign w:val="center"/>
          </w:tcPr>
          <w:p w:rsidR="00FC413D" w:rsidRPr="00704C2F" w:rsidRDefault="00FC413D" w:rsidP="00EC2008">
            <w:pPr>
              <w:rPr>
                <w:lang w:val="lt-LT"/>
              </w:rPr>
            </w:pPr>
            <w:r w:rsidRPr="00704C2F">
              <w:rPr>
                <w:lang w:val="lt-LT"/>
              </w:rPr>
              <w:t xml:space="preserve">Telšių „Ateities“ progimnazija </w:t>
            </w:r>
          </w:p>
          <w:p w:rsidR="00FC413D" w:rsidRPr="00704C2F" w:rsidRDefault="00FC413D" w:rsidP="00EC2008">
            <w:pPr>
              <w:rPr>
                <w:lang w:val="lt-LT"/>
              </w:rPr>
            </w:pPr>
            <w:r w:rsidRPr="00704C2F">
              <w:rPr>
                <w:lang w:val="lt-LT"/>
              </w:rPr>
              <w:t>(iš jų:)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FC413D" w:rsidRDefault="00726725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17</w:t>
            </w:r>
          </w:p>
          <w:p w:rsidR="00726725" w:rsidRPr="009B5B97" w:rsidRDefault="00726725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394</w:t>
            </w:r>
          </w:p>
        </w:tc>
      </w:tr>
      <w:tr w:rsidR="00FC413D" w:rsidRPr="009B5B97" w:rsidTr="0039343C">
        <w:tc>
          <w:tcPr>
            <w:tcW w:w="651" w:type="dxa"/>
            <w:vMerge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3488" w:type="dxa"/>
            <w:shd w:val="clear" w:color="auto" w:fill="auto"/>
            <w:vAlign w:val="center"/>
          </w:tcPr>
          <w:p w:rsidR="00FC413D" w:rsidRPr="00704C2F" w:rsidRDefault="00FC413D" w:rsidP="00EC2008">
            <w:pPr>
              <w:rPr>
                <w:lang w:val="lt-LT"/>
              </w:rPr>
            </w:pPr>
            <w:r w:rsidRPr="00704C2F">
              <w:rPr>
                <w:lang w:val="lt-LT"/>
              </w:rPr>
              <w:t>„Ateities“ progimnazija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C413D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423346" w:rsidRPr="009B5B97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  <w:r w:rsidR="00823A3A">
              <w:rPr>
                <w:lang w:val="lt-LT"/>
              </w:rPr>
              <w:t>6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C413D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423346" w:rsidRPr="009B5B97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51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C413D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423346" w:rsidRPr="009B5B97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40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C413D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423346" w:rsidRPr="009B5B97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46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C413D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423346" w:rsidRPr="009B5B97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C413D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423346" w:rsidRPr="009B5B97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58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C413D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423346" w:rsidRPr="009B5B97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34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C413D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423346" w:rsidRPr="009B5B97" w:rsidRDefault="00423346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44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5435D7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5435D7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FC413D" w:rsidRDefault="00726725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16</w:t>
            </w:r>
          </w:p>
          <w:p w:rsidR="00726725" w:rsidRPr="009B5B97" w:rsidRDefault="00726725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378</w:t>
            </w:r>
          </w:p>
        </w:tc>
      </w:tr>
      <w:tr w:rsidR="00FC413D" w:rsidRPr="009B5B97" w:rsidTr="0039343C">
        <w:tc>
          <w:tcPr>
            <w:tcW w:w="651" w:type="dxa"/>
            <w:vMerge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3488" w:type="dxa"/>
            <w:shd w:val="clear" w:color="auto" w:fill="auto"/>
            <w:vAlign w:val="center"/>
          </w:tcPr>
          <w:p w:rsidR="00FC413D" w:rsidRPr="00704C2F" w:rsidRDefault="00FC413D" w:rsidP="00EC2008">
            <w:pPr>
              <w:rPr>
                <w:lang w:val="lt-LT"/>
              </w:rPr>
            </w:pPr>
            <w:proofErr w:type="spellStart"/>
            <w:r w:rsidRPr="00704C2F">
              <w:rPr>
                <w:lang w:val="lt-LT"/>
              </w:rPr>
              <w:t>Degaičių</w:t>
            </w:r>
            <w:proofErr w:type="spellEnd"/>
            <w:r w:rsidRPr="00704C2F">
              <w:rPr>
                <w:lang w:val="lt-LT"/>
              </w:rPr>
              <w:t xml:space="preserve"> skyrius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C413D" w:rsidRDefault="00423346" w:rsidP="00BD7041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423346" w:rsidRPr="009B5B97" w:rsidRDefault="00423346" w:rsidP="00BD7041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16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C413D" w:rsidRPr="009B5B97" w:rsidRDefault="00FC413D" w:rsidP="00A750C8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FC413D" w:rsidRDefault="00726725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726725" w:rsidRPr="009B5B97" w:rsidRDefault="00726725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16</w:t>
            </w:r>
          </w:p>
        </w:tc>
      </w:tr>
      <w:tr w:rsidR="00F10473" w:rsidRPr="009B5B97" w:rsidTr="0039343C">
        <w:tc>
          <w:tcPr>
            <w:tcW w:w="651" w:type="dxa"/>
            <w:vMerge w:val="restart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8.</w:t>
            </w:r>
          </w:p>
        </w:tc>
        <w:tc>
          <w:tcPr>
            <w:tcW w:w="3488" w:type="dxa"/>
            <w:shd w:val="clear" w:color="auto" w:fill="auto"/>
            <w:vAlign w:val="center"/>
          </w:tcPr>
          <w:p w:rsidR="00F10473" w:rsidRPr="00704C2F" w:rsidRDefault="00F10473" w:rsidP="009F5F06">
            <w:pPr>
              <w:rPr>
                <w:lang w:val="lt-LT"/>
              </w:rPr>
            </w:pPr>
            <w:r w:rsidRPr="00704C2F">
              <w:rPr>
                <w:lang w:val="lt-LT"/>
              </w:rPr>
              <w:t>Telšių „Atžalyno“ progimnazija (iš jų:)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F10473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25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494</w:t>
            </w:r>
          </w:p>
        </w:tc>
      </w:tr>
      <w:tr w:rsidR="00F10473" w:rsidRPr="009B5B97" w:rsidTr="0039343C">
        <w:tc>
          <w:tcPr>
            <w:tcW w:w="651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3488" w:type="dxa"/>
            <w:shd w:val="clear" w:color="auto" w:fill="auto"/>
            <w:vAlign w:val="center"/>
          </w:tcPr>
          <w:p w:rsidR="00F10473" w:rsidRPr="00704C2F" w:rsidRDefault="00F10473" w:rsidP="009F5F06">
            <w:pPr>
              <w:rPr>
                <w:lang w:val="lt-LT"/>
              </w:rPr>
            </w:pPr>
            <w:r w:rsidRPr="00704C2F">
              <w:rPr>
                <w:lang w:val="lt-LT"/>
              </w:rPr>
              <w:t>„Atžalyno“ progimnazija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10473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0473" w:rsidRPr="009B5B97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46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10473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0473" w:rsidRPr="009B5B97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48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10473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F10473" w:rsidRPr="009B5B97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58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10473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0473" w:rsidRPr="009B5B97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48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10473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0473" w:rsidRPr="009B5B97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54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10473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0473" w:rsidRPr="009B5B97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51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10473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0473" w:rsidRPr="009B5B97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31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10473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F10473" w:rsidRPr="009B5B97" w:rsidRDefault="00F10473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66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10473" w:rsidRPr="009B5B97" w:rsidRDefault="00F10473" w:rsidP="009F5F06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F10473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18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402</w:t>
            </w:r>
          </w:p>
        </w:tc>
      </w:tr>
      <w:tr w:rsidR="00F10473" w:rsidRPr="009B5B97" w:rsidTr="00F1217C">
        <w:trPr>
          <w:trHeight w:val="285"/>
        </w:trPr>
        <w:tc>
          <w:tcPr>
            <w:tcW w:w="651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3488" w:type="dxa"/>
            <w:vMerge w:val="restart"/>
            <w:shd w:val="clear" w:color="auto" w:fill="auto"/>
            <w:vAlign w:val="center"/>
          </w:tcPr>
          <w:p w:rsidR="00F10473" w:rsidRPr="00704C2F" w:rsidRDefault="00F10473" w:rsidP="00EC2008">
            <w:pPr>
              <w:rPr>
                <w:lang w:val="lt-LT"/>
              </w:rPr>
            </w:pPr>
            <w:proofErr w:type="spellStart"/>
            <w:r w:rsidRPr="00704C2F">
              <w:rPr>
                <w:lang w:val="lt-LT"/>
              </w:rPr>
              <w:t>Ryškėnų</w:t>
            </w:r>
            <w:proofErr w:type="spellEnd"/>
            <w:r w:rsidRPr="00704C2F">
              <w:rPr>
                <w:lang w:val="lt-LT"/>
              </w:rPr>
              <w:t xml:space="preserve"> skyrius</w:t>
            </w: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 w:rsidR="00F10473" w:rsidRDefault="00F10473" w:rsidP="00BD7041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10473" w:rsidRDefault="00F10473" w:rsidP="00BD7041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36</w:t>
            </w:r>
          </w:p>
        </w:tc>
        <w:tc>
          <w:tcPr>
            <w:tcW w:w="870" w:type="dxa"/>
            <w:vMerge w:val="restart"/>
            <w:shd w:val="clear" w:color="auto" w:fill="auto"/>
            <w:vAlign w:val="center"/>
          </w:tcPr>
          <w:p w:rsidR="00F10473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  <w:r w:rsidR="0084325E">
              <w:rPr>
                <w:lang w:val="lt-LT"/>
              </w:rPr>
              <w:t xml:space="preserve"> (mišri)</w:t>
            </w:r>
          </w:p>
          <w:p w:rsidR="00F10473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</w:t>
            </w:r>
          </w:p>
        </w:tc>
        <w:tc>
          <w:tcPr>
            <w:tcW w:w="3257" w:type="dxa"/>
            <w:gridSpan w:val="4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 (jungtinė 1, 2, 4 klasė)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F10473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vMerge w:val="restart"/>
            <w:shd w:val="clear" w:color="auto" w:fill="auto"/>
            <w:vAlign w:val="center"/>
          </w:tcPr>
          <w:p w:rsidR="00F10473" w:rsidRDefault="00726725" w:rsidP="00FC413D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  <w:p w:rsidR="00726725" w:rsidRDefault="00726725" w:rsidP="00FC413D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54</w:t>
            </w:r>
          </w:p>
        </w:tc>
      </w:tr>
      <w:tr w:rsidR="00F10473" w:rsidRPr="009B5B97" w:rsidTr="007065E2">
        <w:trPr>
          <w:trHeight w:val="285"/>
        </w:trPr>
        <w:tc>
          <w:tcPr>
            <w:tcW w:w="651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3488" w:type="dxa"/>
            <w:vMerge/>
            <w:shd w:val="clear" w:color="auto" w:fill="auto"/>
            <w:vAlign w:val="center"/>
          </w:tcPr>
          <w:p w:rsidR="00F10473" w:rsidRPr="00704C2F" w:rsidRDefault="00F10473" w:rsidP="00EC2008">
            <w:pPr>
              <w:rPr>
                <w:lang w:val="lt-LT"/>
              </w:rPr>
            </w:pPr>
          </w:p>
        </w:tc>
        <w:tc>
          <w:tcPr>
            <w:tcW w:w="814" w:type="dxa"/>
            <w:vMerge/>
            <w:shd w:val="clear" w:color="auto" w:fill="auto"/>
            <w:vAlign w:val="center"/>
          </w:tcPr>
          <w:p w:rsidR="00F10473" w:rsidRDefault="00F10473" w:rsidP="00BD7041">
            <w:pPr>
              <w:jc w:val="center"/>
              <w:rPr>
                <w:lang w:val="lt-LT"/>
              </w:rPr>
            </w:pP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F10473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F10473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F10473" w:rsidRDefault="00F10473" w:rsidP="00FC413D">
            <w:pPr>
              <w:jc w:val="center"/>
              <w:rPr>
                <w:lang w:val="lt-LT"/>
              </w:rPr>
            </w:pPr>
          </w:p>
        </w:tc>
      </w:tr>
      <w:tr w:rsidR="00F10473" w:rsidRPr="009B5B97" w:rsidTr="00F1217C">
        <w:trPr>
          <w:trHeight w:val="285"/>
        </w:trPr>
        <w:tc>
          <w:tcPr>
            <w:tcW w:w="651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3488" w:type="dxa"/>
            <w:vMerge w:val="restart"/>
            <w:shd w:val="clear" w:color="auto" w:fill="auto"/>
            <w:vAlign w:val="center"/>
          </w:tcPr>
          <w:p w:rsidR="00F10473" w:rsidRPr="00704C2F" w:rsidRDefault="00F10473" w:rsidP="00EC2008">
            <w:pPr>
              <w:rPr>
                <w:lang w:val="lt-LT"/>
              </w:rPr>
            </w:pPr>
            <w:r w:rsidRPr="00704C2F">
              <w:rPr>
                <w:lang w:val="lt-LT"/>
              </w:rPr>
              <w:t>Žarėnų skyrius</w:t>
            </w:r>
          </w:p>
        </w:tc>
        <w:tc>
          <w:tcPr>
            <w:tcW w:w="1684" w:type="dxa"/>
            <w:gridSpan w:val="2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 (1 mišri)</w:t>
            </w:r>
          </w:p>
        </w:tc>
        <w:tc>
          <w:tcPr>
            <w:tcW w:w="3257" w:type="dxa"/>
            <w:gridSpan w:val="4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 (jungtinė 1, 2, 3, 4 klasė)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F10473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vMerge w:val="restart"/>
            <w:shd w:val="clear" w:color="auto" w:fill="auto"/>
            <w:vAlign w:val="center"/>
          </w:tcPr>
          <w:p w:rsidR="00F10473" w:rsidRDefault="00726725" w:rsidP="00FC413D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726725" w:rsidRDefault="00726725" w:rsidP="00FC413D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38</w:t>
            </w:r>
          </w:p>
        </w:tc>
      </w:tr>
      <w:tr w:rsidR="00F10473" w:rsidRPr="009B5B97" w:rsidTr="007065E2">
        <w:trPr>
          <w:trHeight w:val="285"/>
        </w:trPr>
        <w:tc>
          <w:tcPr>
            <w:tcW w:w="651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3488" w:type="dxa"/>
            <w:vMerge/>
            <w:shd w:val="clear" w:color="auto" w:fill="auto"/>
            <w:vAlign w:val="center"/>
          </w:tcPr>
          <w:p w:rsidR="00F10473" w:rsidRPr="00704C2F" w:rsidRDefault="00F10473" w:rsidP="00EC2008">
            <w:pPr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10473" w:rsidRDefault="00F10473" w:rsidP="00BD7041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19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F10473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F10473" w:rsidRPr="009B5B97" w:rsidRDefault="00F10473" w:rsidP="00A750C8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F10473" w:rsidRDefault="00F10473" w:rsidP="00FC413D">
            <w:pPr>
              <w:jc w:val="center"/>
              <w:rPr>
                <w:lang w:val="lt-LT"/>
              </w:rPr>
            </w:pPr>
          </w:p>
        </w:tc>
      </w:tr>
      <w:tr w:rsidR="00755953" w:rsidRPr="009B5B97" w:rsidTr="0039343C">
        <w:tc>
          <w:tcPr>
            <w:tcW w:w="651" w:type="dxa"/>
            <w:shd w:val="clear" w:color="auto" w:fill="auto"/>
            <w:vAlign w:val="center"/>
          </w:tcPr>
          <w:p w:rsidR="00755953" w:rsidRPr="009B5B97" w:rsidRDefault="00F10473" w:rsidP="00F10473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9</w:t>
            </w:r>
            <w:r w:rsidR="00755953">
              <w:rPr>
                <w:lang w:val="lt-LT"/>
              </w:rPr>
              <w:t>.</w:t>
            </w:r>
          </w:p>
        </w:tc>
        <w:tc>
          <w:tcPr>
            <w:tcW w:w="3488" w:type="dxa"/>
            <w:shd w:val="clear" w:color="auto" w:fill="auto"/>
            <w:vAlign w:val="center"/>
          </w:tcPr>
          <w:p w:rsidR="00755953" w:rsidRPr="00704C2F" w:rsidRDefault="00755953" w:rsidP="009F5F06">
            <w:pPr>
              <w:rPr>
                <w:lang w:val="lt-LT"/>
              </w:rPr>
            </w:pPr>
            <w:r w:rsidRPr="00704C2F">
              <w:rPr>
                <w:lang w:val="lt-LT"/>
              </w:rPr>
              <w:t>Telšių „Germanto“ progimnazija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55953" w:rsidRPr="009B5B97" w:rsidRDefault="00755953" w:rsidP="009F5F06">
            <w:pPr>
              <w:jc w:val="center"/>
              <w:rPr>
                <w:lang w:val="lt-LT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755953" w:rsidRPr="009B5B97" w:rsidRDefault="00755953" w:rsidP="009F5F06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755953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603E1" w:rsidRPr="009B5B97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  <w:r w:rsidR="00823A3A">
              <w:rPr>
                <w:lang w:val="lt-LT"/>
              </w:rPr>
              <w:t>6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55953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603E1" w:rsidRPr="009B5B97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50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55953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603E1" w:rsidRPr="009B5B97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51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55953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603E1" w:rsidRPr="009B5B97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52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55953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603E1" w:rsidRPr="009B5B97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58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55953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603E1" w:rsidRPr="009B5B97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58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55953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603E1" w:rsidRPr="009B5B97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46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55953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F603E1" w:rsidRPr="009B5B97" w:rsidRDefault="00F603E1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46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55953" w:rsidRPr="009B5B97" w:rsidRDefault="00755953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755953" w:rsidRPr="009B5B97" w:rsidRDefault="00755953" w:rsidP="009F5F06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755953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16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407</w:t>
            </w:r>
          </w:p>
        </w:tc>
      </w:tr>
      <w:tr w:rsidR="00E61776" w:rsidRPr="009B5B97" w:rsidTr="0039343C">
        <w:tc>
          <w:tcPr>
            <w:tcW w:w="651" w:type="dxa"/>
            <w:shd w:val="clear" w:color="auto" w:fill="auto"/>
            <w:vAlign w:val="center"/>
          </w:tcPr>
          <w:p w:rsidR="00E61776" w:rsidRPr="009B5B97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</w:t>
            </w:r>
            <w:r w:rsidR="00E61776">
              <w:rPr>
                <w:lang w:val="lt-LT"/>
              </w:rPr>
              <w:t>.</w:t>
            </w:r>
          </w:p>
        </w:tc>
        <w:tc>
          <w:tcPr>
            <w:tcW w:w="3488" w:type="dxa"/>
            <w:shd w:val="clear" w:color="auto" w:fill="auto"/>
            <w:vAlign w:val="center"/>
          </w:tcPr>
          <w:p w:rsidR="00E61776" w:rsidRPr="00704C2F" w:rsidRDefault="00E61776" w:rsidP="009F5F06">
            <w:pPr>
              <w:rPr>
                <w:lang w:val="lt-LT"/>
              </w:rPr>
            </w:pPr>
            <w:r w:rsidRPr="00704C2F">
              <w:rPr>
                <w:lang w:val="lt-LT"/>
              </w:rPr>
              <w:t>Telšių „Kranto“ progimnazija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61776" w:rsidRPr="009B5B97" w:rsidRDefault="00E61776" w:rsidP="009F5F06">
            <w:pPr>
              <w:jc w:val="center"/>
              <w:rPr>
                <w:lang w:val="lt-LT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E61776" w:rsidRPr="009B5B97" w:rsidRDefault="00E61776" w:rsidP="009F5F06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E61776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823A3A" w:rsidRPr="009B5B97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46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61776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823A3A" w:rsidRPr="009B5B97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64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61776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823A3A" w:rsidRPr="009B5B97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62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61776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823A3A" w:rsidRPr="009B5B97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65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61776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823A3A" w:rsidRPr="009B5B97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87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61776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823A3A" w:rsidRPr="009B5B97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83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23A3A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823A3A" w:rsidRPr="009B5B97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75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61776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  <w:p w:rsidR="00823A3A" w:rsidRPr="009B5B97" w:rsidRDefault="00823A3A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75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61776" w:rsidRPr="009B5B97" w:rsidRDefault="00E61776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E61776" w:rsidRPr="009B5B97" w:rsidRDefault="00E61776" w:rsidP="009F5F06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E61776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23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557</w:t>
            </w:r>
          </w:p>
        </w:tc>
      </w:tr>
      <w:tr w:rsidR="0034167D" w:rsidRPr="009B5B97" w:rsidTr="006774FA">
        <w:trPr>
          <w:trHeight w:val="252"/>
        </w:trPr>
        <w:tc>
          <w:tcPr>
            <w:tcW w:w="651" w:type="dxa"/>
            <w:vMerge w:val="restart"/>
            <w:shd w:val="clear" w:color="auto" w:fill="auto"/>
            <w:vAlign w:val="center"/>
          </w:tcPr>
          <w:p w:rsidR="0034167D" w:rsidRPr="009B5B97" w:rsidRDefault="0034167D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11.</w:t>
            </w:r>
          </w:p>
        </w:tc>
        <w:tc>
          <w:tcPr>
            <w:tcW w:w="3488" w:type="dxa"/>
            <w:vMerge w:val="restart"/>
            <w:shd w:val="clear" w:color="auto" w:fill="auto"/>
            <w:vAlign w:val="center"/>
          </w:tcPr>
          <w:p w:rsidR="0034167D" w:rsidRPr="00704C2F" w:rsidRDefault="0034167D" w:rsidP="009F5F06">
            <w:pPr>
              <w:rPr>
                <w:lang w:val="lt-LT"/>
              </w:rPr>
            </w:pPr>
            <w:r w:rsidRPr="00704C2F">
              <w:rPr>
                <w:lang w:val="lt-LT"/>
              </w:rPr>
              <w:t xml:space="preserve">Telšių r. </w:t>
            </w:r>
            <w:proofErr w:type="spellStart"/>
            <w:r w:rsidRPr="00704C2F">
              <w:rPr>
                <w:lang w:val="lt-LT"/>
              </w:rPr>
              <w:t>Nevarėnų</w:t>
            </w:r>
            <w:proofErr w:type="spellEnd"/>
            <w:r w:rsidRPr="00704C2F">
              <w:rPr>
                <w:lang w:val="lt-LT"/>
              </w:rPr>
              <w:t xml:space="preserve"> pagrindinė mokykla</w:t>
            </w:r>
          </w:p>
        </w:tc>
        <w:tc>
          <w:tcPr>
            <w:tcW w:w="1684" w:type="dxa"/>
            <w:gridSpan w:val="2"/>
            <w:shd w:val="clear" w:color="auto" w:fill="auto"/>
            <w:vAlign w:val="center"/>
          </w:tcPr>
          <w:p w:rsidR="0034167D" w:rsidRPr="009B5B97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 (1 mišri)</w:t>
            </w: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34167D" w:rsidRPr="009B5B97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8</w:t>
            </w: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34167D" w:rsidRPr="009B5B97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</w:t>
            </w: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34167D" w:rsidRPr="009B5B97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8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34167D" w:rsidRPr="009B5B97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34167D" w:rsidRPr="009B5B97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17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34167D" w:rsidRPr="009B5B97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34167D" w:rsidRPr="009B5B97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11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34167D" w:rsidRPr="009B5B97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34167D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8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34167D" w:rsidRPr="009B5B97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13</w:t>
            </w:r>
          </w:p>
        </w:tc>
        <w:tc>
          <w:tcPr>
            <w:tcW w:w="816" w:type="dxa"/>
            <w:vMerge w:val="restart"/>
            <w:shd w:val="clear" w:color="auto" w:fill="auto"/>
            <w:vAlign w:val="center"/>
          </w:tcPr>
          <w:p w:rsidR="0034167D" w:rsidRDefault="002A0DEB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</w:t>
            </w:r>
          </w:p>
          <w:p w:rsidR="002A0DEB" w:rsidRPr="009B5B97" w:rsidRDefault="002A0DEB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129</w:t>
            </w:r>
          </w:p>
        </w:tc>
      </w:tr>
      <w:tr w:rsidR="0034167D" w:rsidRPr="009B5B97" w:rsidTr="0039343C">
        <w:trPr>
          <w:trHeight w:val="251"/>
        </w:trPr>
        <w:tc>
          <w:tcPr>
            <w:tcW w:w="651" w:type="dxa"/>
            <w:vMerge/>
            <w:shd w:val="clear" w:color="auto" w:fill="auto"/>
            <w:vAlign w:val="center"/>
          </w:tcPr>
          <w:p w:rsidR="0034167D" w:rsidRDefault="0034167D" w:rsidP="00A750C8">
            <w:pPr>
              <w:jc w:val="center"/>
              <w:rPr>
                <w:lang w:val="lt-LT"/>
              </w:rPr>
            </w:pPr>
          </w:p>
        </w:tc>
        <w:tc>
          <w:tcPr>
            <w:tcW w:w="3488" w:type="dxa"/>
            <w:vMerge/>
            <w:shd w:val="clear" w:color="auto" w:fill="auto"/>
            <w:vAlign w:val="center"/>
          </w:tcPr>
          <w:p w:rsidR="0034167D" w:rsidRPr="00704C2F" w:rsidRDefault="0034167D" w:rsidP="009F5F06">
            <w:pPr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34167D" w:rsidRPr="009B5B97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18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34167D" w:rsidRPr="009B5B97" w:rsidRDefault="0034167D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814" w:type="dxa"/>
            <w:vMerge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vMerge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vMerge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34167D" w:rsidRDefault="0034167D" w:rsidP="009F5F06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34167D" w:rsidRPr="009B5B97" w:rsidRDefault="0034167D" w:rsidP="009F5F06">
            <w:pPr>
              <w:jc w:val="center"/>
              <w:rPr>
                <w:lang w:val="lt-LT"/>
              </w:rPr>
            </w:pPr>
          </w:p>
        </w:tc>
      </w:tr>
      <w:tr w:rsidR="00EE6B25" w:rsidRPr="009B5B97" w:rsidTr="00572593">
        <w:trPr>
          <w:trHeight w:val="461"/>
        </w:trPr>
        <w:tc>
          <w:tcPr>
            <w:tcW w:w="651" w:type="dxa"/>
            <w:vMerge w:val="restart"/>
            <w:shd w:val="clear" w:color="auto" w:fill="auto"/>
            <w:vAlign w:val="center"/>
          </w:tcPr>
          <w:p w:rsidR="00EE6B25" w:rsidRDefault="00F10473" w:rsidP="00A750C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12.</w:t>
            </w:r>
          </w:p>
        </w:tc>
        <w:tc>
          <w:tcPr>
            <w:tcW w:w="3488" w:type="dxa"/>
            <w:vMerge w:val="restart"/>
            <w:shd w:val="clear" w:color="auto" w:fill="auto"/>
            <w:vAlign w:val="center"/>
          </w:tcPr>
          <w:p w:rsidR="00EE6B25" w:rsidRPr="00704C2F" w:rsidRDefault="00EE6B25" w:rsidP="009F5F06">
            <w:pPr>
              <w:rPr>
                <w:lang w:val="lt-LT"/>
              </w:rPr>
            </w:pPr>
            <w:r w:rsidRPr="00704C2F">
              <w:rPr>
                <w:lang w:val="lt-LT"/>
              </w:rPr>
              <w:t>Telšių r. Upynos pagrindinė mokykla</w:t>
            </w: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EE6B25" w:rsidRPr="009B5B97" w:rsidRDefault="00EE6B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25</w:t>
            </w:r>
          </w:p>
        </w:tc>
        <w:tc>
          <w:tcPr>
            <w:tcW w:w="870" w:type="dxa"/>
            <w:vMerge w:val="restart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 (mišri)</w:t>
            </w:r>
          </w:p>
          <w:p w:rsidR="00EE6B25" w:rsidRPr="009B5B97" w:rsidRDefault="00EE6B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</w:t>
            </w:r>
          </w:p>
        </w:tc>
        <w:tc>
          <w:tcPr>
            <w:tcW w:w="1628" w:type="dxa"/>
            <w:gridSpan w:val="2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 xml:space="preserve">1 (jungtinė </w:t>
            </w:r>
          </w:p>
          <w:p w:rsidR="00EE6B25" w:rsidRDefault="00EE6B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1, 2 klasė)</w:t>
            </w:r>
          </w:p>
        </w:tc>
        <w:tc>
          <w:tcPr>
            <w:tcW w:w="1629" w:type="dxa"/>
            <w:gridSpan w:val="2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 xml:space="preserve">1 (jungtinė </w:t>
            </w:r>
          </w:p>
          <w:p w:rsidR="00EE6B25" w:rsidRDefault="00EE6B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3, 4 klasė)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vMerge w:val="restart"/>
            <w:shd w:val="clear" w:color="auto" w:fill="auto"/>
            <w:vAlign w:val="center"/>
          </w:tcPr>
          <w:p w:rsidR="00EE6B25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62</w:t>
            </w:r>
          </w:p>
        </w:tc>
      </w:tr>
      <w:tr w:rsidR="00EE6B25" w:rsidRPr="009B5B97" w:rsidTr="0039343C">
        <w:trPr>
          <w:trHeight w:val="460"/>
        </w:trPr>
        <w:tc>
          <w:tcPr>
            <w:tcW w:w="651" w:type="dxa"/>
            <w:vMerge/>
            <w:shd w:val="clear" w:color="auto" w:fill="auto"/>
            <w:vAlign w:val="center"/>
          </w:tcPr>
          <w:p w:rsidR="00EE6B25" w:rsidRDefault="00EE6B25" w:rsidP="00A750C8">
            <w:pPr>
              <w:jc w:val="center"/>
              <w:rPr>
                <w:lang w:val="lt-LT"/>
              </w:rPr>
            </w:pPr>
          </w:p>
        </w:tc>
        <w:tc>
          <w:tcPr>
            <w:tcW w:w="3488" w:type="dxa"/>
            <w:vMerge/>
            <w:shd w:val="clear" w:color="auto" w:fill="auto"/>
            <w:vAlign w:val="center"/>
          </w:tcPr>
          <w:p w:rsidR="00EE6B25" w:rsidRPr="009B5B97" w:rsidRDefault="00EE6B25" w:rsidP="009F5F06">
            <w:pPr>
              <w:rPr>
                <w:lang w:val="lt-LT"/>
              </w:rPr>
            </w:pPr>
          </w:p>
        </w:tc>
        <w:tc>
          <w:tcPr>
            <w:tcW w:w="814" w:type="dxa"/>
            <w:vMerge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</w:t>
            </w: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15" w:type="dxa"/>
            <w:vMerge/>
            <w:shd w:val="clear" w:color="auto" w:fill="auto"/>
            <w:vAlign w:val="center"/>
          </w:tcPr>
          <w:p w:rsidR="00EE6B25" w:rsidRDefault="00EE6B25" w:rsidP="009F5F06">
            <w:pPr>
              <w:jc w:val="center"/>
              <w:rPr>
                <w:lang w:val="lt-LT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EE6B25" w:rsidRPr="009B5B97" w:rsidRDefault="00EE6B25" w:rsidP="009F5F06">
            <w:pPr>
              <w:jc w:val="center"/>
              <w:rPr>
                <w:lang w:val="lt-LT"/>
              </w:rPr>
            </w:pPr>
          </w:p>
        </w:tc>
      </w:tr>
    </w:tbl>
    <w:p w:rsidR="00FC1442" w:rsidRDefault="00FC1442" w:rsidP="0030385B">
      <w:pPr>
        <w:rPr>
          <w:lang w:val="lt-LT"/>
        </w:rPr>
      </w:pPr>
    </w:p>
    <w:p w:rsidR="00F10473" w:rsidRDefault="00F10473" w:rsidP="0030385B">
      <w:pPr>
        <w:rPr>
          <w:lang w:val="lt-LT"/>
        </w:rPr>
      </w:pPr>
    </w:p>
    <w:p w:rsidR="00F10473" w:rsidRDefault="00F10473" w:rsidP="0030385B">
      <w:pPr>
        <w:rPr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3419"/>
        <w:gridCol w:w="804"/>
        <w:gridCol w:w="870"/>
        <w:gridCol w:w="850"/>
        <w:gridCol w:w="949"/>
        <w:gridCol w:w="805"/>
        <w:gridCol w:w="806"/>
        <w:gridCol w:w="805"/>
        <w:gridCol w:w="805"/>
        <w:gridCol w:w="805"/>
        <w:gridCol w:w="805"/>
        <w:gridCol w:w="805"/>
        <w:gridCol w:w="805"/>
        <w:gridCol w:w="806"/>
      </w:tblGrid>
      <w:tr w:rsidR="002C4389" w:rsidRPr="009B5B97" w:rsidTr="00F10473">
        <w:tc>
          <w:tcPr>
            <w:tcW w:w="647" w:type="dxa"/>
            <w:vMerge w:val="restart"/>
            <w:shd w:val="clear" w:color="auto" w:fill="auto"/>
            <w:vAlign w:val="center"/>
          </w:tcPr>
          <w:p w:rsidR="002C4389" w:rsidRPr="009B5B97" w:rsidRDefault="002C4389" w:rsidP="005435D7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Eil. Nr.</w:t>
            </w:r>
          </w:p>
        </w:tc>
        <w:tc>
          <w:tcPr>
            <w:tcW w:w="3419" w:type="dxa"/>
            <w:vMerge w:val="restart"/>
            <w:shd w:val="clear" w:color="auto" w:fill="auto"/>
            <w:vAlign w:val="center"/>
          </w:tcPr>
          <w:p w:rsidR="002C4389" w:rsidRPr="009B5B97" w:rsidRDefault="002C4389" w:rsidP="005435D7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Švietimo įstaigos pavadinimas</w:t>
            </w:r>
          </w:p>
        </w:tc>
        <w:tc>
          <w:tcPr>
            <w:tcW w:w="10720" w:type="dxa"/>
            <w:gridSpan w:val="13"/>
            <w:shd w:val="clear" w:color="auto" w:fill="auto"/>
          </w:tcPr>
          <w:p w:rsidR="002C4389" w:rsidRPr="009B5B97" w:rsidRDefault="008A05BF" w:rsidP="005435D7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K</w:t>
            </w:r>
            <w:r>
              <w:rPr>
                <w:lang w:val="lt-LT"/>
              </w:rPr>
              <w:t>lasių ir mokinių skaičius, ugdymo grupių</w:t>
            </w:r>
            <w:r w:rsidRPr="009B5B97">
              <w:rPr>
                <w:lang w:val="lt-LT"/>
              </w:rPr>
              <w:t xml:space="preserve"> ir vaikų skaičius</w:t>
            </w:r>
          </w:p>
        </w:tc>
      </w:tr>
      <w:tr w:rsidR="002C4389" w:rsidRPr="009B5B97" w:rsidTr="00F10473">
        <w:trPr>
          <w:cantSplit/>
          <w:trHeight w:val="1839"/>
        </w:trPr>
        <w:tc>
          <w:tcPr>
            <w:tcW w:w="647" w:type="dxa"/>
            <w:vMerge/>
            <w:shd w:val="clear" w:color="auto" w:fill="auto"/>
          </w:tcPr>
          <w:p w:rsidR="002C4389" w:rsidRPr="009B5B97" w:rsidRDefault="002C4389" w:rsidP="005435D7">
            <w:pPr>
              <w:rPr>
                <w:lang w:val="lt-LT"/>
              </w:rPr>
            </w:pPr>
          </w:p>
        </w:tc>
        <w:tc>
          <w:tcPr>
            <w:tcW w:w="3419" w:type="dxa"/>
            <w:vMerge/>
            <w:shd w:val="clear" w:color="auto" w:fill="auto"/>
          </w:tcPr>
          <w:p w:rsidR="002C4389" w:rsidRPr="009B5B97" w:rsidRDefault="002C4389" w:rsidP="005435D7">
            <w:pPr>
              <w:rPr>
                <w:lang w:val="lt-LT"/>
              </w:rPr>
            </w:pPr>
          </w:p>
        </w:tc>
        <w:tc>
          <w:tcPr>
            <w:tcW w:w="804" w:type="dxa"/>
            <w:shd w:val="clear" w:color="auto" w:fill="auto"/>
            <w:textDirection w:val="btLr"/>
            <w:vAlign w:val="center"/>
          </w:tcPr>
          <w:p w:rsidR="002C4389" w:rsidRPr="009B5B97" w:rsidRDefault="002C4389" w:rsidP="005435D7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Ikimokyklinis ugdymas</w:t>
            </w:r>
          </w:p>
        </w:tc>
        <w:tc>
          <w:tcPr>
            <w:tcW w:w="870" w:type="dxa"/>
            <w:shd w:val="clear" w:color="auto" w:fill="auto"/>
            <w:textDirection w:val="btLr"/>
            <w:vAlign w:val="center"/>
          </w:tcPr>
          <w:p w:rsidR="002C4389" w:rsidRPr="009B5B97" w:rsidRDefault="002C4389" w:rsidP="005435D7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Priešmokyklinis ugdymas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C4389" w:rsidRPr="009B5B97" w:rsidRDefault="002C4389" w:rsidP="005435D7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1 klasė</w:t>
            </w:r>
          </w:p>
        </w:tc>
        <w:tc>
          <w:tcPr>
            <w:tcW w:w="949" w:type="dxa"/>
            <w:shd w:val="clear" w:color="auto" w:fill="auto"/>
            <w:textDirection w:val="btLr"/>
            <w:vAlign w:val="center"/>
          </w:tcPr>
          <w:p w:rsidR="002C4389" w:rsidRPr="009B5B97" w:rsidRDefault="002C4389" w:rsidP="005435D7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2 klasė</w:t>
            </w:r>
          </w:p>
        </w:tc>
        <w:tc>
          <w:tcPr>
            <w:tcW w:w="805" w:type="dxa"/>
            <w:shd w:val="clear" w:color="auto" w:fill="auto"/>
            <w:textDirection w:val="btLr"/>
            <w:vAlign w:val="center"/>
          </w:tcPr>
          <w:p w:rsidR="002C4389" w:rsidRPr="009B5B97" w:rsidRDefault="002C4389" w:rsidP="005435D7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3 klasė</w:t>
            </w:r>
          </w:p>
        </w:tc>
        <w:tc>
          <w:tcPr>
            <w:tcW w:w="806" w:type="dxa"/>
            <w:shd w:val="clear" w:color="auto" w:fill="auto"/>
            <w:textDirection w:val="btLr"/>
            <w:vAlign w:val="center"/>
          </w:tcPr>
          <w:p w:rsidR="002C4389" w:rsidRPr="009B5B97" w:rsidRDefault="002C4389" w:rsidP="005435D7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4 klasė</w:t>
            </w:r>
          </w:p>
        </w:tc>
        <w:tc>
          <w:tcPr>
            <w:tcW w:w="805" w:type="dxa"/>
            <w:shd w:val="clear" w:color="auto" w:fill="auto"/>
            <w:textDirection w:val="btLr"/>
            <w:vAlign w:val="center"/>
          </w:tcPr>
          <w:p w:rsidR="002C4389" w:rsidRPr="009B5B97" w:rsidRDefault="002C4389" w:rsidP="005435D7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5 klasė</w:t>
            </w:r>
          </w:p>
        </w:tc>
        <w:tc>
          <w:tcPr>
            <w:tcW w:w="805" w:type="dxa"/>
            <w:shd w:val="clear" w:color="auto" w:fill="auto"/>
            <w:textDirection w:val="btLr"/>
            <w:vAlign w:val="center"/>
          </w:tcPr>
          <w:p w:rsidR="002C4389" w:rsidRPr="009B5B97" w:rsidRDefault="002C4389" w:rsidP="005435D7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6 klasė</w:t>
            </w:r>
          </w:p>
        </w:tc>
        <w:tc>
          <w:tcPr>
            <w:tcW w:w="805" w:type="dxa"/>
            <w:shd w:val="clear" w:color="auto" w:fill="auto"/>
            <w:textDirection w:val="btLr"/>
            <w:vAlign w:val="center"/>
          </w:tcPr>
          <w:p w:rsidR="002C4389" w:rsidRPr="009B5B97" w:rsidRDefault="002C4389" w:rsidP="005435D7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7 klasė</w:t>
            </w:r>
          </w:p>
        </w:tc>
        <w:tc>
          <w:tcPr>
            <w:tcW w:w="805" w:type="dxa"/>
            <w:shd w:val="clear" w:color="auto" w:fill="auto"/>
            <w:textDirection w:val="btLr"/>
            <w:vAlign w:val="center"/>
          </w:tcPr>
          <w:p w:rsidR="002C4389" w:rsidRPr="009B5B97" w:rsidRDefault="002C4389" w:rsidP="005435D7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8 klasė</w:t>
            </w:r>
          </w:p>
        </w:tc>
        <w:tc>
          <w:tcPr>
            <w:tcW w:w="805" w:type="dxa"/>
            <w:shd w:val="clear" w:color="auto" w:fill="auto"/>
            <w:textDirection w:val="btLr"/>
            <w:vAlign w:val="center"/>
          </w:tcPr>
          <w:p w:rsidR="002C4389" w:rsidRPr="009B5B97" w:rsidRDefault="002C4389" w:rsidP="005435D7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9 (I) klasė</w:t>
            </w:r>
          </w:p>
        </w:tc>
        <w:tc>
          <w:tcPr>
            <w:tcW w:w="805" w:type="dxa"/>
            <w:shd w:val="clear" w:color="auto" w:fill="auto"/>
            <w:textDirection w:val="btLr"/>
            <w:vAlign w:val="center"/>
          </w:tcPr>
          <w:p w:rsidR="002C4389" w:rsidRPr="009B5B97" w:rsidRDefault="002C4389" w:rsidP="005435D7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10 (II) klasė</w:t>
            </w:r>
          </w:p>
        </w:tc>
        <w:tc>
          <w:tcPr>
            <w:tcW w:w="806" w:type="dxa"/>
            <w:shd w:val="clear" w:color="auto" w:fill="auto"/>
            <w:textDirection w:val="btLr"/>
            <w:vAlign w:val="center"/>
          </w:tcPr>
          <w:p w:rsidR="002C4389" w:rsidRPr="009B5B97" w:rsidRDefault="002C4389" w:rsidP="005435D7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Iš viso</w:t>
            </w:r>
          </w:p>
        </w:tc>
      </w:tr>
      <w:tr w:rsidR="00726725" w:rsidRPr="009B5B97" w:rsidTr="006774FA">
        <w:trPr>
          <w:trHeight w:val="625"/>
        </w:trPr>
        <w:tc>
          <w:tcPr>
            <w:tcW w:w="647" w:type="dxa"/>
            <w:vMerge w:val="restart"/>
            <w:shd w:val="clear" w:color="auto" w:fill="auto"/>
            <w:vAlign w:val="center"/>
          </w:tcPr>
          <w:p w:rsidR="00726725" w:rsidRPr="009B5B97" w:rsidRDefault="00726725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13.</w:t>
            </w:r>
          </w:p>
        </w:tc>
        <w:tc>
          <w:tcPr>
            <w:tcW w:w="3419" w:type="dxa"/>
            <w:vMerge w:val="restart"/>
            <w:shd w:val="clear" w:color="auto" w:fill="auto"/>
            <w:vAlign w:val="center"/>
          </w:tcPr>
          <w:p w:rsidR="00726725" w:rsidRPr="00704C2F" w:rsidRDefault="00726725" w:rsidP="005435D7">
            <w:pPr>
              <w:rPr>
                <w:lang w:val="lt-LT"/>
              </w:rPr>
            </w:pPr>
            <w:r w:rsidRPr="00704C2F">
              <w:rPr>
                <w:lang w:val="lt-LT"/>
              </w:rPr>
              <w:t xml:space="preserve">Telšių r. </w:t>
            </w:r>
            <w:proofErr w:type="spellStart"/>
            <w:r w:rsidRPr="00704C2F">
              <w:rPr>
                <w:lang w:val="lt-LT"/>
              </w:rPr>
              <w:t>Viešvėnų</w:t>
            </w:r>
            <w:proofErr w:type="spellEnd"/>
            <w:r w:rsidRPr="00704C2F">
              <w:rPr>
                <w:lang w:val="lt-LT"/>
              </w:rPr>
              <w:t xml:space="preserve"> pagrindinė mokykla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:rsidR="00726725" w:rsidRDefault="00726725" w:rsidP="005435D7">
            <w:pPr>
              <w:jc w:val="center"/>
              <w:rPr>
                <w:lang w:val="lt-LT"/>
              </w:rPr>
            </w:pPr>
          </w:p>
          <w:p w:rsidR="00726725" w:rsidRDefault="00726725" w:rsidP="005435D7">
            <w:pPr>
              <w:jc w:val="center"/>
              <w:rPr>
                <w:lang w:val="lt-LT"/>
              </w:rPr>
            </w:pPr>
          </w:p>
          <w:p w:rsidR="00726725" w:rsidRPr="009B5B97" w:rsidRDefault="00726725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 (mišri)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 (jungt. 1, 4 klasė)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 w:rsidRPr="00861ABF">
              <w:rPr>
                <w:lang w:val="lt-LT"/>
              </w:rPr>
              <w:t>4</w:t>
            </w:r>
          </w:p>
        </w:tc>
        <w:tc>
          <w:tcPr>
            <w:tcW w:w="949" w:type="dxa"/>
            <w:vMerge w:val="restart"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11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18</w:t>
            </w:r>
          </w:p>
        </w:tc>
        <w:tc>
          <w:tcPr>
            <w:tcW w:w="806" w:type="dxa"/>
            <w:vMerge w:val="restart"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 w:rsidRPr="00861ABF">
              <w:rPr>
                <w:lang w:val="lt-LT"/>
              </w:rPr>
              <w:t>5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9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8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13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726725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8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8</w:t>
            </w:r>
          </w:p>
        </w:tc>
        <w:tc>
          <w:tcPr>
            <w:tcW w:w="806" w:type="dxa"/>
            <w:vMerge w:val="restart"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105</w:t>
            </w:r>
          </w:p>
        </w:tc>
      </w:tr>
      <w:tr w:rsidR="00726725" w:rsidRPr="009B5B97" w:rsidTr="00F10473">
        <w:trPr>
          <w:trHeight w:val="625"/>
        </w:trPr>
        <w:tc>
          <w:tcPr>
            <w:tcW w:w="647" w:type="dxa"/>
            <w:vMerge/>
            <w:shd w:val="clear" w:color="auto" w:fill="auto"/>
            <w:vAlign w:val="center"/>
          </w:tcPr>
          <w:p w:rsidR="00726725" w:rsidRDefault="00726725" w:rsidP="005435D7">
            <w:pPr>
              <w:jc w:val="center"/>
              <w:rPr>
                <w:lang w:val="lt-LT"/>
              </w:rPr>
            </w:pPr>
          </w:p>
        </w:tc>
        <w:tc>
          <w:tcPr>
            <w:tcW w:w="3419" w:type="dxa"/>
            <w:vMerge/>
            <w:shd w:val="clear" w:color="auto" w:fill="auto"/>
            <w:vAlign w:val="center"/>
          </w:tcPr>
          <w:p w:rsidR="00726725" w:rsidRPr="00704C2F" w:rsidRDefault="00726725" w:rsidP="005435D7">
            <w:pPr>
              <w:rPr>
                <w:lang w:val="lt-LT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726725" w:rsidRDefault="00726725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726725" w:rsidRDefault="00726725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</w:p>
        </w:tc>
        <w:tc>
          <w:tcPr>
            <w:tcW w:w="949" w:type="dxa"/>
            <w:vMerge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</w:p>
        </w:tc>
        <w:tc>
          <w:tcPr>
            <w:tcW w:w="806" w:type="dxa"/>
            <w:vMerge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726725" w:rsidRDefault="00726725" w:rsidP="009F5F06">
            <w:pPr>
              <w:jc w:val="center"/>
              <w:rPr>
                <w:lang w:val="lt-LT"/>
              </w:rPr>
            </w:pPr>
          </w:p>
        </w:tc>
        <w:tc>
          <w:tcPr>
            <w:tcW w:w="806" w:type="dxa"/>
            <w:vMerge/>
            <w:shd w:val="clear" w:color="auto" w:fill="auto"/>
            <w:vAlign w:val="center"/>
          </w:tcPr>
          <w:p w:rsidR="00726725" w:rsidRPr="009B5B97" w:rsidRDefault="00726725" w:rsidP="009F5F06">
            <w:pPr>
              <w:jc w:val="center"/>
              <w:rPr>
                <w:lang w:val="lt-LT"/>
              </w:rPr>
            </w:pPr>
          </w:p>
        </w:tc>
      </w:tr>
      <w:tr w:rsidR="00464CCB" w:rsidRPr="009B5B97" w:rsidTr="00464CCB">
        <w:trPr>
          <w:trHeight w:val="581"/>
        </w:trPr>
        <w:tc>
          <w:tcPr>
            <w:tcW w:w="647" w:type="dxa"/>
            <w:shd w:val="clear" w:color="auto" w:fill="auto"/>
            <w:vAlign w:val="center"/>
          </w:tcPr>
          <w:p w:rsidR="00464CCB" w:rsidRPr="009B5B97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14.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464CCB" w:rsidRPr="00704C2F" w:rsidRDefault="00464CCB" w:rsidP="006774FA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  <w:r w:rsidRPr="00704C2F">
              <w:rPr>
                <w:lang w:val="lt-LT"/>
              </w:rPr>
              <w:t xml:space="preserve">Telšių r. </w:t>
            </w:r>
            <w:proofErr w:type="spellStart"/>
            <w:r w:rsidRPr="00704C2F">
              <w:rPr>
                <w:lang w:val="lt-LT"/>
              </w:rPr>
              <w:t>Buožėnų</w:t>
            </w:r>
            <w:proofErr w:type="spellEnd"/>
            <w:r w:rsidRPr="00704C2F">
              <w:rPr>
                <w:lang w:val="lt-LT"/>
              </w:rPr>
              <w:t xml:space="preserve"> mokykla-darželis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464CCB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464CCB" w:rsidRPr="009B5B97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30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464CCB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464CCB" w:rsidRPr="009B5B97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64CCB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464CCB" w:rsidRPr="009B5B97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10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 (jungt. 2, 4 klasė)</w:t>
            </w:r>
          </w:p>
          <w:p w:rsidR="00464CCB" w:rsidRDefault="00464CCB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464CCB" w:rsidRDefault="00464CCB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8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  <w:p w:rsidR="00464CCB" w:rsidRDefault="00464CCB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464CCB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71</w:t>
            </w:r>
          </w:p>
        </w:tc>
      </w:tr>
      <w:tr w:rsidR="00464CCB" w:rsidRPr="009B5B97" w:rsidTr="006774FA">
        <w:trPr>
          <w:trHeight w:val="265"/>
        </w:trPr>
        <w:tc>
          <w:tcPr>
            <w:tcW w:w="647" w:type="dxa"/>
            <w:vMerge w:val="restart"/>
            <w:shd w:val="clear" w:color="auto" w:fill="auto"/>
            <w:vAlign w:val="center"/>
          </w:tcPr>
          <w:p w:rsidR="00464CCB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15.</w:t>
            </w:r>
          </w:p>
        </w:tc>
        <w:tc>
          <w:tcPr>
            <w:tcW w:w="3419" w:type="dxa"/>
            <w:vMerge w:val="restart"/>
            <w:shd w:val="clear" w:color="auto" w:fill="auto"/>
            <w:vAlign w:val="center"/>
          </w:tcPr>
          <w:p w:rsidR="00464CCB" w:rsidRPr="00704C2F" w:rsidRDefault="00464CCB" w:rsidP="006774FA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  <w:r w:rsidRPr="00704C2F">
              <w:rPr>
                <w:lang w:val="lt-LT"/>
              </w:rPr>
              <w:t>Telšių r. Ubiškės mokykla-</w:t>
            </w:r>
            <w:proofErr w:type="spellStart"/>
            <w:r w:rsidRPr="00704C2F">
              <w:rPr>
                <w:lang w:val="lt-LT"/>
              </w:rPr>
              <w:t>daugiafunkcis</w:t>
            </w:r>
            <w:proofErr w:type="spellEnd"/>
            <w:r w:rsidRPr="00704C2F">
              <w:rPr>
                <w:lang w:val="lt-LT"/>
              </w:rPr>
              <w:t xml:space="preserve"> centras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:rsidR="00464CCB" w:rsidRDefault="00464CCB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 (1 mišri)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949" w:type="dxa"/>
            <w:vMerge w:val="restart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6" w:type="dxa"/>
            <w:vMerge w:val="restart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6" w:type="dxa"/>
            <w:vMerge w:val="restart"/>
            <w:shd w:val="clear" w:color="auto" w:fill="auto"/>
            <w:vAlign w:val="center"/>
          </w:tcPr>
          <w:p w:rsidR="00464CCB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726725" w:rsidRPr="009B5B97" w:rsidRDefault="00726725" w:rsidP="009F5F0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27</w:t>
            </w:r>
          </w:p>
        </w:tc>
      </w:tr>
      <w:tr w:rsidR="00464CCB" w:rsidRPr="009B5B97" w:rsidTr="00464CCB">
        <w:trPr>
          <w:trHeight w:val="265"/>
        </w:trPr>
        <w:tc>
          <w:tcPr>
            <w:tcW w:w="647" w:type="dxa"/>
            <w:vMerge/>
            <w:shd w:val="clear" w:color="auto" w:fill="auto"/>
            <w:vAlign w:val="center"/>
          </w:tcPr>
          <w:p w:rsidR="00464CCB" w:rsidRDefault="00464CCB" w:rsidP="005435D7">
            <w:pPr>
              <w:jc w:val="center"/>
              <w:rPr>
                <w:lang w:val="lt-LT"/>
              </w:rPr>
            </w:pPr>
          </w:p>
        </w:tc>
        <w:tc>
          <w:tcPr>
            <w:tcW w:w="3419" w:type="dxa"/>
            <w:vMerge/>
            <w:shd w:val="clear" w:color="auto" w:fill="auto"/>
            <w:vAlign w:val="center"/>
          </w:tcPr>
          <w:p w:rsidR="00464CCB" w:rsidRPr="00704C2F" w:rsidRDefault="00464CCB" w:rsidP="005435D7">
            <w:pPr>
              <w:rPr>
                <w:lang w:val="lt-LT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464CCB" w:rsidRDefault="00464CCB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464CCB" w:rsidRDefault="00464CCB" w:rsidP="005435D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949" w:type="dxa"/>
            <w:vMerge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6" w:type="dxa"/>
            <w:vMerge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464CCB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6" w:type="dxa"/>
            <w:vMerge/>
            <w:shd w:val="clear" w:color="auto" w:fill="auto"/>
            <w:vAlign w:val="center"/>
          </w:tcPr>
          <w:p w:rsidR="00464CCB" w:rsidRPr="009B5B97" w:rsidRDefault="00464CCB" w:rsidP="009F5F06">
            <w:pPr>
              <w:jc w:val="center"/>
              <w:rPr>
                <w:lang w:val="lt-LT"/>
              </w:rPr>
            </w:pPr>
          </w:p>
        </w:tc>
      </w:tr>
      <w:tr w:rsidR="00726725" w:rsidRPr="00726725" w:rsidTr="00464CCB">
        <w:trPr>
          <w:trHeight w:val="581"/>
        </w:trPr>
        <w:tc>
          <w:tcPr>
            <w:tcW w:w="647" w:type="dxa"/>
            <w:shd w:val="clear" w:color="auto" w:fill="auto"/>
            <w:vAlign w:val="center"/>
          </w:tcPr>
          <w:p w:rsidR="00464CCB" w:rsidRPr="00BC025F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16.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464CCB" w:rsidRPr="00704C2F" w:rsidRDefault="00464CCB" w:rsidP="006774FA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  <w:r w:rsidRPr="00704C2F">
              <w:rPr>
                <w:lang w:val="lt-LT"/>
              </w:rPr>
              <w:t>Telšių „Saulėtekio“ pradinė mokykla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464CCB" w:rsidRPr="00BC025F" w:rsidRDefault="00726725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4</w:t>
            </w:r>
          </w:p>
          <w:p w:rsidR="00464CCB" w:rsidRPr="00BC025F" w:rsidRDefault="00E911AC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68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464CCB" w:rsidRPr="00BC025F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1</w:t>
            </w:r>
          </w:p>
          <w:p w:rsidR="00464CCB" w:rsidRPr="00BC025F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64CCB" w:rsidRPr="00BC025F" w:rsidRDefault="00726725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1</w:t>
            </w:r>
          </w:p>
          <w:p w:rsidR="00464CCB" w:rsidRPr="00BC025F" w:rsidRDefault="00726725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2</w:t>
            </w:r>
            <w:r w:rsidR="00FC729B" w:rsidRPr="00BC025F">
              <w:rPr>
                <w:lang w:val="lt-LT"/>
              </w:rPr>
              <w:t>2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464CCB" w:rsidRPr="00BC025F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1</w:t>
            </w:r>
          </w:p>
          <w:p w:rsidR="00464CCB" w:rsidRPr="00BC025F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2</w:t>
            </w:r>
            <w:r w:rsidR="00E911AC">
              <w:rPr>
                <w:lang w:val="lt-LT"/>
              </w:rPr>
              <w:t>5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464CCB" w:rsidRPr="00BC025F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1</w:t>
            </w:r>
          </w:p>
          <w:p w:rsidR="00464CCB" w:rsidRPr="00BC025F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2</w:t>
            </w:r>
            <w:r w:rsidR="00726725" w:rsidRPr="00BC025F">
              <w:rPr>
                <w:lang w:val="lt-LT"/>
              </w:rPr>
              <w:t>2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64CCB" w:rsidRPr="00BC025F" w:rsidRDefault="00726725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1</w:t>
            </w:r>
          </w:p>
          <w:p w:rsidR="00464CCB" w:rsidRPr="00BC025F" w:rsidRDefault="00726725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24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464CCB" w:rsidRPr="00BC025F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64CCB" w:rsidRPr="00BC025F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64CCB" w:rsidRPr="00BC025F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64CCB" w:rsidRPr="00BC025F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64CCB" w:rsidRPr="00BC025F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64CCB" w:rsidRPr="00BC025F" w:rsidRDefault="00464CCB" w:rsidP="009F5F06">
            <w:pPr>
              <w:jc w:val="center"/>
              <w:rPr>
                <w:lang w:val="lt-LT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464CCB" w:rsidRPr="00BC025F" w:rsidRDefault="00726725" w:rsidP="009F5F06">
            <w:pPr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9</w:t>
            </w:r>
          </w:p>
          <w:p w:rsidR="00726725" w:rsidRPr="00BC025F" w:rsidRDefault="00726725" w:rsidP="009F5F06">
            <w:pPr>
              <w:jc w:val="center"/>
              <w:rPr>
                <w:lang w:val="lt-LT"/>
              </w:rPr>
            </w:pPr>
            <w:r w:rsidRPr="00BC025F">
              <w:rPr>
                <w:lang w:val="lt-LT"/>
              </w:rPr>
              <w:t>18</w:t>
            </w:r>
            <w:r w:rsidR="00E911AC">
              <w:rPr>
                <w:lang w:val="lt-LT"/>
              </w:rPr>
              <w:t>1</w:t>
            </w:r>
          </w:p>
        </w:tc>
      </w:tr>
    </w:tbl>
    <w:p w:rsidR="002C4389" w:rsidRDefault="002C4389" w:rsidP="0030385B">
      <w:pPr>
        <w:rPr>
          <w:lang w:val="lt-LT"/>
        </w:rPr>
      </w:pPr>
    </w:p>
    <w:p w:rsidR="00CF1FF3" w:rsidRDefault="00CF1FF3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CF1FF3" w:rsidRDefault="00CF1FF3" w:rsidP="00E05648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3336"/>
        <w:gridCol w:w="3601"/>
        <w:gridCol w:w="3601"/>
        <w:gridCol w:w="3601"/>
      </w:tblGrid>
      <w:tr w:rsidR="009B5B97" w:rsidRPr="009B5B97" w:rsidTr="00A750C8">
        <w:tc>
          <w:tcPr>
            <w:tcW w:w="647" w:type="dxa"/>
            <w:vMerge w:val="restart"/>
            <w:shd w:val="clear" w:color="auto" w:fill="auto"/>
            <w:vAlign w:val="center"/>
          </w:tcPr>
          <w:p w:rsidR="000745AA" w:rsidRPr="009B5B97" w:rsidRDefault="000745AA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Eil. Nr.</w:t>
            </w:r>
          </w:p>
        </w:tc>
        <w:tc>
          <w:tcPr>
            <w:tcW w:w="3336" w:type="dxa"/>
            <w:vMerge w:val="restart"/>
            <w:shd w:val="clear" w:color="auto" w:fill="auto"/>
            <w:vAlign w:val="center"/>
          </w:tcPr>
          <w:p w:rsidR="000745AA" w:rsidRPr="009B5B97" w:rsidRDefault="000745AA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Švietimo įstaigos pavadinimas</w:t>
            </w:r>
          </w:p>
        </w:tc>
        <w:tc>
          <w:tcPr>
            <w:tcW w:w="10803" w:type="dxa"/>
            <w:gridSpan w:val="3"/>
            <w:shd w:val="clear" w:color="auto" w:fill="auto"/>
          </w:tcPr>
          <w:p w:rsidR="000745AA" w:rsidRPr="009B5B97" w:rsidRDefault="003D3B9E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Ugdymo grupių</w:t>
            </w:r>
            <w:r w:rsidR="00577C40" w:rsidRPr="009B5B97">
              <w:rPr>
                <w:lang w:val="lt-LT"/>
              </w:rPr>
              <w:t xml:space="preserve"> ir vaikų skaičius</w:t>
            </w:r>
          </w:p>
        </w:tc>
      </w:tr>
      <w:tr w:rsidR="009B5B97" w:rsidRPr="009B5B97" w:rsidTr="00A750C8">
        <w:tc>
          <w:tcPr>
            <w:tcW w:w="647" w:type="dxa"/>
            <w:vMerge/>
            <w:shd w:val="clear" w:color="auto" w:fill="auto"/>
          </w:tcPr>
          <w:p w:rsidR="000745AA" w:rsidRPr="009B5B97" w:rsidRDefault="000745AA" w:rsidP="00A750C8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</w:p>
        </w:tc>
        <w:tc>
          <w:tcPr>
            <w:tcW w:w="3336" w:type="dxa"/>
            <w:vMerge/>
            <w:shd w:val="clear" w:color="auto" w:fill="auto"/>
          </w:tcPr>
          <w:p w:rsidR="000745AA" w:rsidRPr="009B5B97" w:rsidRDefault="000745AA" w:rsidP="00A750C8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</w:p>
        </w:tc>
        <w:tc>
          <w:tcPr>
            <w:tcW w:w="3601" w:type="dxa"/>
            <w:shd w:val="clear" w:color="auto" w:fill="auto"/>
            <w:vAlign w:val="center"/>
          </w:tcPr>
          <w:p w:rsidR="000745AA" w:rsidRPr="009B5B97" w:rsidRDefault="000745AA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Ikimokyklinis ugdymas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0745AA" w:rsidRPr="009B5B97" w:rsidRDefault="000745AA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Priešmokyklinis ugdymas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0745AA" w:rsidRPr="009B5B97" w:rsidRDefault="000745AA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Iš viso</w:t>
            </w:r>
          </w:p>
        </w:tc>
      </w:tr>
      <w:tr w:rsidR="009B5B97" w:rsidRPr="009B5B97" w:rsidTr="00A750C8">
        <w:tc>
          <w:tcPr>
            <w:tcW w:w="647" w:type="dxa"/>
            <w:shd w:val="clear" w:color="auto" w:fill="auto"/>
            <w:vAlign w:val="center"/>
          </w:tcPr>
          <w:p w:rsidR="000745AA" w:rsidRPr="009B5B97" w:rsidRDefault="00CF1FF3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17</w:t>
            </w:r>
            <w:r w:rsidR="000745AA" w:rsidRPr="009B5B97">
              <w:rPr>
                <w:lang w:val="lt-LT"/>
              </w:rPr>
              <w:t>.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0745AA" w:rsidRPr="00704C2F" w:rsidRDefault="000745AA" w:rsidP="00A750C8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  <w:r w:rsidRPr="00704C2F">
              <w:rPr>
                <w:lang w:val="lt-LT"/>
              </w:rPr>
              <w:t>Telšių lopšelis-darželis „Berželis“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B23E31" w:rsidRDefault="007573C0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  <w:p w:rsidR="007573C0" w:rsidRPr="009B5B97" w:rsidRDefault="007573C0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83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B23E31" w:rsidRDefault="007573C0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2 (1 mišri)</w:t>
            </w:r>
          </w:p>
          <w:p w:rsidR="007573C0" w:rsidRPr="009B5B97" w:rsidRDefault="007573C0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32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3A35F2" w:rsidRDefault="007573C0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6</w:t>
            </w:r>
          </w:p>
          <w:p w:rsidR="007573C0" w:rsidRPr="009B5B97" w:rsidRDefault="007573C0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115</w:t>
            </w:r>
          </w:p>
        </w:tc>
      </w:tr>
      <w:tr w:rsidR="00C0791B" w:rsidRPr="009B5B97" w:rsidTr="00A750C8">
        <w:tc>
          <w:tcPr>
            <w:tcW w:w="647" w:type="dxa"/>
            <w:shd w:val="clear" w:color="auto" w:fill="auto"/>
            <w:vAlign w:val="center"/>
          </w:tcPr>
          <w:p w:rsidR="00C0791B" w:rsidRPr="009B5B97" w:rsidRDefault="00CF1FF3" w:rsidP="00A750C8">
            <w:pPr>
              <w:pStyle w:val="Antrats"/>
              <w:jc w:val="center"/>
              <w:rPr>
                <w:lang w:val="lt-LT"/>
              </w:rPr>
            </w:pPr>
            <w:r>
              <w:rPr>
                <w:lang w:val="lt-LT"/>
              </w:rPr>
              <w:t>18</w:t>
            </w:r>
            <w:r w:rsidR="00C0791B" w:rsidRPr="009B5B97">
              <w:rPr>
                <w:lang w:val="lt-LT"/>
              </w:rPr>
              <w:t>.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9A1F8D" w:rsidRPr="00704C2F" w:rsidRDefault="00C0791B" w:rsidP="00A750C8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  <w:r w:rsidRPr="00704C2F">
              <w:rPr>
                <w:lang w:val="lt-LT"/>
              </w:rPr>
              <w:t xml:space="preserve">Telšių lopšelis-darželis </w:t>
            </w:r>
          </w:p>
          <w:p w:rsidR="00C0791B" w:rsidRPr="00704C2F" w:rsidRDefault="00C0791B" w:rsidP="00A750C8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  <w:r w:rsidRPr="00704C2F">
              <w:rPr>
                <w:lang w:val="lt-LT"/>
              </w:rPr>
              <w:t>„Eglutė“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C0791B" w:rsidRDefault="007573C0" w:rsidP="009F5F06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10 (1 mišri)</w:t>
            </w:r>
          </w:p>
          <w:p w:rsidR="007573C0" w:rsidRPr="009B5B97" w:rsidRDefault="007573C0" w:rsidP="009F5F06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183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C0791B" w:rsidRDefault="007573C0" w:rsidP="009F5F06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  <w:p w:rsidR="007573C0" w:rsidRPr="009B5B97" w:rsidRDefault="007573C0" w:rsidP="009F5F06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47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C0791B" w:rsidRDefault="00066505" w:rsidP="009F5F06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12</w:t>
            </w:r>
          </w:p>
          <w:p w:rsidR="00066505" w:rsidRPr="009B5B97" w:rsidRDefault="00066505" w:rsidP="009F5F06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230</w:t>
            </w:r>
          </w:p>
        </w:tc>
      </w:tr>
      <w:tr w:rsidR="00C0791B" w:rsidRPr="009B5B97" w:rsidTr="00A750C8">
        <w:tc>
          <w:tcPr>
            <w:tcW w:w="647" w:type="dxa"/>
            <w:shd w:val="clear" w:color="auto" w:fill="auto"/>
            <w:vAlign w:val="center"/>
          </w:tcPr>
          <w:p w:rsidR="00C0791B" w:rsidRPr="009B5B97" w:rsidRDefault="00CF1FF3" w:rsidP="00A750C8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19</w:t>
            </w:r>
            <w:r w:rsidR="00C0791B" w:rsidRPr="009B5B97">
              <w:rPr>
                <w:lang w:val="lt-LT"/>
              </w:rPr>
              <w:t>.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C0791B" w:rsidRPr="00704C2F" w:rsidRDefault="00C0791B" w:rsidP="00A750C8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  <w:r w:rsidRPr="00704C2F">
              <w:rPr>
                <w:lang w:val="lt-LT"/>
              </w:rPr>
              <w:t>Telšių lopšelis-darželis „Mastis“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C0791B" w:rsidRDefault="007E31FA" w:rsidP="002300F9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  <w:p w:rsidR="00CF1FF3" w:rsidRPr="009B5B97" w:rsidRDefault="00CF1FF3" w:rsidP="002300F9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87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C0791B" w:rsidRDefault="007E31FA" w:rsidP="002300F9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2 (1 mišri)</w:t>
            </w:r>
          </w:p>
          <w:p w:rsidR="00CF1FF3" w:rsidRPr="009B5B97" w:rsidRDefault="00CF1FF3" w:rsidP="002300F9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28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C0791B" w:rsidRDefault="00066505" w:rsidP="002300F9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6</w:t>
            </w:r>
          </w:p>
          <w:p w:rsidR="00066505" w:rsidRPr="009B5B97" w:rsidRDefault="00066505" w:rsidP="002300F9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115</w:t>
            </w:r>
          </w:p>
        </w:tc>
      </w:tr>
      <w:tr w:rsidR="00572593" w:rsidRPr="009B5B97" w:rsidTr="00A214A0">
        <w:tc>
          <w:tcPr>
            <w:tcW w:w="647" w:type="dxa"/>
            <w:shd w:val="clear" w:color="auto" w:fill="auto"/>
            <w:vAlign w:val="center"/>
          </w:tcPr>
          <w:p w:rsidR="00572593" w:rsidRPr="009B5B97" w:rsidRDefault="00572593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20</w:t>
            </w:r>
            <w:r w:rsidRPr="009B5B97">
              <w:rPr>
                <w:lang w:val="lt-LT"/>
              </w:rPr>
              <w:t>.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572593" w:rsidRPr="00704C2F" w:rsidRDefault="00572593" w:rsidP="00A214A0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  <w:r w:rsidRPr="00704C2F">
              <w:rPr>
                <w:lang w:val="lt-LT"/>
              </w:rPr>
              <w:t>Telšių lopšelis-darželis „Nykštukas“</w:t>
            </w:r>
          </w:p>
        </w:tc>
        <w:tc>
          <w:tcPr>
            <w:tcW w:w="3601" w:type="dxa"/>
            <w:shd w:val="clear" w:color="auto" w:fill="auto"/>
          </w:tcPr>
          <w:p w:rsidR="00572593" w:rsidRDefault="00572593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5</w:t>
            </w:r>
          </w:p>
          <w:p w:rsidR="00572593" w:rsidRPr="009B5B97" w:rsidRDefault="00572593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95</w:t>
            </w:r>
          </w:p>
        </w:tc>
        <w:tc>
          <w:tcPr>
            <w:tcW w:w="3601" w:type="dxa"/>
            <w:shd w:val="clear" w:color="auto" w:fill="auto"/>
          </w:tcPr>
          <w:p w:rsidR="00572593" w:rsidRDefault="00572593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  <w:p w:rsidR="00572593" w:rsidRPr="009B5B97" w:rsidRDefault="00572593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20</w:t>
            </w:r>
          </w:p>
        </w:tc>
        <w:tc>
          <w:tcPr>
            <w:tcW w:w="3601" w:type="dxa"/>
            <w:shd w:val="clear" w:color="auto" w:fill="auto"/>
          </w:tcPr>
          <w:p w:rsidR="00572593" w:rsidRDefault="00572593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6</w:t>
            </w:r>
          </w:p>
          <w:p w:rsidR="00572593" w:rsidRPr="009B5B97" w:rsidRDefault="00572593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115</w:t>
            </w:r>
          </w:p>
        </w:tc>
      </w:tr>
      <w:tr w:rsidR="00464CCB" w:rsidRPr="009B5B97" w:rsidTr="006774FA">
        <w:tc>
          <w:tcPr>
            <w:tcW w:w="647" w:type="dxa"/>
            <w:vMerge w:val="restart"/>
            <w:shd w:val="clear" w:color="auto" w:fill="auto"/>
            <w:vAlign w:val="center"/>
          </w:tcPr>
          <w:p w:rsidR="00464CCB" w:rsidRPr="009B5B97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lastRenderedPageBreak/>
              <w:t>Eil. Nr.</w:t>
            </w:r>
          </w:p>
        </w:tc>
        <w:tc>
          <w:tcPr>
            <w:tcW w:w="3336" w:type="dxa"/>
            <w:vMerge w:val="restart"/>
            <w:shd w:val="clear" w:color="auto" w:fill="auto"/>
            <w:vAlign w:val="center"/>
          </w:tcPr>
          <w:p w:rsidR="00464CCB" w:rsidRPr="009B5B97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Švietimo įstaigos pavadinimas</w:t>
            </w:r>
          </w:p>
        </w:tc>
        <w:tc>
          <w:tcPr>
            <w:tcW w:w="10803" w:type="dxa"/>
            <w:gridSpan w:val="3"/>
            <w:shd w:val="clear" w:color="auto" w:fill="auto"/>
          </w:tcPr>
          <w:p w:rsidR="00464CCB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Ugdymo grupių</w:t>
            </w:r>
            <w:r w:rsidRPr="009B5B97">
              <w:rPr>
                <w:lang w:val="lt-LT"/>
              </w:rPr>
              <w:t xml:space="preserve"> ir vaikų skaičius</w:t>
            </w:r>
          </w:p>
        </w:tc>
      </w:tr>
      <w:tr w:rsidR="00464CCB" w:rsidRPr="009B5B97" w:rsidTr="006774FA">
        <w:tc>
          <w:tcPr>
            <w:tcW w:w="647" w:type="dxa"/>
            <w:vMerge/>
            <w:shd w:val="clear" w:color="auto" w:fill="auto"/>
          </w:tcPr>
          <w:p w:rsidR="00464CCB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</w:p>
        </w:tc>
        <w:tc>
          <w:tcPr>
            <w:tcW w:w="3336" w:type="dxa"/>
            <w:vMerge/>
            <w:shd w:val="clear" w:color="auto" w:fill="auto"/>
          </w:tcPr>
          <w:p w:rsidR="00464CCB" w:rsidRPr="009B5B97" w:rsidRDefault="00464CCB" w:rsidP="00A214A0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</w:p>
        </w:tc>
        <w:tc>
          <w:tcPr>
            <w:tcW w:w="3601" w:type="dxa"/>
            <w:shd w:val="clear" w:color="auto" w:fill="auto"/>
            <w:vAlign w:val="center"/>
          </w:tcPr>
          <w:p w:rsidR="00464CCB" w:rsidRPr="009B5B97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Ikimokyklinis ugdymas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464CCB" w:rsidRPr="009B5B97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Priešmokyklinis ugdymas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464CCB" w:rsidRPr="009B5B97" w:rsidRDefault="00464CCB" w:rsidP="006774FA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Iš viso</w:t>
            </w:r>
          </w:p>
        </w:tc>
      </w:tr>
      <w:tr w:rsidR="00464CCB" w:rsidRPr="009B5B97" w:rsidTr="00A214A0">
        <w:tc>
          <w:tcPr>
            <w:tcW w:w="647" w:type="dxa"/>
            <w:shd w:val="clear" w:color="auto" w:fill="auto"/>
            <w:vAlign w:val="center"/>
          </w:tcPr>
          <w:p w:rsidR="00464CCB" w:rsidRPr="009B5B97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21</w:t>
            </w:r>
            <w:r w:rsidRPr="009B5B97">
              <w:rPr>
                <w:lang w:val="lt-LT"/>
              </w:rPr>
              <w:t>.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  <w:r w:rsidRPr="00704C2F">
              <w:rPr>
                <w:lang w:val="lt-LT"/>
              </w:rPr>
              <w:t>Telšių lopšelis-darželis „Saulutė“</w:t>
            </w:r>
          </w:p>
        </w:tc>
        <w:tc>
          <w:tcPr>
            <w:tcW w:w="3601" w:type="dxa"/>
            <w:shd w:val="clear" w:color="auto" w:fill="auto"/>
          </w:tcPr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9</w:t>
            </w:r>
          </w:p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172</w:t>
            </w:r>
          </w:p>
        </w:tc>
        <w:tc>
          <w:tcPr>
            <w:tcW w:w="3601" w:type="dxa"/>
            <w:shd w:val="clear" w:color="auto" w:fill="auto"/>
          </w:tcPr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3 (1 mišri)</w:t>
            </w:r>
          </w:p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57</w:t>
            </w:r>
          </w:p>
        </w:tc>
        <w:tc>
          <w:tcPr>
            <w:tcW w:w="3601" w:type="dxa"/>
            <w:shd w:val="clear" w:color="auto" w:fill="auto"/>
          </w:tcPr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12</w:t>
            </w:r>
          </w:p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229</w:t>
            </w:r>
          </w:p>
        </w:tc>
      </w:tr>
      <w:tr w:rsidR="00464CCB" w:rsidRPr="009B5B97" w:rsidTr="00A214A0">
        <w:tc>
          <w:tcPr>
            <w:tcW w:w="647" w:type="dxa"/>
            <w:shd w:val="clear" w:color="auto" w:fill="auto"/>
            <w:vAlign w:val="center"/>
          </w:tcPr>
          <w:p w:rsidR="00464CCB" w:rsidRPr="009B5B97" w:rsidRDefault="00464CCB" w:rsidP="00CF1FF3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22</w:t>
            </w:r>
            <w:r w:rsidRPr="009B5B97">
              <w:rPr>
                <w:lang w:val="lt-LT"/>
              </w:rPr>
              <w:t>.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  <w:r w:rsidRPr="00704C2F">
              <w:rPr>
                <w:lang w:val="lt-LT"/>
              </w:rPr>
              <w:t>Telšių lopšelis-darželis „Žemaitukas“</w:t>
            </w:r>
          </w:p>
        </w:tc>
        <w:tc>
          <w:tcPr>
            <w:tcW w:w="3601" w:type="dxa"/>
            <w:shd w:val="clear" w:color="auto" w:fill="auto"/>
          </w:tcPr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12 (1 mišri)</w:t>
            </w:r>
          </w:p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20</w:t>
            </w:r>
            <w:r w:rsidR="00066505" w:rsidRPr="00704C2F">
              <w:rPr>
                <w:lang w:val="lt-LT"/>
              </w:rPr>
              <w:t>0</w:t>
            </w:r>
          </w:p>
        </w:tc>
        <w:tc>
          <w:tcPr>
            <w:tcW w:w="3601" w:type="dxa"/>
            <w:shd w:val="clear" w:color="auto" w:fill="auto"/>
          </w:tcPr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2</w:t>
            </w:r>
          </w:p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45</w:t>
            </w:r>
          </w:p>
        </w:tc>
        <w:tc>
          <w:tcPr>
            <w:tcW w:w="3601" w:type="dxa"/>
            <w:shd w:val="clear" w:color="auto" w:fill="auto"/>
          </w:tcPr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14</w:t>
            </w:r>
          </w:p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24</w:t>
            </w:r>
            <w:r w:rsidR="00066505" w:rsidRPr="00704C2F">
              <w:rPr>
                <w:lang w:val="lt-LT"/>
              </w:rPr>
              <w:t>5</w:t>
            </w:r>
          </w:p>
        </w:tc>
      </w:tr>
      <w:tr w:rsidR="00464CCB" w:rsidRPr="009B5B97" w:rsidTr="007065E2">
        <w:tc>
          <w:tcPr>
            <w:tcW w:w="647" w:type="dxa"/>
            <w:shd w:val="clear" w:color="auto" w:fill="auto"/>
            <w:vAlign w:val="center"/>
          </w:tcPr>
          <w:p w:rsidR="00464CCB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23.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464CCB" w:rsidRPr="00704C2F" w:rsidRDefault="00464CCB" w:rsidP="007065E2">
            <w:pPr>
              <w:pStyle w:val="Antrats"/>
              <w:tabs>
                <w:tab w:val="clear" w:pos="4153"/>
                <w:tab w:val="clear" w:pos="8306"/>
              </w:tabs>
              <w:rPr>
                <w:lang w:val="lt-LT"/>
              </w:rPr>
            </w:pPr>
            <w:r w:rsidRPr="00704C2F">
              <w:rPr>
                <w:lang w:val="lt-LT"/>
              </w:rPr>
              <w:t>Telšių r. Rainių mokykla-darželis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464CCB" w:rsidRPr="00704C2F" w:rsidRDefault="00464CCB" w:rsidP="007065E2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2</w:t>
            </w:r>
          </w:p>
          <w:p w:rsidR="00464CCB" w:rsidRPr="00704C2F" w:rsidRDefault="00464CCB" w:rsidP="007065E2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42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464CCB" w:rsidRPr="00704C2F" w:rsidRDefault="00464CCB" w:rsidP="007065E2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1 (mišri)</w:t>
            </w:r>
          </w:p>
          <w:p w:rsidR="00464CCB" w:rsidRPr="00704C2F" w:rsidRDefault="00464CCB" w:rsidP="007065E2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13</w:t>
            </w:r>
          </w:p>
        </w:tc>
        <w:tc>
          <w:tcPr>
            <w:tcW w:w="3601" w:type="dxa"/>
            <w:shd w:val="clear" w:color="auto" w:fill="auto"/>
          </w:tcPr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3</w:t>
            </w:r>
          </w:p>
          <w:p w:rsidR="00464CCB" w:rsidRPr="00704C2F" w:rsidRDefault="00464CCB" w:rsidP="00A214A0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lang w:val="lt-LT"/>
              </w:rPr>
            </w:pPr>
            <w:r w:rsidRPr="00704C2F">
              <w:rPr>
                <w:lang w:val="lt-LT"/>
              </w:rPr>
              <w:t>55</w:t>
            </w:r>
          </w:p>
        </w:tc>
      </w:tr>
    </w:tbl>
    <w:p w:rsidR="00E96D08" w:rsidRDefault="00E96D08" w:rsidP="0030385B">
      <w:pPr>
        <w:rPr>
          <w:lang w:val="lt-LT"/>
        </w:rPr>
      </w:pPr>
    </w:p>
    <w:p w:rsidR="00561ECD" w:rsidRDefault="00561ECD" w:rsidP="0030385B">
      <w:pPr>
        <w:rPr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3095"/>
        <w:gridCol w:w="635"/>
        <w:gridCol w:w="709"/>
        <w:gridCol w:w="850"/>
        <w:gridCol w:w="176"/>
        <w:gridCol w:w="675"/>
        <w:gridCol w:w="115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</w:tblGrid>
      <w:tr w:rsidR="009B5B97" w:rsidRPr="009B5B97" w:rsidTr="00C0052B">
        <w:tc>
          <w:tcPr>
            <w:tcW w:w="631" w:type="dxa"/>
            <w:vMerge w:val="restart"/>
            <w:shd w:val="clear" w:color="auto" w:fill="auto"/>
            <w:vAlign w:val="center"/>
          </w:tcPr>
          <w:p w:rsidR="00750FC5" w:rsidRPr="009B5B97" w:rsidRDefault="00750FC5" w:rsidP="00C0052B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Eil. Nr.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:rsidR="00750FC5" w:rsidRPr="009B5B97" w:rsidRDefault="00750FC5" w:rsidP="00C0052B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Švietimo įstaigos pavadinimas</w:t>
            </w:r>
          </w:p>
        </w:tc>
        <w:tc>
          <w:tcPr>
            <w:tcW w:w="11060" w:type="dxa"/>
            <w:gridSpan w:val="16"/>
            <w:shd w:val="clear" w:color="auto" w:fill="auto"/>
          </w:tcPr>
          <w:p w:rsidR="00750FC5" w:rsidRPr="009B5B97" w:rsidRDefault="008A05BF" w:rsidP="00C0052B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K</w:t>
            </w:r>
            <w:r>
              <w:rPr>
                <w:lang w:val="lt-LT"/>
              </w:rPr>
              <w:t>lasių ir mokinių skaičius, ugdymo grupių</w:t>
            </w:r>
            <w:r w:rsidRPr="009B5B97">
              <w:rPr>
                <w:lang w:val="lt-LT"/>
              </w:rPr>
              <w:t xml:space="preserve"> ir vaikų skaičius</w:t>
            </w:r>
          </w:p>
        </w:tc>
      </w:tr>
      <w:tr w:rsidR="009B5B97" w:rsidRPr="009B5B97" w:rsidTr="00AD22E6">
        <w:trPr>
          <w:cantSplit/>
          <w:trHeight w:val="1844"/>
        </w:trPr>
        <w:tc>
          <w:tcPr>
            <w:tcW w:w="631" w:type="dxa"/>
            <w:vMerge/>
            <w:shd w:val="clear" w:color="auto" w:fill="auto"/>
          </w:tcPr>
          <w:p w:rsidR="00750FC5" w:rsidRPr="009B5B97" w:rsidRDefault="00750FC5" w:rsidP="00C0052B">
            <w:pPr>
              <w:rPr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:rsidR="00750FC5" w:rsidRPr="009B5B97" w:rsidRDefault="00750FC5" w:rsidP="00C0052B">
            <w:pPr>
              <w:rPr>
                <w:lang w:val="lt-LT"/>
              </w:rPr>
            </w:pPr>
          </w:p>
        </w:tc>
        <w:tc>
          <w:tcPr>
            <w:tcW w:w="635" w:type="dxa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Ikimokyklinis ugdymas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Priešmokyklinis ugdymas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1 klasė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2 klasė</w:t>
            </w:r>
          </w:p>
        </w:tc>
        <w:tc>
          <w:tcPr>
            <w:tcW w:w="905" w:type="dxa"/>
            <w:gridSpan w:val="2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3 klasė</w:t>
            </w:r>
          </w:p>
        </w:tc>
        <w:tc>
          <w:tcPr>
            <w:tcW w:w="790" w:type="dxa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4 klasė</w:t>
            </w:r>
          </w:p>
        </w:tc>
        <w:tc>
          <w:tcPr>
            <w:tcW w:w="790" w:type="dxa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5 klasė</w:t>
            </w:r>
          </w:p>
        </w:tc>
        <w:tc>
          <w:tcPr>
            <w:tcW w:w="790" w:type="dxa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6 klasė</w:t>
            </w:r>
          </w:p>
        </w:tc>
        <w:tc>
          <w:tcPr>
            <w:tcW w:w="790" w:type="dxa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7 klasė</w:t>
            </w:r>
          </w:p>
        </w:tc>
        <w:tc>
          <w:tcPr>
            <w:tcW w:w="790" w:type="dxa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8 klasė</w:t>
            </w:r>
          </w:p>
        </w:tc>
        <w:tc>
          <w:tcPr>
            <w:tcW w:w="790" w:type="dxa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9 (I) klasė</w:t>
            </w:r>
          </w:p>
        </w:tc>
        <w:tc>
          <w:tcPr>
            <w:tcW w:w="790" w:type="dxa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10 (II) klasė</w:t>
            </w:r>
          </w:p>
        </w:tc>
        <w:tc>
          <w:tcPr>
            <w:tcW w:w="790" w:type="dxa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Socialinių įgūdžių</w:t>
            </w:r>
          </w:p>
        </w:tc>
        <w:tc>
          <w:tcPr>
            <w:tcW w:w="790" w:type="dxa"/>
            <w:shd w:val="clear" w:color="auto" w:fill="auto"/>
            <w:textDirection w:val="btLr"/>
            <w:vAlign w:val="center"/>
          </w:tcPr>
          <w:p w:rsidR="00750FC5" w:rsidRPr="009B5B97" w:rsidRDefault="00750FC5" w:rsidP="00C0052B">
            <w:pPr>
              <w:ind w:left="113" w:right="113"/>
              <w:rPr>
                <w:lang w:val="lt-LT"/>
              </w:rPr>
            </w:pPr>
            <w:r w:rsidRPr="009B5B97">
              <w:rPr>
                <w:lang w:val="lt-LT"/>
              </w:rPr>
              <w:t>Iš viso</w:t>
            </w:r>
          </w:p>
        </w:tc>
      </w:tr>
      <w:tr w:rsidR="009B5B97" w:rsidRPr="009B5B97" w:rsidTr="00AD22E6">
        <w:trPr>
          <w:trHeight w:val="278"/>
        </w:trPr>
        <w:tc>
          <w:tcPr>
            <w:tcW w:w="631" w:type="dxa"/>
            <w:vMerge w:val="restart"/>
            <w:shd w:val="clear" w:color="auto" w:fill="auto"/>
            <w:vAlign w:val="center"/>
          </w:tcPr>
          <w:p w:rsidR="00750FC5" w:rsidRPr="009B5B97" w:rsidRDefault="00B27F97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24</w:t>
            </w:r>
            <w:r w:rsidR="00750FC5" w:rsidRPr="009B5B97">
              <w:rPr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:rsidR="00750FC5" w:rsidRPr="009B5B97" w:rsidRDefault="00750FC5" w:rsidP="00461DB6">
            <w:pPr>
              <w:rPr>
                <w:lang w:val="lt-LT"/>
              </w:rPr>
            </w:pPr>
            <w:r w:rsidRPr="009B5B97">
              <w:rPr>
                <w:lang w:val="lt-LT"/>
              </w:rPr>
              <w:t>Telšių Naujamiesčio mokykla</w:t>
            </w:r>
          </w:p>
        </w:tc>
        <w:tc>
          <w:tcPr>
            <w:tcW w:w="635" w:type="dxa"/>
            <w:vMerge w:val="restart"/>
            <w:shd w:val="clear" w:color="auto" w:fill="auto"/>
            <w:vAlign w:val="center"/>
          </w:tcPr>
          <w:p w:rsidR="00750FC5" w:rsidRPr="009B5B97" w:rsidRDefault="00750FC5" w:rsidP="00C0052B">
            <w:pPr>
              <w:jc w:val="center"/>
              <w:rPr>
                <w:lang w:val="lt-LT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50FC5" w:rsidRPr="009B5B97" w:rsidRDefault="00750FC5" w:rsidP="00C0052B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1</w:t>
            </w:r>
          </w:p>
          <w:p w:rsidR="00750FC5" w:rsidRPr="009B5B97" w:rsidRDefault="00B27F97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</w:t>
            </w:r>
          </w:p>
        </w:tc>
        <w:tc>
          <w:tcPr>
            <w:tcW w:w="3396" w:type="dxa"/>
            <w:gridSpan w:val="6"/>
            <w:shd w:val="clear" w:color="auto" w:fill="auto"/>
            <w:vAlign w:val="center"/>
          </w:tcPr>
          <w:p w:rsidR="00750FC5" w:rsidRPr="009B5B97" w:rsidRDefault="00AB15D4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  <w:r w:rsidR="006277FF" w:rsidRPr="009B5B97">
              <w:rPr>
                <w:lang w:val="lt-LT"/>
              </w:rPr>
              <w:t xml:space="preserve"> jungtinė</w:t>
            </w:r>
            <w:r w:rsidR="00AD22E6">
              <w:rPr>
                <w:lang w:val="lt-LT"/>
              </w:rPr>
              <w:t>s specialiosios</w:t>
            </w:r>
            <w:r w:rsidR="00836D77" w:rsidRPr="009B5B97">
              <w:rPr>
                <w:lang w:val="lt-LT"/>
              </w:rPr>
              <w:t xml:space="preserve"> klasė</w:t>
            </w:r>
            <w:r w:rsidR="00AD22E6">
              <w:rPr>
                <w:lang w:val="lt-LT"/>
              </w:rPr>
              <w:t>s</w:t>
            </w:r>
            <w:r w:rsidR="006277FF" w:rsidRPr="009B5B97">
              <w:rPr>
                <w:vertAlign w:val="superscript"/>
                <w:lang w:val="lt-LT"/>
              </w:rPr>
              <w:t>1</w:t>
            </w:r>
          </w:p>
          <w:p w:rsidR="006277FF" w:rsidRPr="009B5B97" w:rsidRDefault="00AB15D4" w:rsidP="00810295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  <w:r w:rsidR="00810295">
              <w:rPr>
                <w:lang w:val="lt-LT"/>
              </w:rPr>
              <w:t xml:space="preserve"> l</w:t>
            </w:r>
            <w:r w:rsidR="00750FC5" w:rsidRPr="009B5B97">
              <w:rPr>
                <w:lang w:val="lt-LT"/>
              </w:rPr>
              <w:t>avinam</w:t>
            </w:r>
            <w:r w:rsidR="00810295">
              <w:rPr>
                <w:lang w:val="lt-LT"/>
              </w:rPr>
              <w:t>oji</w:t>
            </w:r>
            <w:r w:rsidR="00836D77" w:rsidRPr="009B5B97">
              <w:rPr>
                <w:lang w:val="lt-LT"/>
              </w:rPr>
              <w:t xml:space="preserve"> klasės</w:t>
            </w:r>
            <w:r w:rsidR="006277FF" w:rsidRPr="009B5B97">
              <w:rPr>
                <w:vertAlign w:val="superscript"/>
                <w:lang w:val="lt-LT"/>
              </w:rPr>
              <w:t>2</w:t>
            </w:r>
          </w:p>
        </w:tc>
        <w:tc>
          <w:tcPr>
            <w:tcW w:w="4740" w:type="dxa"/>
            <w:gridSpan w:val="6"/>
            <w:shd w:val="clear" w:color="auto" w:fill="auto"/>
            <w:vAlign w:val="center"/>
          </w:tcPr>
          <w:p w:rsidR="00750FC5" w:rsidRPr="009B5B97" w:rsidRDefault="001228CD" w:rsidP="00C0052B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3</w:t>
            </w:r>
            <w:r w:rsidR="006277FF" w:rsidRPr="009B5B97">
              <w:rPr>
                <w:lang w:val="lt-LT"/>
              </w:rPr>
              <w:t xml:space="preserve"> jungtinės specialiosios</w:t>
            </w:r>
            <w:r w:rsidR="00836D77" w:rsidRPr="009B5B97">
              <w:rPr>
                <w:lang w:val="lt-LT"/>
              </w:rPr>
              <w:t xml:space="preserve"> klasės</w:t>
            </w:r>
            <w:r w:rsidR="006277FF" w:rsidRPr="009B5B97">
              <w:rPr>
                <w:vertAlign w:val="superscript"/>
                <w:lang w:val="lt-LT"/>
              </w:rPr>
              <w:t>3</w:t>
            </w:r>
          </w:p>
          <w:p w:rsidR="00750FC5" w:rsidRPr="009B5B97" w:rsidRDefault="00E7259A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  <w:r w:rsidR="00750FC5" w:rsidRPr="009B5B97">
              <w:rPr>
                <w:lang w:val="lt-LT"/>
              </w:rPr>
              <w:t xml:space="preserve"> jungtinės lavinamosios</w:t>
            </w:r>
            <w:r w:rsidR="00836D77" w:rsidRPr="009B5B97">
              <w:rPr>
                <w:lang w:val="lt-LT"/>
              </w:rPr>
              <w:t xml:space="preserve"> klasės</w:t>
            </w:r>
            <w:r w:rsidR="006277FF" w:rsidRPr="009B5B97">
              <w:rPr>
                <w:vertAlign w:val="superscript"/>
                <w:lang w:val="lt-LT"/>
              </w:rPr>
              <w:t>4</w:t>
            </w:r>
          </w:p>
        </w:tc>
        <w:tc>
          <w:tcPr>
            <w:tcW w:w="790" w:type="dxa"/>
            <w:vMerge w:val="restart"/>
            <w:shd w:val="clear" w:color="auto" w:fill="auto"/>
            <w:vAlign w:val="center"/>
          </w:tcPr>
          <w:p w:rsidR="00750FC5" w:rsidRPr="009B5B97" w:rsidRDefault="00750FC5" w:rsidP="00C0052B">
            <w:pPr>
              <w:jc w:val="center"/>
              <w:rPr>
                <w:lang w:val="lt-LT"/>
              </w:rPr>
            </w:pPr>
            <w:r w:rsidRPr="009B5B97">
              <w:rPr>
                <w:lang w:val="lt-LT"/>
              </w:rPr>
              <w:t>1</w:t>
            </w:r>
          </w:p>
          <w:p w:rsidR="00750FC5" w:rsidRPr="009B5B97" w:rsidRDefault="00D43463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  <w:r w:rsidR="00B1212A">
              <w:rPr>
                <w:lang w:val="lt-LT"/>
              </w:rPr>
              <w:t>1</w:t>
            </w:r>
          </w:p>
        </w:tc>
        <w:tc>
          <w:tcPr>
            <w:tcW w:w="790" w:type="dxa"/>
            <w:vMerge w:val="restart"/>
            <w:shd w:val="clear" w:color="auto" w:fill="auto"/>
            <w:vAlign w:val="center"/>
          </w:tcPr>
          <w:p w:rsidR="00785877" w:rsidRDefault="00125A46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</w:t>
            </w:r>
          </w:p>
          <w:p w:rsidR="00750FC5" w:rsidRPr="009B5B97" w:rsidRDefault="00B1212A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92</w:t>
            </w:r>
          </w:p>
        </w:tc>
      </w:tr>
      <w:tr w:rsidR="009B5B97" w:rsidRPr="009B5B97" w:rsidTr="00AD22E6">
        <w:trPr>
          <w:trHeight w:val="277"/>
        </w:trPr>
        <w:tc>
          <w:tcPr>
            <w:tcW w:w="631" w:type="dxa"/>
            <w:vMerge/>
            <w:shd w:val="clear" w:color="auto" w:fill="auto"/>
            <w:vAlign w:val="center"/>
          </w:tcPr>
          <w:p w:rsidR="00750FC5" w:rsidRPr="009B5B97" w:rsidRDefault="00750FC5" w:rsidP="00C0052B">
            <w:pPr>
              <w:jc w:val="center"/>
              <w:rPr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:rsidR="00750FC5" w:rsidRPr="009B5B97" w:rsidRDefault="00750FC5" w:rsidP="00C0052B">
            <w:pPr>
              <w:rPr>
                <w:lang w:val="lt-LT"/>
              </w:rPr>
            </w:pPr>
          </w:p>
        </w:tc>
        <w:tc>
          <w:tcPr>
            <w:tcW w:w="635" w:type="dxa"/>
            <w:vMerge/>
            <w:shd w:val="clear" w:color="auto" w:fill="auto"/>
            <w:vAlign w:val="center"/>
          </w:tcPr>
          <w:p w:rsidR="00750FC5" w:rsidRPr="009B5B97" w:rsidRDefault="00750FC5" w:rsidP="00C0052B">
            <w:pPr>
              <w:jc w:val="center"/>
              <w:rPr>
                <w:lang w:val="lt-LT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50FC5" w:rsidRPr="009B5B97" w:rsidRDefault="00750FC5" w:rsidP="00C0052B">
            <w:pPr>
              <w:jc w:val="center"/>
              <w:rPr>
                <w:lang w:val="lt-LT"/>
              </w:rPr>
            </w:pPr>
          </w:p>
        </w:tc>
        <w:tc>
          <w:tcPr>
            <w:tcW w:w="1026" w:type="dxa"/>
            <w:gridSpan w:val="2"/>
            <w:shd w:val="clear" w:color="auto" w:fill="auto"/>
            <w:vAlign w:val="center"/>
          </w:tcPr>
          <w:p w:rsidR="00750FC5" w:rsidRPr="009B5B97" w:rsidRDefault="00B1212A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</w:t>
            </w:r>
          </w:p>
        </w:tc>
        <w:tc>
          <w:tcPr>
            <w:tcW w:w="790" w:type="dxa"/>
            <w:gridSpan w:val="2"/>
            <w:shd w:val="clear" w:color="auto" w:fill="auto"/>
            <w:vAlign w:val="center"/>
          </w:tcPr>
          <w:p w:rsidR="00750FC5" w:rsidRPr="009B5B97" w:rsidRDefault="00394D04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750FC5" w:rsidRPr="009B5B97" w:rsidRDefault="00B1212A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750FC5" w:rsidRPr="009B5B97" w:rsidRDefault="00B1212A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750FC5" w:rsidRPr="009B5B97" w:rsidRDefault="00B1212A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750FC5" w:rsidRPr="009B5B97" w:rsidRDefault="00394D04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750FC5" w:rsidRPr="009B5B97" w:rsidRDefault="00B1212A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8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750FC5" w:rsidRPr="009B5B97" w:rsidRDefault="00394D04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  <w:r w:rsidR="00B1212A">
              <w:rPr>
                <w:lang w:val="lt-LT"/>
              </w:rPr>
              <w:t>5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750FC5" w:rsidRPr="009B5B97" w:rsidRDefault="00B1212A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12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750FC5" w:rsidRPr="009B5B97" w:rsidRDefault="00B1212A" w:rsidP="00C0052B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</w:tc>
        <w:tc>
          <w:tcPr>
            <w:tcW w:w="790" w:type="dxa"/>
            <w:vMerge/>
            <w:shd w:val="clear" w:color="auto" w:fill="auto"/>
            <w:vAlign w:val="center"/>
          </w:tcPr>
          <w:p w:rsidR="00750FC5" w:rsidRPr="009B5B97" w:rsidRDefault="00750FC5" w:rsidP="00C0052B">
            <w:pPr>
              <w:jc w:val="center"/>
              <w:rPr>
                <w:lang w:val="lt-LT"/>
              </w:rPr>
            </w:pPr>
          </w:p>
        </w:tc>
        <w:tc>
          <w:tcPr>
            <w:tcW w:w="790" w:type="dxa"/>
            <w:vMerge/>
            <w:shd w:val="clear" w:color="auto" w:fill="auto"/>
            <w:vAlign w:val="center"/>
          </w:tcPr>
          <w:p w:rsidR="00750FC5" w:rsidRPr="009B5B97" w:rsidRDefault="00750FC5" w:rsidP="00C0052B">
            <w:pPr>
              <w:jc w:val="center"/>
              <w:rPr>
                <w:lang w:val="lt-LT"/>
              </w:rPr>
            </w:pPr>
          </w:p>
        </w:tc>
      </w:tr>
    </w:tbl>
    <w:p w:rsidR="00152849" w:rsidRPr="00152849" w:rsidRDefault="00152849" w:rsidP="0044667E">
      <w:pPr>
        <w:jc w:val="both"/>
        <w:rPr>
          <w:lang w:val="lt-LT"/>
        </w:rPr>
      </w:pPr>
    </w:p>
    <w:p w:rsidR="0044667E" w:rsidRPr="00704C2F" w:rsidRDefault="0044667E" w:rsidP="0044667E">
      <w:pPr>
        <w:jc w:val="both"/>
        <w:rPr>
          <w:lang w:val="lt-LT"/>
        </w:rPr>
      </w:pPr>
      <w:r w:rsidRPr="00704C2F">
        <w:rPr>
          <w:vertAlign w:val="superscript"/>
          <w:lang w:val="lt-LT"/>
        </w:rPr>
        <w:t>1</w:t>
      </w:r>
      <w:r w:rsidRPr="00704C2F">
        <w:rPr>
          <w:lang w:val="lt-LT"/>
        </w:rPr>
        <w:t xml:space="preserve"> </w:t>
      </w:r>
      <w:r w:rsidR="00AB15D4" w:rsidRPr="00704C2F">
        <w:rPr>
          <w:lang w:val="lt-LT"/>
        </w:rPr>
        <w:t xml:space="preserve">– 7 </w:t>
      </w:r>
      <w:r w:rsidR="00AD22E6" w:rsidRPr="00704C2F">
        <w:rPr>
          <w:lang w:val="lt-LT"/>
        </w:rPr>
        <w:t xml:space="preserve">(1 </w:t>
      </w:r>
      <w:proofErr w:type="spellStart"/>
      <w:r w:rsidR="00AD22E6" w:rsidRPr="00704C2F">
        <w:rPr>
          <w:lang w:val="lt-LT"/>
        </w:rPr>
        <w:t>kl</w:t>
      </w:r>
      <w:proofErr w:type="spellEnd"/>
      <w:r w:rsidR="00AD22E6" w:rsidRPr="00704C2F">
        <w:rPr>
          <w:lang w:val="lt-LT"/>
        </w:rPr>
        <w:t>.) mokiniai</w:t>
      </w:r>
      <w:r w:rsidR="00AB15D4" w:rsidRPr="00704C2F">
        <w:rPr>
          <w:lang w:val="lt-LT"/>
        </w:rPr>
        <w:t xml:space="preserve">, 7 (2 </w:t>
      </w:r>
      <w:proofErr w:type="spellStart"/>
      <w:r w:rsidR="00AB15D4" w:rsidRPr="00704C2F">
        <w:rPr>
          <w:lang w:val="lt-LT"/>
        </w:rPr>
        <w:t>kl</w:t>
      </w:r>
      <w:proofErr w:type="spellEnd"/>
      <w:r w:rsidR="00AB15D4" w:rsidRPr="00704C2F">
        <w:rPr>
          <w:lang w:val="lt-LT"/>
        </w:rPr>
        <w:t xml:space="preserve">.) mokiniai, jungiami </w:t>
      </w:r>
      <w:r w:rsidR="00810295" w:rsidRPr="00704C2F">
        <w:rPr>
          <w:lang w:val="lt-LT"/>
        </w:rPr>
        <w:t xml:space="preserve">6 (3 kl.)+1 (4 </w:t>
      </w:r>
      <w:proofErr w:type="spellStart"/>
      <w:r w:rsidR="00810295" w:rsidRPr="00704C2F">
        <w:rPr>
          <w:lang w:val="lt-LT"/>
        </w:rPr>
        <w:t>kl</w:t>
      </w:r>
      <w:proofErr w:type="spellEnd"/>
      <w:r w:rsidR="00810295" w:rsidRPr="00704C2F">
        <w:rPr>
          <w:lang w:val="lt-LT"/>
        </w:rPr>
        <w:t>.)</w:t>
      </w:r>
      <w:r w:rsidR="00AD22E6" w:rsidRPr="00704C2F">
        <w:rPr>
          <w:lang w:val="lt-LT"/>
        </w:rPr>
        <w:t>;</w:t>
      </w:r>
    </w:p>
    <w:p w:rsidR="006C6D4F" w:rsidRPr="00704C2F" w:rsidRDefault="0044667E" w:rsidP="00750FC5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  <w:r w:rsidRPr="00704C2F">
        <w:rPr>
          <w:vertAlign w:val="superscript"/>
          <w:lang w:val="lt-LT"/>
        </w:rPr>
        <w:t>2</w:t>
      </w:r>
      <w:r w:rsidRPr="00704C2F">
        <w:rPr>
          <w:lang w:val="lt-LT"/>
        </w:rPr>
        <w:t xml:space="preserve"> </w:t>
      </w:r>
      <w:r w:rsidR="00790757" w:rsidRPr="00704C2F">
        <w:rPr>
          <w:lang w:val="lt-LT"/>
        </w:rPr>
        <w:t>–</w:t>
      </w:r>
      <w:r w:rsidR="00906A34" w:rsidRPr="00704C2F">
        <w:rPr>
          <w:lang w:val="lt-LT"/>
        </w:rPr>
        <w:t xml:space="preserve"> </w:t>
      </w:r>
      <w:r w:rsidR="00810295" w:rsidRPr="00704C2F">
        <w:rPr>
          <w:lang w:val="lt-LT"/>
        </w:rPr>
        <w:t>6</w:t>
      </w:r>
      <w:r w:rsidR="009237C3" w:rsidRPr="00704C2F">
        <w:rPr>
          <w:lang w:val="lt-LT"/>
        </w:rPr>
        <w:t xml:space="preserve"> (4</w:t>
      </w:r>
      <w:r w:rsidR="00906A34" w:rsidRPr="00704C2F">
        <w:rPr>
          <w:lang w:val="lt-LT"/>
        </w:rPr>
        <w:t xml:space="preserve"> </w:t>
      </w:r>
      <w:proofErr w:type="spellStart"/>
      <w:r w:rsidR="00906A34" w:rsidRPr="00704C2F">
        <w:rPr>
          <w:lang w:val="lt-LT"/>
        </w:rPr>
        <w:t>kl</w:t>
      </w:r>
      <w:proofErr w:type="spellEnd"/>
      <w:r w:rsidR="00906A34" w:rsidRPr="00704C2F">
        <w:rPr>
          <w:lang w:val="lt-LT"/>
        </w:rPr>
        <w:t>.)</w:t>
      </w:r>
      <w:r w:rsidR="00DC5C3B" w:rsidRPr="00704C2F">
        <w:rPr>
          <w:lang w:val="lt-LT"/>
        </w:rPr>
        <w:t xml:space="preserve"> mokiniai</w:t>
      </w:r>
      <w:r w:rsidR="00906A34" w:rsidRPr="00704C2F">
        <w:rPr>
          <w:lang w:val="lt-LT"/>
        </w:rPr>
        <w:t>;</w:t>
      </w:r>
    </w:p>
    <w:p w:rsidR="0044667E" w:rsidRPr="00704C2F" w:rsidRDefault="0044667E" w:rsidP="0044667E">
      <w:pPr>
        <w:jc w:val="both"/>
        <w:rPr>
          <w:lang w:val="lt-LT"/>
        </w:rPr>
      </w:pPr>
      <w:r w:rsidRPr="00704C2F">
        <w:rPr>
          <w:vertAlign w:val="superscript"/>
          <w:lang w:val="lt-LT"/>
        </w:rPr>
        <w:t>3</w:t>
      </w:r>
      <w:r w:rsidRPr="00704C2F">
        <w:rPr>
          <w:lang w:val="lt-LT"/>
        </w:rPr>
        <w:t xml:space="preserve"> </w:t>
      </w:r>
      <w:r w:rsidR="00CF4030" w:rsidRPr="00704C2F">
        <w:rPr>
          <w:lang w:val="lt-LT"/>
        </w:rPr>
        <w:t>–</w:t>
      </w:r>
      <w:r w:rsidR="00906A34" w:rsidRPr="00704C2F">
        <w:rPr>
          <w:lang w:val="lt-LT"/>
        </w:rPr>
        <w:t xml:space="preserve"> </w:t>
      </w:r>
      <w:r w:rsidR="00F82709" w:rsidRPr="00704C2F">
        <w:rPr>
          <w:lang w:val="lt-LT"/>
        </w:rPr>
        <w:t>jungiami</w:t>
      </w:r>
      <w:r w:rsidR="00790757" w:rsidRPr="00704C2F">
        <w:rPr>
          <w:lang w:val="lt-LT"/>
        </w:rPr>
        <w:t xml:space="preserve"> </w:t>
      </w:r>
      <w:r w:rsidR="00810295" w:rsidRPr="00704C2F">
        <w:rPr>
          <w:lang w:val="lt-LT"/>
        </w:rPr>
        <w:t>1</w:t>
      </w:r>
      <w:r w:rsidR="009237C3" w:rsidRPr="00704C2F">
        <w:rPr>
          <w:lang w:val="lt-LT"/>
        </w:rPr>
        <w:t xml:space="preserve"> (5</w:t>
      </w:r>
      <w:r w:rsidR="00790757" w:rsidRPr="00704C2F">
        <w:rPr>
          <w:lang w:val="lt-LT"/>
        </w:rPr>
        <w:t xml:space="preserve"> kl.)+</w:t>
      </w:r>
      <w:r w:rsidR="00810295" w:rsidRPr="00704C2F">
        <w:rPr>
          <w:lang w:val="lt-LT"/>
        </w:rPr>
        <w:t>5</w:t>
      </w:r>
      <w:r w:rsidR="009237C3" w:rsidRPr="00704C2F">
        <w:rPr>
          <w:lang w:val="lt-LT"/>
        </w:rPr>
        <w:t xml:space="preserve"> (6</w:t>
      </w:r>
      <w:r w:rsidR="00CF4030" w:rsidRPr="00704C2F">
        <w:rPr>
          <w:lang w:val="lt-LT"/>
        </w:rPr>
        <w:t xml:space="preserve"> kl.)</w:t>
      </w:r>
      <w:r w:rsidR="00810295" w:rsidRPr="00704C2F">
        <w:rPr>
          <w:lang w:val="lt-LT"/>
        </w:rPr>
        <w:t xml:space="preserve">+5 (7 </w:t>
      </w:r>
      <w:proofErr w:type="spellStart"/>
      <w:r w:rsidR="00810295" w:rsidRPr="00704C2F">
        <w:rPr>
          <w:lang w:val="lt-LT"/>
        </w:rPr>
        <w:t>kl</w:t>
      </w:r>
      <w:proofErr w:type="spellEnd"/>
      <w:r w:rsidR="00810295" w:rsidRPr="00704C2F">
        <w:rPr>
          <w:lang w:val="lt-LT"/>
        </w:rPr>
        <w:t>.)</w:t>
      </w:r>
      <w:r w:rsidR="00DC5C3B" w:rsidRPr="00704C2F">
        <w:rPr>
          <w:lang w:val="lt-LT"/>
        </w:rPr>
        <w:t xml:space="preserve"> mokiniai</w:t>
      </w:r>
      <w:r w:rsidR="00D0035B" w:rsidRPr="00704C2F">
        <w:rPr>
          <w:lang w:val="lt-LT"/>
        </w:rPr>
        <w:t>;</w:t>
      </w:r>
      <w:r w:rsidR="00906A34" w:rsidRPr="00704C2F">
        <w:rPr>
          <w:lang w:val="lt-LT"/>
        </w:rPr>
        <w:t xml:space="preserve"> </w:t>
      </w:r>
      <w:r w:rsidR="00810295" w:rsidRPr="00704C2F">
        <w:rPr>
          <w:lang w:val="lt-LT"/>
        </w:rPr>
        <w:t xml:space="preserve">9 (8 </w:t>
      </w:r>
      <w:proofErr w:type="spellStart"/>
      <w:r w:rsidR="00810295" w:rsidRPr="00704C2F">
        <w:rPr>
          <w:lang w:val="lt-LT"/>
        </w:rPr>
        <w:t>kl</w:t>
      </w:r>
      <w:proofErr w:type="spellEnd"/>
      <w:r w:rsidR="00810295" w:rsidRPr="00704C2F">
        <w:rPr>
          <w:lang w:val="lt-LT"/>
        </w:rPr>
        <w:t>.) mokiniai; 7 (9</w:t>
      </w:r>
      <w:r w:rsidR="00906A34" w:rsidRPr="00704C2F">
        <w:rPr>
          <w:lang w:val="lt-LT"/>
        </w:rPr>
        <w:t xml:space="preserve"> kl.)</w:t>
      </w:r>
      <w:r w:rsidR="00810295" w:rsidRPr="00704C2F">
        <w:rPr>
          <w:lang w:val="lt-LT"/>
        </w:rPr>
        <w:t>+3</w:t>
      </w:r>
      <w:r w:rsidR="009237C3" w:rsidRPr="00704C2F">
        <w:rPr>
          <w:lang w:val="lt-LT"/>
        </w:rPr>
        <w:t xml:space="preserve"> (</w:t>
      </w:r>
      <w:r w:rsidR="00810295" w:rsidRPr="00704C2F">
        <w:rPr>
          <w:lang w:val="lt-LT"/>
        </w:rPr>
        <w:t>10</w:t>
      </w:r>
      <w:r w:rsidR="001228CD" w:rsidRPr="00704C2F">
        <w:rPr>
          <w:lang w:val="lt-LT"/>
        </w:rPr>
        <w:t xml:space="preserve"> </w:t>
      </w:r>
      <w:proofErr w:type="spellStart"/>
      <w:r w:rsidR="001228CD" w:rsidRPr="00704C2F">
        <w:rPr>
          <w:lang w:val="lt-LT"/>
        </w:rPr>
        <w:t>kl</w:t>
      </w:r>
      <w:proofErr w:type="spellEnd"/>
      <w:r w:rsidR="001228CD" w:rsidRPr="00704C2F">
        <w:rPr>
          <w:lang w:val="lt-LT"/>
        </w:rPr>
        <w:t>.)</w:t>
      </w:r>
      <w:r w:rsidR="00DC5C3B" w:rsidRPr="00704C2F">
        <w:rPr>
          <w:lang w:val="lt-LT"/>
        </w:rPr>
        <w:t xml:space="preserve"> mokiniai</w:t>
      </w:r>
      <w:r w:rsidR="009237C3" w:rsidRPr="00704C2F">
        <w:rPr>
          <w:lang w:val="lt-LT"/>
        </w:rPr>
        <w:t>;</w:t>
      </w:r>
    </w:p>
    <w:p w:rsidR="00FF5737" w:rsidRPr="00704C2F" w:rsidRDefault="0044667E" w:rsidP="00750FC5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  <w:r w:rsidRPr="00704C2F">
        <w:rPr>
          <w:vertAlign w:val="superscript"/>
          <w:lang w:val="lt-LT"/>
        </w:rPr>
        <w:t>4</w:t>
      </w:r>
      <w:r w:rsidRPr="00704C2F">
        <w:rPr>
          <w:lang w:val="lt-LT"/>
        </w:rPr>
        <w:t xml:space="preserve"> </w:t>
      </w:r>
      <w:r w:rsidR="00CF4030" w:rsidRPr="00704C2F">
        <w:rPr>
          <w:lang w:val="lt-LT"/>
        </w:rPr>
        <w:t>–</w:t>
      </w:r>
      <w:r w:rsidR="00906A34" w:rsidRPr="00704C2F">
        <w:rPr>
          <w:lang w:val="lt-LT"/>
        </w:rPr>
        <w:t xml:space="preserve"> </w:t>
      </w:r>
      <w:r w:rsidR="00F82709" w:rsidRPr="00704C2F">
        <w:rPr>
          <w:lang w:val="lt-LT"/>
        </w:rPr>
        <w:t>jungiami</w:t>
      </w:r>
      <w:r w:rsidR="00810295" w:rsidRPr="00704C2F">
        <w:rPr>
          <w:lang w:val="lt-LT"/>
        </w:rPr>
        <w:t xml:space="preserve"> 2 (5 kl.)+2</w:t>
      </w:r>
      <w:r w:rsidR="001228CD" w:rsidRPr="00704C2F">
        <w:rPr>
          <w:lang w:val="lt-LT"/>
        </w:rPr>
        <w:t xml:space="preserve"> (6 kl.)</w:t>
      </w:r>
      <w:r w:rsidR="00810295" w:rsidRPr="00704C2F">
        <w:rPr>
          <w:lang w:val="lt-LT"/>
        </w:rPr>
        <w:t xml:space="preserve">+3 (7 </w:t>
      </w:r>
      <w:proofErr w:type="spellStart"/>
      <w:r w:rsidR="00810295" w:rsidRPr="00704C2F">
        <w:rPr>
          <w:lang w:val="lt-LT"/>
        </w:rPr>
        <w:t>kl</w:t>
      </w:r>
      <w:proofErr w:type="spellEnd"/>
      <w:r w:rsidR="00810295" w:rsidRPr="00704C2F">
        <w:rPr>
          <w:lang w:val="lt-LT"/>
        </w:rPr>
        <w:t>.)</w:t>
      </w:r>
      <w:r w:rsidR="00DC5C3B" w:rsidRPr="00704C2F">
        <w:rPr>
          <w:lang w:val="lt-LT"/>
        </w:rPr>
        <w:t xml:space="preserve"> mokiniai</w:t>
      </w:r>
      <w:r w:rsidR="00906A34" w:rsidRPr="00704C2F">
        <w:rPr>
          <w:lang w:val="lt-LT"/>
        </w:rPr>
        <w:t xml:space="preserve">; </w:t>
      </w:r>
      <w:r w:rsidR="00810295" w:rsidRPr="00704C2F">
        <w:rPr>
          <w:lang w:val="lt-LT"/>
        </w:rPr>
        <w:t xml:space="preserve">6 (8 </w:t>
      </w:r>
      <w:proofErr w:type="spellStart"/>
      <w:r w:rsidR="00810295" w:rsidRPr="00704C2F">
        <w:rPr>
          <w:lang w:val="lt-LT"/>
        </w:rPr>
        <w:t>kl</w:t>
      </w:r>
      <w:proofErr w:type="spellEnd"/>
      <w:r w:rsidR="00810295" w:rsidRPr="00704C2F">
        <w:rPr>
          <w:lang w:val="lt-LT"/>
        </w:rPr>
        <w:t>.) mokiniai; 5 (9 kl.)+1</w:t>
      </w:r>
      <w:r w:rsidR="009237C3" w:rsidRPr="00704C2F">
        <w:rPr>
          <w:lang w:val="lt-LT"/>
        </w:rPr>
        <w:t xml:space="preserve"> (10 </w:t>
      </w:r>
      <w:proofErr w:type="spellStart"/>
      <w:r w:rsidR="009237C3" w:rsidRPr="00704C2F">
        <w:rPr>
          <w:lang w:val="lt-LT"/>
        </w:rPr>
        <w:t>kl</w:t>
      </w:r>
      <w:proofErr w:type="spellEnd"/>
      <w:r w:rsidR="009237C3" w:rsidRPr="00704C2F">
        <w:rPr>
          <w:lang w:val="lt-LT"/>
        </w:rPr>
        <w:t>.) mokiniai</w:t>
      </w:r>
      <w:r w:rsidR="00906A34" w:rsidRPr="00704C2F">
        <w:rPr>
          <w:lang w:val="lt-LT"/>
        </w:rPr>
        <w:t>.</w:t>
      </w:r>
    </w:p>
    <w:p w:rsidR="0016793B" w:rsidRPr="0044667E" w:rsidRDefault="00B85E93" w:rsidP="00B85E93">
      <w:pPr>
        <w:pStyle w:val="Antrats"/>
        <w:tabs>
          <w:tab w:val="clear" w:pos="4153"/>
          <w:tab w:val="clear" w:pos="8306"/>
        </w:tabs>
        <w:jc w:val="center"/>
        <w:rPr>
          <w:lang w:val="lt-LT"/>
        </w:rPr>
      </w:pPr>
      <w:r>
        <w:rPr>
          <w:lang w:val="lt-LT"/>
        </w:rPr>
        <w:t>______________________________________________</w:t>
      </w:r>
    </w:p>
    <w:sectPr w:rsidR="0016793B" w:rsidRPr="0044667E" w:rsidSect="0030385B">
      <w:pgSz w:w="16838" w:h="11906" w:orient="landscape" w:code="9"/>
      <w:pgMar w:top="1134" w:right="1134" w:bottom="567" w:left="1134" w:header="0" w:footer="567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443" w:rsidRDefault="00D53443">
      <w:r>
        <w:separator/>
      </w:r>
    </w:p>
  </w:endnote>
  <w:endnote w:type="continuationSeparator" w:id="0">
    <w:p w:rsidR="00D53443" w:rsidRDefault="00D5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B6E" w:rsidRDefault="00236B6E" w:rsidP="005D425A">
    <w:pPr>
      <w:pStyle w:val="Porat"/>
      <w:jc w:val="right"/>
      <w:rPr>
        <w:sz w:val="18"/>
        <w:lang w:val="lt-LT"/>
      </w:rPr>
    </w:pPr>
    <w:r>
      <w:rPr>
        <w:snapToGrid w:val="0"/>
        <w:sz w:val="18"/>
        <w:lang w:val="lt-LT"/>
      </w:rPr>
      <w:fldChar w:fldCharType="begin"/>
    </w:r>
    <w:r>
      <w:rPr>
        <w:snapToGrid w:val="0"/>
        <w:sz w:val="18"/>
        <w:lang w:val="lt-LT"/>
      </w:rPr>
      <w:instrText xml:space="preserve"> FILENAME </w:instrText>
    </w:r>
    <w:r>
      <w:rPr>
        <w:snapToGrid w:val="0"/>
        <w:sz w:val="18"/>
        <w:lang w:val="lt-LT"/>
      </w:rPr>
      <w:fldChar w:fldCharType="separate"/>
    </w:r>
    <w:r>
      <w:rPr>
        <w:noProof/>
        <w:snapToGrid w:val="0"/>
        <w:sz w:val="18"/>
        <w:lang w:val="lt-LT"/>
      </w:rPr>
      <w:t>projektas del klasiu skaiciaus 2020-2021 kovas</w:t>
    </w:r>
    <w:r>
      <w:rPr>
        <w:snapToGrid w:val="0"/>
        <w:sz w:val="18"/>
        <w:lang w:val="lt-LT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443" w:rsidRDefault="00D53443">
      <w:r>
        <w:separator/>
      </w:r>
    </w:p>
  </w:footnote>
  <w:footnote w:type="continuationSeparator" w:id="0">
    <w:p w:rsidR="00D53443" w:rsidRDefault="00D53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B6E" w:rsidRDefault="00236B6E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236B6E" w:rsidRDefault="00236B6E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B6E" w:rsidRDefault="00236B6E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CA2E8C">
      <w:rPr>
        <w:rStyle w:val="Puslapionumeris"/>
        <w:noProof/>
      </w:rPr>
      <w:t>5</w:t>
    </w:r>
    <w:r>
      <w:rPr>
        <w:rStyle w:val="Puslapionumeris"/>
      </w:rPr>
      <w:fldChar w:fldCharType="end"/>
    </w:r>
  </w:p>
  <w:p w:rsidR="00236B6E" w:rsidRDefault="00236B6E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1F47"/>
    <w:multiLevelType w:val="hybridMultilevel"/>
    <w:tmpl w:val="9418F54C"/>
    <w:lvl w:ilvl="0" w:tplc="EA5C70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9E83F04"/>
    <w:multiLevelType w:val="hybridMultilevel"/>
    <w:tmpl w:val="0450CE1E"/>
    <w:lvl w:ilvl="0" w:tplc="EC504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C078DE"/>
    <w:multiLevelType w:val="hybridMultilevel"/>
    <w:tmpl w:val="C50021E6"/>
    <w:lvl w:ilvl="0" w:tplc="E668AC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AEA115C"/>
    <w:multiLevelType w:val="multilevel"/>
    <w:tmpl w:val="586C8A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20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D0C"/>
    <w:rsid w:val="00001292"/>
    <w:rsid w:val="000014E0"/>
    <w:rsid w:val="00003CC6"/>
    <w:rsid w:val="000048DF"/>
    <w:rsid w:val="00004C89"/>
    <w:rsid w:val="00010CBF"/>
    <w:rsid w:val="000123DF"/>
    <w:rsid w:val="000132C0"/>
    <w:rsid w:val="0001657A"/>
    <w:rsid w:val="000169D1"/>
    <w:rsid w:val="000200D7"/>
    <w:rsid w:val="0002461C"/>
    <w:rsid w:val="000250CA"/>
    <w:rsid w:val="00030F28"/>
    <w:rsid w:val="000332FF"/>
    <w:rsid w:val="00034831"/>
    <w:rsid w:val="0003782A"/>
    <w:rsid w:val="00044126"/>
    <w:rsid w:val="00045080"/>
    <w:rsid w:val="000464B8"/>
    <w:rsid w:val="000465E7"/>
    <w:rsid w:val="00046C65"/>
    <w:rsid w:val="0005052F"/>
    <w:rsid w:val="000513C1"/>
    <w:rsid w:val="00051D34"/>
    <w:rsid w:val="000579E9"/>
    <w:rsid w:val="000600C1"/>
    <w:rsid w:val="000615D5"/>
    <w:rsid w:val="0006334A"/>
    <w:rsid w:val="00066505"/>
    <w:rsid w:val="0006680E"/>
    <w:rsid w:val="0006747E"/>
    <w:rsid w:val="00072159"/>
    <w:rsid w:val="00074076"/>
    <w:rsid w:val="000745AA"/>
    <w:rsid w:val="00077CEA"/>
    <w:rsid w:val="00080907"/>
    <w:rsid w:val="00081CE4"/>
    <w:rsid w:val="00084B8F"/>
    <w:rsid w:val="00084F20"/>
    <w:rsid w:val="00087CAB"/>
    <w:rsid w:val="000929FF"/>
    <w:rsid w:val="000A2CFC"/>
    <w:rsid w:val="000A3ED1"/>
    <w:rsid w:val="000A486E"/>
    <w:rsid w:val="000B05AE"/>
    <w:rsid w:val="000B068A"/>
    <w:rsid w:val="000B0D13"/>
    <w:rsid w:val="000B21B8"/>
    <w:rsid w:val="000B35E2"/>
    <w:rsid w:val="000B3A12"/>
    <w:rsid w:val="000C0B54"/>
    <w:rsid w:val="000C14E5"/>
    <w:rsid w:val="000C16A4"/>
    <w:rsid w:val="000C4C61"/>
    <w:rsid w:val="000C4F4E"/>
    <w:rsid w:val="000C6545"/>
    <w:rsid w:val="000C6BE3"/>
    <w:rsid w:val="000C7318"/>
    <w:rsid w:val="000C78A1"/>
    <w:rsid w:val="000C7D53"/>
    <w:rsid w:val="000D28C9"/>
    <w:rsid w:val="000D5D6A"/>
    <w:rsid w:val="000D624A"/>
    <w:rsid w:val="000D6ED1"/>
    <w:rsid w:val="000E078E"/>
    <w:rsid w:val="000E408C"/>
    <w:rsid w:val="000E5F18"/>
    <w:rsid w:val="000E67BF"/>
    <w:rsid w:val="000E69EE"/>
    <w:rsid w:val="000F0393"/>
    <w:rsid w:val="000F0C3F"/>
    <w:rsid w:val="000F129E"/>
    <w:rsid w:val="000F4926"/>
    <w:rsid w:val="000F5688"/>
    <w:rsid w:val="000F7B4E"/>
    <w:rsid w:val="00100ECB"/>
    <w:rsid w:val="00100FE4"/>
    <w:rsid w:val="00102A5E"/>
    <w:rsid w:val="001033D1"/>
    <w:rsid w:val="0010425D"/>
    <w:rsid w:val="00106107"/>
    <w:rsid w:val="00106388"/>
    <w:rsid w:val="001072C9"/>
    <w:rsid w:val="00107810"/>
    <w:rsid w:val="00107A5F"/>
    <w:rsid w:val="001100BC"/>
    <w:rsid w:val="00110C04"/>
    <w:rsid w:val="001130BF"/>
    <w:rsid w:val="0011339C"/>
    <w:rsid w:val="0011710B"/>
    <w:rsid w:val="001228CD"/>
    <w:rsid w:val="00122D09"/>
    <w:rsid w:val="00125A46"/>
    <w:rsid w:val="001274E5"/>
    <w:rsid w:val="00131D96"/>
    <w:rsid w:val="00132107"/>
    <w:rsid w:val="001328C5"/>
    <w:rsid w:val="00132AED"/>
    <w:rsid w:val="001343FD"/>
    <w:rsid w:val="00134928"/>
    <w:rsid w:val="001356A3"/>
    <w:rsid w:val="00135ED0"/>
    <w:rsid w:val="0013737E"/>
    <w:rsid w:val="001457E6"/>
    <w:rsid w:val="001457EF"/>
    <w:rsid w:val="00147E9B"/>
    <w:rsid w:val="00152849"/>
    <w:rsid w:val="001528CC"/>
    <w:rsid w:val="0015492F"/>
    <w:rsid w:val="00157EC4"/>
    <w:rsid w:val="001619A6"/>
    <w:rsid w:val="0016234B"/>
    <w:rsid w:val="00164934"/>
    <w:rsid w:val="00165151"/>
    <w:rsid w:val="00166CD0"/>
    <w:rsid w:val="0016793B"/>
    <w:rsid w:val="0017270E"/>
    <w:rsid w:val="00172F78"/>
    <w:rsid w:val="00175197"/>
    <w:rsid w:val="001763A5"/>
    <w:rsid w:val="00176FC9"/>
    <w:rsid w:val="00177693"/>
    <w:rsid w:val="0018042E"/>
    <w:rsid w:val="001821E3"/>
    <w:rsid w:val="0018275D"/>
    <w:rsid w:val="00182FC7"/>
    <w:rsid w:val="00183E13"/>
    <w:rsid w:val="001858B0"/>
    <w:rsid w:val="00186767"/>
    <w:rsid w:val="00191808"/>
    <w:rsid w:val="001938BA"/>
    <w:rsid w:val="001946A8"/>
    <w:rsid w:val="00195511"/>
    <w:rsid w:val="00195B6E"/>
    <w:rsid w:val="001A08F7"/>
    <w:rsid w:val="001A1889"/>
    <w:rsid w:val="001A328D"/>
    <w:rsid w:val="001A4BA1"/>
    <w:rsid w:val="001B3E4B"/>
    <w:rsid w:val="001B5576"/>
    <w:rsid w:val="001B5F38"/>
    <w:rsid w:val="001C009D"/>
    <w:rsid w:val="001C0F87"/>
    <w:rsid w:val="001C2022"/>
    <w:rsid w:val="001C3853"/>
    <w:rsid w:val="001C3BF0"/>
    <w:rsid w:val="001C3EDB"/>
    <w:rsid w:val="001C7821"/>
    <w:rsid w:val="001C7F1D"/>
    <w:rsid w:val="001D2001"/>
    <w:rsid w:val="001D32A9"/>
    <w:rsid w:val="001D3795"/>
    <w:rsid w:val="001D5821"/>
    <w:rsid w:val="001E09A7"/>
    <w:rsid w:val="001E0E0E"/>
    <w:rsid w:val="001E1E1A"/>
    <w:rsid w:val="001E3F88"/>
    <w:rsid w:val="001E74B6"/>
    <w:rsid w:val="001E7F20"/>
    <w:rsid w:val="001F216C"/>
    <w:rsid w:val="001F42EE"/>
    <w:rsid w:val="001F52B8"/>
    <w:rsid w:val="001F5CA6"/>
    <w:rsid w:val="001F5DF2"/>
    <w:rsid w:val="00201541"/>
    <w:rsid w:val="00201B24"/>
    <w:rsid w:val="00202A39"/>
    <w:rsid w:val="00202BB4"/>
    <w:rsid w:val="00204ED0"/>
    <w:rsid w:val="002102A3"/>
    <w:rsid w:val="00212298"/>
    <w:rsid w:val="00212AED"/>
    <w:rsid w:val="0021385A"/>
    <w:rsid w:val="0021543E"/>
    <w:rsid w:val="00215A49"/>
    <w:rsid w:val="00217347"/>
    <w:rsid w:val="002179CB"/>
    <w:rsid w:val="00224574"/>
    <w:rsid w:val="00224A24"/>
    <w:rsid w:val="00224C5A"/>
    <w:rsid w:val="00226770"/>
    <w:rsid w:val="00227E9F"/>
    <w:rsid w:val="002300F9"/>
    <w:rsid w:val="00230A7D"/>
    <w:rsid w:val="00232BFB"/>
    <w:rsid w:val="00235339"/>
    <w:rsid w:val="00236B6E"/>
    <w:rsid w:val="0023741D"/>
    <w:rsid w:val="0023788E"/>
    <w:rsid w:val="0024766F"/>
    <w:rsid w:val="0025383A"/>
    <w:rsid w:val="00254244"/>
    <w:rsid w:val="002608A2"/>
    <w:rsid w:val="00261676"/>
    <w:rsid w:val="002746AB"/>
    <w:rsid w:val="00275959"/>
    <w:rsid w:val="0027783A"/>
    <w:rsid w:val="002803E3"/>
    <w:rsid w:val="00280B76"/>
    <w:rsid w:val="00281216"/>
    <w:rsid w:val="002822DF"/>
    <w:rsid w:val="00284AF8"/>
    <w:rsid w:val="00290051"/>
    <w:rsid w:val="002912CB"/>
    <w:rsid w:val="00291CA5"/>
    <w:rsid w:val="002A09BC"/>
    <w:rsid w:val="002A0DEB"/>
    <w:rsid w:val="002A2BA8"/>
    <w:rsid w:val="002A2D06"/>
    <w:rsid w:val="002A4318"/>
    <w:rsid w:val="002A47CF"/>
    <w:rsid w:val="002A48AD"/>
    <w:rsid w:val="002A63B9"/>
    <w:rsid w:val="002A7AE4"/>
    <w:rsid w:val="002B1012"/>
    <w:rsid w:val="002B1531"/>
    <w:rsid w:val="002B47CB"/>
    <w:rsid w:val="002B48A2"/>
    <w:rsid w:val="002B4F62"/>
    <w:rsid w:val="002B5675"/>
    <w:rsid w:val="002B58F4"/>
    <w:rsid w:val="002B6E71"/>
    <w:rsid w:val="002C209D"/>
    <w:rsid w:val="002C4389"/>
    <w:rsid w:val="002D298A"/>
    <w:rsid w:val="002D391C"/>
    <w:rsid w:val="002D3DD0"/>
    <w:rsid w:val="002D7925"/>
    <w:rsid w:val="002E0B9F"/>
    <w:rsid w:val="002E3F7F"/>
    <w:rsid w:val="002E487D"/>
    <w:rsid w:val="002E552A"/>
    <w:rsid w:val="002F2FFB"/>
    <w:rsid w:val="002F514F"/>
    <w:rsid w:val="002F5E5E"/>
    <w:rsid w:val="002F64CE"/>
    <w:rsid w:val="003033AC"/>
    <w:rsid w:val="0030385B"/>
    <w:rsid w:val="00303C9B"/>
    <w:rsid w:val="00305088"/>
    <w:rsid w:val="00307036"/>
    <w:rsid w:val="00311741"/>
    <w:rsid w:val="00316888"/>
    <w:rsid w:val="00316C58"/>
    <w:rsid w:val="003178D6"/>
    <w:rsid w:val="003207DF"/>
    <w:rsid w:val="00327E10"/>
    <w:rsid w:val="003336BB"/>
    <w:rsid w:val="00335351"/>
    <w:rsid w:val="00336003"/>
    <w:rsid w:val="0033688E"/>
    <w:rsid w:val="00336FAA"/>
    <w:rsid w:val="00337443"/>
    <w:rsid w:val="0034167D"/>
    <w:rsid w:val="0034230A"/>
    <w:rsid w:val="00342F7A"/>
    <w:rsid w:val="00343105"/>
    <w:rsid w:val="00343132"/>
    <w:rsid w:val="003438AD"/>
    <w:rsid w:val="003446BF"/>
    <w:rsid w:val="00351603"/>
    <w:rsid w:val="00352955"/>
    <w:rsid w:val="00352B87"/>
    <w:rsid w:val="003561E3"/>
    <w:rsid w:val="00357B58"/>
    <w:rsid w:val="00360828"/>
    <w:rsid w:val="003611BC"/>
    <w:rsid w:val="00361259"/>
    <w:rsid w:val="003618BD"/>
    <w:rsid w:val="00361B45"/>
    <w:rsid w:val="00363478"/>
    <w:rsid w:val="00367093"/>
    <w:rsid w:val="0037218A"/>
    <w:rsid w:val="00376CB1"/>
    <w:rsid w:val="003805B1"/>
    <w:rsid w:val="00381AA9"/>
    <w:rsid w:val="003833AD"/>
    <w:rsid w:val="003838F1"/>
    <w:rsid w:val="00384C0D"/>
    <w:rsid w:val="00385859"/>
    <w:rsid w:val="003868B4"/>
    <w:rsid w:val="003871D8"/>
    <w:rsid w:val="003923D9"/>
    <w:rsid w:val="0039343C"/>
    <w:rsid w:val="00393BFD"/>
    <w:rsid w:val="00394D04"/>
    <w:rsid w:val="00395600"/>
    <w:rsid w:val="00396CC3"/>
    <w:rsid w:val="003A1579"/>
    <w:rsid w:val="003A1C95"/>
    <w:rsid w:val="003A3295"/>
    <w:rsid w:val="003A35F2"/>
    <w:rsid w:val="003A407A"/>
    <w:rsid w:val="003B00D6"/>
    <w:rsid w:val="003C34CC"/>
    <w:rsid w:val="003C4000"/>
    <w:rsid w:val="003C42E5"/>
    <w:rsid w:val="003C48F8"/>
    <w:rsid w:val="003C6158"/>
    <w:rsid w:val="003D0071"/>
    <w:rsid w:val="003D0D95"/>
    <w:rsid w:val="003D3136"/>
    <w:rsid w:val="003D37E5"/>
    <w:rsid w:val="003D3B9E"/>
    <w:rsid w:val="003D57EF"/>
    <w:rsid w:val="003D589C"/>
    <w:rsid w:val="003D78E4"/>
    <w:rsid w:val="003D7E09"/>
    <w:rsid w:val="003E257E"/>
    <w:rsid w:val="003E2879"/>
    <w:rsid w:val="003E35FF"/>
    <w:rsid w:val="003E3A3A"/>
    <w:rsid w:val="003E3B53"/>
    <w:rsid w:val="003E543B"/>
    <w:rsid w:val="003F089C"/>
    <w:rsid w:val="003F1367"/>
    <w:rsid w:val="003F1A32"/>
    <w:rsid w:val="003F2A72"/>
    <w:rsid w:val="003F2E2A"/>
    <w:rsid w:val="003F3825"/>
    <w:rsid w:val="003F4F42"/>
    <w:rsid w:val="003F59CB"/>
    <w:rsid w:val="00402A4C"/>
    <w:rsid w:val="00403398"/>
    <w:rsid w:val="0040421A"/>
    <w:rsid w:val="00406667"/>
    <w:rsid w:val="00410BA4"/>
    <w:rsid w:val="00413B37"/>
    <w:rsid w:val="004170B1"/>
    <w:rsid w:val="004213FA"/>
    <w:rsid w:val="00422C2C"/>
    <w:rsid w:val="00423346"/>
    <w:rsid w:val="00425755"/>
    <w:rsid w:val="004261A1"/>
    <w:rsid w:val="00431B49"/>
    <w:rsid w:val="00436CBF"/>
    <w:rsid w:val="00441C00"/>
    <w:rsid w:val="00442B83"/>
    <w:rsid w:val="00445E59"/>
    <w:rsid w:val="0044667E"/>
    <w:rsid w:val="00446C9F"/>
    <w:rsid w:val="0044795F"/>
    <w:rsid w:val="00447AF4"/>
    <w:rsid w:val="00447E40"/>
    <w:rsid w:val="00452838"/>
    <w:rsid w:val="004561B8"/>
    <w:rsid w:val="0045621B"/>
    <w:rsid w:val="00457221"/>
    <w:rsid w:val="004575C8"/>
    <w:rsid w:val="0046027B"/>
    <w:rsid w:val="00461DB6"/>
    <w:rsid w:val="00464CCB"/>
    <w:rsid w:val="004661C0"/>
    <w:rsid w:val="004720C5"/>
    <w:rsid w:val="00472A40"/>
    <w:rsid w:val="0047395A"/>
    <w:rsid w:val="0047465C"/>
    <w:rsid w:val="00474967"/>
    <w:rsid w:val="00474A84"/>
    <w:rsid w:val="00484B70"/>
    <w:rsid w:val="00485B9E"/>
    <w:rsid w:val="00486C17"/>
    <w:rsid w:val="0049122B"/>
    <w:rsid w:val="00491AF1"/>
    <w:rsid w:val="00492704"/>
    <w:rsid w:val="00497949"/>
    <w:rsid w:val="004A1853"/>
    <w:rsid w:val="004A1E51"/>
    <w:rsid w:val="004A400F"/>
    <w:rsid w:val="004A5714"/>
    <w:rsid w:val="004A5926"/>
    <w:rsid w:val="004A6AD6"/>
    <w:rsid w:val="004B07C9"/>
    <w:rsid w:val="004B0A00"/>
    <w:rsid w:val="004B0DE4"/>
    <w:rsid w:val="004B17CF"/>
    <w:rsid w:val="004B2AEC"/>
    <w:rsid w:val="004B434A"/>
    <w:rsid w:val="004B4D1A"/>
    <w:rsid w:val="004C05B5"/>
    <w:rsid w:val="004C0948"/>
    <w:rsid w:val="004C25F1"/>
    <w:rsid w:val="004C27CB"/>
    <w:rsid w:val="004C2B75"/>
    <w:rsid w:val="004C6EA1"/>
    <w:rsid w:val="004D18B8"/>
    <w:rsid w:val="004E0EFF"/>
    <w:rsid w:val="004E6330"/>
    <w:rsid w:val="004E69B8"/>
    <w:rsid w:val="004E771D"/>
    <w:rsid w:val="004F1EE7"/>
    <w:rsid w:val="004F2560"/>
    <w:rsid w:val="004F340C"/>
    <w:rsid w:val="004F529A"/>
    <w:rsid w:val="004F6A06"/>
    <w:rsid w:val="004F6A85"/>
    <w:rsid w:val="004F73BE"/>
    <w:rsid w:val="00500FDC"/>
    <w:rsid w:val="00501A9B"/>
    <w:rsid w:val="00502A70"/>
    <w:rsid w:val="00503876"/>
    <w:rsid w:val="0050702E"/>
    <w:rsid w:val="005079C1"/>
    <w:rsid w:val="0051172E"/>
    <w:rsid w:val="0051295F"/>
    <w:rsid w:val="00520508"/>
    <w:rsid w:val="005235E1"/>
    <w:rsid w:val="0052537D"/>
    <w:rsid w:val="00525705"/>
    <w:rsid w:val="00525CB9"/>
    <w:rsid w:val="0053039A"/>
    <w:rsid w:val="005305D4"/>
    <w:rsid w:val="00532D91"/>
    <w:rsid w:val="005330C7"/>
    <w:rsid w:val="00533D19"/>
    <w:rsid w:val="0053524A"/>
    <w:rsid w:val="005360AC"/>
    <w:rsid w:val="0053674E"/>
    <w:rsid w:val="00541C52"/>
    <w:rsid w:val="005435D7"/>
    <w:rsid w:val="0054380C"/>
    <w:rsid w:val="0054589C"/>
    <w:rsid w:val="00546735"/>
    <w:rsid w:val="00547D62"/>
    <w:rsid w:val="005514CC"/>
    <w:rsid w:val="00552CFB"/>
    <w:rsid w:val="00554688"/>
    <w:rsid w:val="005564C5"/>
    <w:rsid w:val="00556E0D"/>
    <w:rsid w:val="00560542"/>
    <w:rsid w:val="00561ECD"/>
    <w:rsid w:val="00563A39"/>
    <w:rsid w:val="005645DB"/>
    <w:rsid w:val="005665AF"/>
    <w:rsid w:val="00572593"/>
    <w:rsid w:val="0057410F"/>
    <w:rsid w:val="00577C40"/>
    <w:rsid w:val="0058133C"/>
    <w:rsid w:val="005826F6"/>
    <w:rsid w:val="00582FD9"/>
    <w:rsid w:val="00587824"/>
    <w:rsid w:val="00590D89"/>
    <w:rsid w:val="00591A14"/>
    <w:rsid w:val="00593239"/>
    <w:rsid w:val="00593576"/>
    <w:rsid w:val="005973BC"/>
    <w:rsid w:val="005A3C8A"/>
    <w:rsid w:val="005A3DE8"/>
    <w:rsid w:val="005B0E86"/>
    <w:rsid w:val="005B2DFB"/>
    <w:rsid w:val="005B3C6B"/>
    <w:rsid w:val="005C02BE"/>
    <w:rsid w:val="005C0A2E"/>
    <w:rsid w:val="005C20D2"/>
    <w:rsid w:val="005C22A7"/>
    <w:rsid w:val="005C44BF"/>
    <w:rsid w:val="005C4F04"/>
    <w:rsid w:val="005C5951"/>
    <w:rsid w:val="005C6047"/>
    <w:rsid w:val="005D30CD"/>
    <w:rsid w:val="005D35BE"/>
    <w:rsid w:val="005D425A"/>
    <w:rsid w:val="005E113A"/>
    <w:rsid w:val="005E7856"/>
    <w:rsid w:val="005F1CCB"/>
    <w:rsid w:val="005F2072"/>
    <w:rsid w:val="005F2226"/>
    <w:rsid w:val="005F28D7"/>
    <w:rsid w:val="005F2A4B"/>
    <w:rsid w:val="005F3121"/>
    <w:rsid w:val="005F368F"/>
    <w:rsid w:val="005F41C0"/>
    <w:rsid w:val="005F53C6"/>
    <w:rsid w:val="005F6B3C"/>
    <w:rsid w:val="005F7EB9"/>
    <w:rsid w:val="00600C02"/>
    <w:rsid w:val="00601314"/>
    <w:rsid w:val="00601415"/>
    <w:rsid w:val="006016D6"/>
    <w:rsid w:val="00603A4D"/>
    <w:rsid w:val="0061281B"/>
    <w:rsid w:val="00612E23"/>
    <w:rsid w:val="006208B5"/>
    <w:rsid w:val="00622151"/>
    <w:rsid w:val="00624371"/>
    <w:rsid w:val="00626951"/>
    <w:rsid w:val="00626F62"/>
    <w:rsid w:val="0062713A"/>
    <w:rsid w:val="006277FF"/>
    <w:rsid w:val="00627F2B"/>
    <w:rsid w:val="00630902"/>
    <w:rsid w:val="0063428A"/>
    <w:rsid w:val="00634720"/>
    <w:rsid w:val="00636551"/>
    <w:rsid w:val="00636AF1"/>
    <w:rsid w:val="00637337"/>
    <w:rsid w:val="006421F9"/>
    <w:rsid w:val="0064297B"/>
    <w:rsid w:val="0064618A"/>
    <w:rsid w:val="00646E82"/>
    <w:rsid w:val="006508BC"/>
    <w:rsid w:val="00650ABA"/>
    <w:rsid w:val="00650FD2"/>
    <w:rsid w:val="0066415B"/>
    <w:rsid w:val="0066480E"/>
    <w:rsid w:val="00671589"/>
    <w:rsid w:val="00671AF0"/>
    <w:rsid w:val="00675DE9"/>
    <w:rsid w:val="006774FA"/>
    <w:rsid w:val="00682565"/>
    <w:rsid w:val="0068277E"/>
    <w:rsid w:val="00682C1D"/>
    <w:rsid w:val="00683BAF"/>
    <w:rsid w:val="00684508"/>
    <w:rsid w:val="00692E64"/>
    <w:rsid w:val="00696993"/>
    <w:rsid w:val="006A18B7"/>
    <w:rsid w:val="006B4198"/>
    <w:rsid w:val="006B438A"/>
    <w:rsid w:val="006B4AD4"/>
    <w:rsid w:val="006B5732"/>
    <w:rsid w:val="006B6F65"/>
    <w:rsid w:val="006B72B5"/>
    <w:rsid w:val="006B7F55"/>
    <w:rsid w:val="006C05D7"/>
    <w:rsid w:val="006C562F"/>
    <w:rsid w:val="006C6827"/>
    <w:rsid w:val="006C69A2"/>
    <w:rsid w:val="006C6D4F"/>
    <w:rsid w:val="006C74BC"/>
    <w:rsid w:val="006D31AC"/>
    <w:rsid w:val="006D341E"/>
    <w:rsid w:val="006D5FB8"/>
    <w:rsid w:val="006E08F2"/>
    <w:rsid w:val="006E1931"/>
    <w:rsid w:val="006E1F13"/>
    <w:rsid w:val="006E3702"/>
    <w:rsid w:val="006E4190"/>
    <w:rsid w:val="006E50B6"/>
    <w:rsid w:val="006E7141"/>
    <w:rsid w:val="006F0F8E"/>
    <w:rsid w:val="006F1A22"/>
    <w:rsid w:val="006F24B3"/>
    <w:rsid w:val="006F3BF7"/>
    <w:rsid w:val="006F7F1F"/>
    <w:rsid w:val="00701576"/>
    <w:rsid w:val="00704555"/>
    <w:rsid w:val="00704C2F"/>
    <w:rsid w:val="007065E2"/>
    <w:rsid w:val="007069B8"/>
    <w:rsid w:val="00710B8F"/>
    <w:rsid w:val="007131C2"/>
    <w:rsid w:val="00716AEF"/>
    <w:rsid w:val="00716B16"/>
    <w:rsid w:val="007201F4"/>
    <w:rsid w:val="00722F22"/>
    <w:rsid w:val="007237B3"/>
    <w:rsid w:val="007241B7"/>
    <w:rsid w:val="00724548"/>
    <w:rsid w:val="00726725"/>
    <w:rsid w:val="00726BA8"/>
    <w:rsid w:val="00726D32"/>
    <w:rsid w:val="00727A04"/>
    <w:rsid w:val="00730234"/>
    <w:rsid w:val="00730600"/>
    <w:rsid w:val="00733D1E"/>
    <w:rsid w:val="00741DCC"/>
    <w:rsid w:val="00742503"/>
    <w:rsid w:val="007427B1"/>
    <w:rsid w:val="00742E41"/>
    <w:rsid w:val="00745E6F"/>
    <w:rsid w:val="00746CD8"/>
    <w:rsid w:val="00750FC5"/>
    <w:rsid w:val="00755953"/>
    <w:rsid w:val="00756625"/>
    <w:rsid w:val="007573C0"/>
    <w:rsid w:val="00762B5D"/>
    <w:rsid w:val="00764230"/>
    <w:rsid w:val="007662A6"/>
    <w:rsid w:val="0077062A"/>
    <w:rsid w:val="0077289E"/>
    <w:rsid w:val="00773C08"/>
    <w:rsid w:val="00775722"/>
    <w:rsid w:val="0078078F"/>
    <w:rsid w:val="007809B1"/>
    <w:rsid w:val="00784645"/>
    <w:rsid w:val="00784EF6"/>
    <w:rsid w:val="00785741"/>
    <w:rsid w:val="00785877"/>
    <w:rsid w:val="0079072F"/>
    <w:rsid w:val="00790757"/>
    <w:rsid w:val="00793852"/>
    <w:rsid w:val="0079447A"/>
    <w:rsid w:val="007948FE"/>
    <w:rsid w:val="007971A7"/>
    <w:rsid w:val="007A1007"/>
    <w:rsid w:val="007A5DFF"/>
    <w:rsid w:val="007A78E3"/>
    <w:rsid w:val="007B0D76"/>
    <w:rsid w:val="007B1AE5"/>
    <w:rsid w:val="007B497C"/>
    <w:rsid w:val="007B5F42"/>
    <w:rsid w:val="007B62D9"/>
    <w:rsid w:val="007C0311"/>
    <w:rsid w:val="007C0A55"/>
    <w:rsid w:val="007C0E18"/>
    <w:rsid w:val="007C1647"/>
    <w:rsid w:val="007C20C3"/>
    <w:rsid w:val="007C4D6B"/>
    <w:rsid w:val="007C4DA5"/>
    <w:rsid w:val="007C5AF5"/>
    <w:rsid w:val="007C607E"/>
    <w:rsid w:val="007C67F6"/>
    <w:rsid w:val="007C6EF4"/>
    <w:rsid w:val="007C7F18"/>
    <w:rsid w:val="007D002B"/>
    <w:rsid w:val="007D00DF"/>
    <w:rsid w:val="007D252B"/>
    <w:rsid w:val="007D4904"/>
    <w:rsid w:val="007D6758"/>
    <w:rsid w:val="007D6773"/>
    <w:rsid w:val="007E26D8"/>
    <w:rsid w:val="007E31FA"/>
    <w:rsid w:val="007E3369"/>
    <w:rsid w:val="007E34DD"/>
    <w:rsid w:val="007E5B37"/>
    <w:rsid w:val="007F293F"/>
    <w:rsid w:val="007F42E2"/>
    <w:rsid w:val="007F52C0"/>
    <w:rsid w:val="007F69EF"/>
    <w:rsid w:val="007F6AA1"/>
    <w:rsid w:val="007F71CB"/>
    <w:rsid w:val="00803710"/>
    <w:rsid w:val="0080756C"/>
    <w:rsid w:val="00810295"/>
    <w:rsid w:val="00812CAF"/>
    <w:rsid w:val="00822081"/>
    <w:rsid w:val="008227D9"/>
    <w:rsid w:val="00823A3A"/>
    <w:rsid w:val="00824181"/>
    <w:rsid w:val="00824C8B"/>
    <w:rsid w:val="0082587E"/>
    <w:rsid w:val="00825D7E"/>
    <w:rsid w:val="008270C9"/>
    <w:rsid w:val="0083036C"/>
    <w:rsid w:val="00831AF6"/>
    <w:rsid w:val="008356C7"/>
    <w:rsid w:val="00836D77"/>
    <w:rsid w:val="00837EC9"/>
    <w:rsid w:val="00837F4A"/>
    <w:rsid w:val="0084110C"/>
    <w:rsid w:val="008422ED"/>
    <w:rsid w:val="0084256F"/>
    <w:rsid w:val="00842790"/>
    <w:rsid w:val="00842DA7"/>
    <w:rsid w:val="0084325E"/>
    <w:rsid w:val="008436BF"/>
    <w:rsid w:val="00843EF0"/>
    <w:rsid w:val="00843F06"/>
    <w:rsid w:val="00847E2F"/>
    <w:rsid w:val="00847FE5"/>
    <w:rsid w:val="00853AB2"/>
    <w:rsid w:val="0085452D"/>
    <w:rsid w:val="00854805"/>
    <w:rsid w:val="008551F7"/>
    <w:rsid w:val="008557E8"/>
    <w:rsid w:val="00860CE0"/>
    <w:rsid w:val="00861ABF"/>
    <w:rsid w:val="00863B55"/>
    <w:rsid w:val="008644A8"/>
    <w:rsid w:val="008664D6"/>
    <w:rsid w:val="008717C1"/>
    <w:rsid w:val="008745C5"/>
    <w:rsid w:val="008754A2"/>
    <w:rsid w:val="008769D3"/>
    <w:rsid w:val="008826EB"/>
    <w:rsid w:val="00882B50"/>
    <w:rsid w:val="00883908"/>
    <w:rsid w:val="00885FD0"/>
    <w:rsid w:val="008866FA"/>
    <w:rsid w:val="0089287B"/>
    <w:rsid w:val="00893E38"/>
    <w:rsid w:val="00894ECE"/>
    <w:rsid w:val="00895BD5"/>
    <w:rsid w:val="00896AD6"/>
    <w:rsid w:val="008978B4"/>
    <w:rsid w:val="00897A38"/>
    <w:rsid w:val="008A05BF"/>
    <w:rsid w:val="008A2C1F"/>
    <w:rsid w:val="008A2CFC"/>
    <w:rsid w:val="008B21BB"/>
    <w:rsid w:val="008B372C"/>
    <w:rsid w:val="008C161C"/>
    <w:rsid w:val="008C2695"/>
    <w:rsid w:val="008C44AB"/>
    <w:rsid w:val="008C4514"/>
    <w:rsid w:val="008C4C66"/>
    <w:rsid w:val="008C545B"/>
    <w:rsid w:val="008C5CAA"/>
    <w:rsid w:val="008C610C"/>
    <w:rsid w:val="008D3EBF"/>
    <w:rsid w:val="008D3F4C"/>
    <w:rsid w:val="008D4DBF"/>
    <w:rsid w:val="008D7539"/>
    <w:rsid w:val="008E0D43"/>
    <w:rsid w:val="008E4569"/>
    <w:rsid w:val="008F1C76"/>
    <w:rsid w:val="008F3A6C"/>
    <w:rsid w:val="008F6623"/>
    <w:rsid w:val="008F70F5"/>
    <w:rsid w:val="00901313"/>
    <w:rsid w:val="00902052"/>
    <w:rsid w:val="00902770"/>
    <w:rsid w:val="00903E16"/>
    <w:rsid w:val="00905231"/>
    <w:rsid w:val="00905E39"/>
    <w:rsid w:val="00906308"/>
    <w:rsid w:val="00906A34"/>
    <w:rsid w:val="0090700B"/>
    <w:rsid w:val="00910F22"/>
    <w:rsid w:val="00912EEC"/>
    <w:rsid w:val="009142A0"/>
    <w:rsid w:val="009164E6"/>
    <w:rsid w:val="00921770"/>
    <w:rsid w:val="009237C3"/>
    <w:rsid w:val="00924939"/>
    <w:rsid w:val="0092783B"/>
    <w:rsid w:val="00932626"/>
    <w:rsid w:val="00933049"/>
    <w:rsid w:val="009352A2"/>
    <w:rsid w:val="00936287"/>
    <w:rsid w:val="00940CC7"/>
    <w:rsid w:val="009417D4"/>
    <w:rsid w:val="00942028"/>
    <w:rsid w:val="009439FB"/>
    <w:rsid w:val="00943A06"/>
    <w:rsid w:val="00945266"/>
    <w:rsid w:val="009454CC"/>
    <w:rsid w:val="009463AD"/>
    <w:rsid w:val="00953094"/>
    <w:rsid w:val="00957458"/>
    <w:rsid w:val="009578AE"/>
    <w:rsid w:val="00962864"/>
    <w:rsid w:val="009701DA"/>
    <w:rsid w:val="009707DC"/>
    <w:rsid w:val="0097187E"/>
    <w:rsid w:val="00973331"/>
    <w:rsid w:val="00973A9D"/>
    <w:rsid w:val="00981F95"/>
    <w:rsid w:val="009821E3"/>
    <w:rsid w:val="00982A91"/>
    <w:rsid w:val="00983055"/>
    <w:rsid w:val="00983068"/>
    <w:rsid w:val="00983232"/>
    <w:rsid w:val="00984A1F"/>
    <w:rsid w:val="009850DB"/>
    <w:rsid w:val="009924D9"/>
    <w:rsid w:val="009944BA"/>
    <w:rsid w:val="00995832"/>
    <w:rsid w:val="00995869"/>
    <w:rsid w:val="00997AE5"/>
    <w:rsid w:val="009A0B4A"/>
    <w:rsid w:val="009A1C73"/>
    <w:rsid w:val="009A1F8D"/>
    <w:rsid w:val="009A37D1"/>
    <w:rsid w:val="009A3863"/>
    <w:rsid w:val="009A50A7"/>
    <w:rsid w:val="009A7D2C"/>
    <w:rsid w:val="009B2E94"/>
    <w:rsid w:val="009B4C7E"/>
    <w:rsid w:val="009B4DC2"/>
    <w:rsid w:val="009B5B97"/>
    <w:rsid w:val="009B6563"/>
    <w:rsid w:val="009B73A5"/>
    <w:rsid w:val="009B757C"/>
    <w:rsid w:val="009C0965"/>
    <w:rsid w:val="009C09E8"/>
    <w:rsid w:val="009C0AD2"/>
    <w:rsid w:val="009C3FB3"/>
    <w:rsid w:val="009C4A44"/>
    <w:rsid w:val="009C4AF6"/>
    <w:rsid w:val="009D0179"/>
    <w:rsid w:val="009D0866"/>
    <w:rsid w:val="009D1991"/>
    <w:rsid w:val="009D3752"/>
    <w:rsid w:val="009D3ABE"/>
    <w:rsid w:val="009D7688"/>
    <w:rsid w:val="009D7784"/>
    <w:rsid w:val="009E1F74"/>
    <w:rsid w:val="009E3F49"/>
    <w:rsid w:val="009E5202"/>
    <w:rsid w:val="009E56E6"/>
    <w:rsid w:val="009E74CA"/>
    <w:rsid w:val="009F0B29"/>
    <w:rsid w:val="009F1B74"/>
    <w:rsid w:val="009F1C7A"/>
    <w:rsid w:val="009F2283"/>
    <w:rsid w:val="009F39A4"/>
    <w:rsid w:val="009F4F74"/>
    <w:rsid w:val="009F5F06"/>
    <w:rsid w:val="009F6916"/>
    <w:rsid w:val="00A022CF"/>
    <w:rsid w:val="00A073D7"/>
    <w:rsid w:val="00A1184C"/>
    <w:rsid w:val="00A12502"/>
    <w:rsid w:val="00A1374D"/>
    <w:rsid w:val="00A144F6"/>
    <w:rsid w:val="00A14828"/>
    <w:rsid w:val="00A16C90"/>
    <w:rsid w:val="00A20491"/>
    <w:rsid w:val="00A214A0"/>
    <w:rsid w:val="00A22D55"/>
    <w:rsid w:val="00A22EAF"/>
    <w:rsid w:val="00A22EF3"/>
    <w:rsid w:val="00A27E94"/>
    <w:rsid w:val="00A3094C"/>
    <w:rsid w:val="00A32025"/>
    <w:rsid w:val="00A3381A"/>
    <w:rsid w:val="00A4065E"/>
    <w:rsid w:val="00A50CB8"/>
    <w:rsid w:val="00A57566"/>
    <w:rsid w:val="00A618CD"/>
    <w:rsid w:val="00A6509C"/>
    <w:rsid w:val="00A662B2"/>
    <w:rsid w:val="00A6712D"/>
    <w:rsid w:val="00A67986"/>
    <w:rsid w:val="00A6798E"/>
    <w:rsid w:val="00A72A76"/>
    <w:rsid w:val="00A750C8"/>
    <w:rsid w:val="00A75D1B"/>
    <w:rsid w:val="00A76B78"/>
    <w:rsid w:val="00A771AF"/>
    <w:rsid w:val="00A846D7"/>
    <w:rsid w:val="00A8753B"/>
    <w:rsid w:val="00A90118"/>
    <w:rsid w:val="00A90A4C"/>
    <w:rsid w:val="00A92E46"/>
    <w:rsid w:val="00A93AD6"/>
    <w:rsid w:val="00A955FB"/>
    <w:rsid w:val="00A966C3"/>
    <w:rsid w:val="00A9785B"/>
    <w:rsid w:val="00AA1FEC"/>
    <w:rsid w:val="00AA2073"/>
    <w:rsid w:val="00AA24A5"/>
    <w:rsid w:val="00AA4B1D"/>
    <w:rsid w:val="00AA53A9"/>
    <w:rsid w:val="00AB15D4"/>
    <w:rsid w:val="00AB443F"/>
    <w:rsid w:val="00AC2D29"/>
    <w:rsid w:val="00AC3D74"/>
    <w:rsid w:val="00AC667E"/>
    <w:rsid w:val="00AD22E6"/>
    <w:rsid w:val="00AD2B1C"/>
    <w:rsid w:val="00AD4EBE"/>
    <w:rsid w:val="00AE0FB2"/>
    <w:rsid w:val="00AE4579"/>
    <w:rsid w:val="00AE6DC8"/>
    <w:rsid w:val="00AF29C9"/>
    <w:rsid w:val="00AF2B5F"/>
    <w:rsid w:val="00AF36CB"/>
    <w:rsid w:val="00AF3921"/>
    <w:rsid w:val="00AF560D"/>
    <w:rsid w:val="00AF6DE6"/>
    <w:rsid w:val="00B01CD2"/>
    <w:rsid w:val="00B02103"/>
    <w:rsid w:val="00B02BDC"/>
    <w:rsid w:val="00B0738E"/>
    <w:rsid w:val="00B07420"/>
    <w:rsid w:val="00B077F6"/>
    <w:rsid w:val="00B078EF"/>
    <w:rsid w:val="00B101F7"/>
    <w:rsid w:val="00B1029D"/>
    <w:rsid w:val="00B10FB6"/>
    <w:rsid w:val="00B1212A"/>
    <w:rsid w:val="00B12AA0"/>
    <w:rsid w:val="00B13FCF"/>
    <w:rsid w:val="00B14177"/>
    <w:rsid w:val="00B15438"/>
    <w:rsid w:val="00B16505"/>
    <w:rsid w:val="00B23E31"/>
    <w:rsid w:val="00B24F3C"/>
    <w:rsid w:val="00B25B4A"/>
    <w:rsid w:val="00B27F97"/>
    <w:rsid w:val="00B302DC"/>
    <w:rsid w:val="00B342D4"/>
    <w:rsid w:val="00B34E5E"/>
    <w:rsid w:val="00B36608"/>
    <w:rsid w:val="00B37009"/>
    <w:rsid w:val="00B40607"/>
    <w:rsid w:val="00B408F5"/>
    <w:rsid w:val="00B42EDE"/>
    <w:rsid w:val="00B443A9"/>
    <w:rsid w:val="00B450A5"/>
    <w:rsid w:val="00B475DA"/>
    <w:rsid w:val="00B47EFD"/>
    <w:rsid w:val="00B53C2D"/>
    <w:rsid w:val="00B5417A"/>
    <w:rsid w:val="00B54CAE"/>
    <w:rsid w:val="00B56273"/>
    <w:rsid w:val="00B56824"/>
    <w:rsid w:val="00B57DA5"/>
    <w:rsid w:val="00B63355"/>
    <w:rsid w:val="00B650D8"/>
    <w:rsid w:val="00B65D11"/>
    <w:rsid w:val="00B6686C"/>
    <w:rsid w:val="00B71CB7"/>
    <w:rsid w:val="00B7505C"/>
    <w:rsid w:val="00B76CDC"/>
    <w:rsid w:val="00B80E27"/>
    <w:rsid w:val="00B81ADF"/>
    <w:rsid w:val="00B85E93"/>
    <w:rsid w:val="00B865A4"/>
    <w:rsid w:val="00B902F1"/>
    <w:rsid w:val="00B91946"/>
    <w:rsid w:val="00B92737"/>
    <w:rsid w:val="00B9446A"/>
    <w:rsid w:val="00B95468"/>
    <w:rsid w:val="00B97949"/>
    <w:rsid w:val="00BA133D"/>
    <w:rsid w:val="00BA20A0"/>
    <w:rsid w:val="00BA31E4"/>
    <w:rsid w:val="00BA3505"/>
    <w:rsid w:val="00BA39F7"/>
    <w:rsid w:val="00BA7C98"/>
    <w:rsid w:val="00BB0D0C"/>
    <w:rsid w:val="00BB28A6"/>
    <w:rsid w:val="00BB316F"/>
    <w:rsid w:val="00BB359D"/>
    <w:rsid w:val="00BB768F"/>
    <w:rsid w:val="00BB77CD"/>
    <w:rsid w:val="00BC025F"/>
    <w:rsid w:val="00BC156E"/>
    <w:rsid w:val="00BC2EBC"/>
    <w:rsid w:val="00BC4A08"/>
    <w:rsid w:val="00BC4E83"/>
    <w:rsid w:val="00BD2508"/>
    <w:rsid w:val="00BD3940"/>
    <w:rsid w:val="00BD5094"/>
    <w:rsid w:val="00BD6E8F"/>
    <w:rsid w:val="00BD7041"/>
    <w:rsid w:val="00BE1830"/>
    <w:rsid w:val="00BE38B8"/>
    <w:rsid w:val="00BE631B"/>
    <w:rsid w:val="00BE6353"/>
    <w:rsid w:val="00BF16C8"/>
    <w:rsid w:val="00BF2157"/>
    <w:rsid w:val="00BF21EA"/>
    <w:rsid w:val="00BF287A"/>
    <w:rsid w:val="00BF2B91"/>
    <w:rsid w:val="00C0052B"/>
    <w:rsid w:val="00C00BF4"/>
    <w:rsid w:val="00C02E8F"/>
    <w:rsid w:val="00C030D9"/>
    <w:rsid w:val="00C0791B"/>
    <w:rsid w:val="00C11DA9"/>
    <w:rsid w:val="00C1667B"/>
    <w:rsid w:val="00C21AF5"/>
    <w:rsid w:val="00C229E6"/>
    <w:rsid w:val="00C23DE9"/>
    <w:rsid w:val="00C2534E"/>
    <w:rsid w:val="00C30314"/>
    <w:rsid w:val="00C34C6A"/>
    <w:rsid w:val="00C34C9D"/>
    <w:rsid w:val="00C34CF2"/>
    <w:rsid w:val="00C442AF"/>
    <w:rsid w:val="00C44E25"/>
    <w:rsid w:val="00C4776E"/>
    <w:rsid w:val="00C5010F"/>
    <w:rsid w:val="00C50D90"/>
    <w:rsid w:val="00C50DB7"/>
    <w:rsid w:val="00C51865"/>
    <w:rsid w:val="00C56CAA"/>
    <w:rsid w:val="00C57129"/>
    <w:rsid w:val="00C62394"/>
    <w:rsid w:val="00C6459B"/>
    <w:rsid w:val="00C67C74"/>
    <w:rsid w:val="00C708AA"/>
    <w:rsid w:val="00C70C6C"/>
    <w:rsid w:val="00C71455"/>
    <w:rsid w:val="00C71C81"/>
    <w:rsid w:val="00C74AD3"/>
    <w:rsid w:val="00C76895"/>
    <w:rsid w:val="00C77EAB"/>
    <w:rsid w:val="00C8099A"/>
    <w:rsid w:val="00C83089"/>
    <w:rsid w:val="00C855CD"/>
    <w:rsid w:val="00C86CBB"/>
    <w:rsid w:val="00C876B6"/>
    <w:rsid w:val="00C876DE"/>
    <w:rsid w:val="00C92BF8"/>
    <w:rsid w:val="00C93442"/>
    <w:rsid w:val="00C9403D"/>
    <w:rsid w:val="00C94AF7"/>
    <w:rsid w:val="00CA1CCE"/>
    <w:rsid w:val="00CA2E8C"/>
    <w:rsid w:val="00CA3501"/>
    <w:rsid w:val="00CA39D1"/>
    <w:rsid w:val="00CA45A3"/>
    <w:rsid w:val="00CA54FC"/>
    <w:rsid w:val="00CA64D5"/>
    <w:rsid w:val="00CA69A2"/>
    <w:rsid w:val="00CA6D35"/>
    <w:rsid w:val="00CA76F7"/>
    <w:rsid w:val="00CB0880"/>
    <w:rsid w:val="00CB3E8C"/>
    <w:rsid w:val="00CB4F63"/>
    <w:rsid w:val="00CD4E9A"/>
    <w:rsid w:val="00CD53F9"/>
    <w:rsid w:val="00CD7D76"/>
    <w:rsid w:val="00CE39F4"/>
    <w:rsid w:val="00CE4A2E"/>
    <w:rsid w:val="00CF0769"/>
    <w:rsid w:val="00CF1FF3"/>
    <w:rsid w:val="00CF3EF0"/>
    <w:rsid w:val="00CF4030"/>
    <w:rsid w:val="00CF43D4"/>
    <w:rsid w:val="00CF4D11"/>
    <w:rsid w:val="00CF74A1"/>
    <w:rsid w:val="00CF7CBF"/>
    <w:rsid w:val="00CF7D68"/>
    <w:rsid w:val="00D0035B"/>
    <w:rsid w:val="00D01336"/>
    <w:rsid w:val="00D016E3"/>
    <w:rsid w:val="00D0208E"/>
    <w:rsid w:val="00D022DA"/>
    <w:rsid w:val="00D02EBD"/>
    <w:rsid w:val="00D03360"/>
    <w:rsid w:val="00D07488"/>
    <w:rsid w:val="00D1260B"/>
    <w:rsid w:val="00D2162F"/>
    <w:rsid w:val="00D21684"/>
    <w:rsid w:val="00D21F0A"/>
    <w:rsid w:val="00D224EE"/>
    <w:rsid w:val="00D22870"/>
    <w:rsid w:val="00D24686"/>
    <w:rsid w:val="00D25E08"/>
    <w:rsid w:val="00D261FB"/>
    <w:rsid w:val="00D303AF"/>
    <w:rsid w:val="00D314B0"/>
    <w:rsid w:val="00D330EF"/>
    <w:rsid w:val="00D344EE"/>
    <w:rsid w:val="00D358CF"/>
    <w:rsid w:val="00D35AB8"/>
    <w:rsid w:val="00D37664"/>
    <w:rsid w:val="00D41026"/>
    <w:rsid w:val="00D427FC"/>
    <w:rsid w:val="00D42934"/>
    <w:rsid w:val="00D43463"/>
    <w:rsid w:val="00D44895"/>
    <w:rsid w:val="00D454B7"/>
    <w:rsid w:val="00D458CA"/>
    <w:rsid w:val="00D471DA"/>
    <w:rsid w:val="00D50531"/>
    <w:rsid w:val="00D50A2B"/>
    <w:rsid w:val="00D51414"/>
    <w:rsid w:val="00D51D58"/>
    <w:rsid w:val="00D53443"/>
    <w:rsid w:val="00D56D5C"/>
    <w:rsid w:val="00D61C2A"/>
    <w:rsid w:val="00D623D9"/>
    <w:rsid w:val="00D62566"/>
    <w:rsid w:val="00D62848"/>
    <w:rsid w:val="00D651E4"/>
    <w:rsid w:val="00D6534F"/>
    <w:rsid w:val="00D70D76"/>
    <w:rsid w:val="00D7513B"/>
    <w:rsid w:val="00D7574C"/>
    <w:rsid w:val="00D80881"/>
    <w:rsid w:val="00D83BD2"/>
    <w:rsid w:val="00D850BC"/>
    <w:rsid w:val="00D864CF"/>
    <w:rsid w:val="00D909E4"/>
    <w:rsid w:val="00D92EB8"/>
    <w:rsid w:val="00D97385"/>
    <w:rsid w:val="00DA00C7"/>
    <w:rsid w:val="00DA0922"/>
    <w:rsid w:val="00DA1C09"/>
    <w:rsid w:val="00DA2338"/>
    <w:rsid w:val="00DA2C1B"/>
    <w:rsid w:val="00DA36EC"/>
    <w:rsid w:val="00DA3E96"/>
    <w:rsid w:val="00DA7840"/>
    <w:rsid w:val="00DB019D"/>
    <w:rsid w:val="00DB1207"/>
    <w:rsid w:val="00DB3580"/>
    <w:rsid w:val="00DB3C5F"/>
    <w:rsid w:val="00DC4379"/>
    <w:rsid w:val="00DC4AF0"/>
    <w:rsid w:val="00DC5C3B"/>
    <w:rsid w:val="00DD1029"/>
    <w:rsid w:val="00DD3347"/>
    <w:rsid w:val="00DD6B78"/>
    <w:rsid w:val="00DE0F4E"/>
    <w:rsid w:val="00DE1DCC"/>
    <w:rsid w:val="00DE61D6"/>
    <w:rsid w:val="00DF0C47"/>
    <w:rsid w:val="00DF146E"/>
    <w:rsid w:val="00E01DB9"/>
    <w:rsid w:val="00E033D9"/>
    <w:rsid w:val="00E03CF6"/>
    <w:rsid w:val="00E05648"/>
    <w:rsid w:val="00E139CA"/>
    <w:rsid w:val="00E13B9B"/>
    <w:rsid w:val="00E13CF3"/>
    <w:rsid w:val="00E14B5D"/>
    <w:rsid w:val="00E1746B"/>
    <w:rsid w:val="00E179F4"/>
    <w:rsid w:val="00E206F0"/>
    <w:rsid w:val="00E22378"/>
    <w:rsid w:val="00E23431"/>
    <w:rsid w:val="00E23F49"/>
    <w:rsid w:val="00E262A5"/>
    <w:rsid w:val="00E34760"/>
    <w:rsid w:val="00E3669A"/>
    <w:rsid w:val="00E41C2D"/>
    <w:rsid w:val="00E43E1B"/>
    <w:rsid w:val="00E454BE"/>
    <w:rsid w:val="00E46822"/>
    <w:rsid w:val="00E509F2"/>
    <w:rsid w:val="00E54C1A"/>
    <w:rsid w:val="00E57EE2"/>
    <w:rsid w:val="00E61142"/>
    <w:rsid w:val="00E61776"/>
    <w:rsid w:val="00E64CF3"/>
    <w:rsid w:val="00E66348"/>
    <w:rsid w:val="00E7138B"/>
    <w:rsid w:val="00E718A6"/>
    <w:rsid w:val="00E723F9"/>
    <w:rsid w:val="00E7259A"/>
    <w:rsid w:val="00E76E5F"/>
    <w:rsid w:val="00E77200"/>
    <w:rsid w:val="00E82961"/>
    <w:rsid w:val="00E82C0E"/>
    <w:rsid w:val="00E84819"/>
    <w:rsid w:val="00E85158"/>
    <w:rsid w:val="00E853DB"/>
    <w:rsid w:val="00E90A1F"/>
    <w:rsid w:val="00E911AC"/>
    <w:rsid w:val="00E916AC"/>
    <w:rsid w:val="00E92796"/>
    <w:rsid w:val="00E9571E"/>
    <w:rsid w:val="00E96D08"/>
    <w:rsid w:val="00EA02CD"/>
    <w:rsid w:val="00EA4CC5"/>
    <w:rsid w:val="00EA7511"/>
    <w:rsid w:val="00EB0685"/>
    <w:rsid w:val="00EB5445"/>
    <w:rsid w:val="00EB5EB1"/>
    <w:rsid w:val="00EC02E2"/>
    <w:rsid w:val="00EC0FDA"/>
    <w:rsid w:val="00EC1EB2"/>
    <w:rsid w:val="00EC2008"/>
    <w:rsid w:val="00EC23D7"/>
    <w:rsid w:val="00EC3151"/>
    <w:rsid w:val="00EC3488"/>
    <w:rsid w:val="00EC4CEC"/>
    <w:rsid w:val="00EC5E49"/>
    <w:rsid w:val="00EC611D"/>
    <w:rsid w:val="00EC6260"/>
    <w:rsid w:val="00EC66A4"/>
    <w:rsid w:val="00ED19AC"/>
    <w:rsid w:val="00ED2976"/>
    <w:rsid w:val="00ED6BAC"/>
    <w:rsid w:val="00EE12C7"/>
    <w:rsid w:val="00EE3A01"/>
    <w:rsid w:val="00EE68DF"/>
    <w:rsid w:val="00EE6B25"/>
    <w:rsid w:val="00EF0329"/>
    <w:rsid w:val="00EF14D5"/>
    <w:rsid w:val="00EF2901"/>
    <w:rsid w:val="00EF2A0E"/>
    <w:rsid w:val="00EF4469"/>
    <w:rsid w:val="00EF4741"/>
    <w:rsid w:val="00EF538D"/>
    <w:rsid w:val="00EF560E"/>
    <w:rsid w:val="00EF5E42"/>
    <w:rsid w:val="00F003D7"/>
    <w:rsid w:val="00F01296"/>
    <w:rsid w:val="00F01FFE"/>
    <w:rsid w:val="00F036B1"/>
    <w:rsid w:val="00F065BF"/>
    <w:rsid w:val="00F075F5"/>
    <w:rsid w:val="00F10473"/>
    <w:rsid w:val="00F1164A"/>
    <w:rsid w:val="00F1217C"/>
    <w:rsid w:val="00F15578"/>
    <w:rsid w:val="00F1761C"/>
    <w:rsid w:val="00F2101E"/>
    <w:rsid w:val="00F21471"/>
    <w:rsid w:val="00F23F56"/>
    <w:rsid w:val="00F24565"/>
    <w:rsid w:val="00F257C6"/>
    <w:rsid w:val="00F26C48"/>
    <w:rsid w:val="00F27F8C"/>
    <w:rsid w:val="00F305D0"/>
    <w:rsid w:val="00F318F7"/>
    <w:rsid w:val="00F365D4"/>
    <w:rsid w:val="00F42102"/>
    <w:rsid w:val="00F4480D"/>
    <w:rsid w:val="00F448D6"/>
    <w:rsid w:val="00F45D10"/>
    <w:rsid w:val="00F464E6"/>
    <w:rsid w:val="00F46928"/>
    <w:rsid w:val="00F46A5A"/>
    <w:rsid w:val="00F47632"/>
    <w:rsid w:val="00F528C6"/>
    <w:rsid w:val="00F52929"/>
    <w:rsid w:val="00F539DD"/>
    <w:rsid w:val="00F55FB8"/>
    <w:rsid w:val="00F571DD"/>
    <w:rsid w:val="00F603E1"/>
    <w:rsid w:val="00F61249"/>
    <w:rsid w:val="00F625CF"/>
    <w:rsid w:val="00F6294E"/>
    <w:rsid w:val="00F6364E"/>
    <w:rsid w:val="00F64204"/>
    <w:rsid w:val="00F654AE"/>
    <w:rsid w:val="00F66C77"/>
    <w:rsid w:val="00F70282"/>
    <w:rsid w:val="00F70340"/>
    <w:rsid w:val="00F709BB"/>
    <w:rsid w:val="00F74197"/>
    <w:rsid w:val="00F74F44"/>
    <w:rsid w:val="00F75655"/>
    <w:rsid w:val="00F779C0"/>
    <w:rsid w:val="00F80049"/>
    <w:rsid w:val="00F821DC"/>
    <w:rsid w:val="00F82709"/>
    <w:rsid w:val="00F82FDE"/>
    <w:rsid w:val="00F839E6"/>
    <w:rsid w:val="00F852F2"/>
    <w:rsid w:val="00F86F58"/>
    <w:rsid w:val="00F8715C"/>
    <w:rsid w:val="00F90B41"/>
    <w:rsid w:val="00F92641"/>
    <w:rsid w:val="00F92BE9"/>
    <w:rsid w:val="00F95FC3"/>
    <w:rsid w:val="00F96851"/>
    <w:rsid w:val="00FA0C80"/>
    <w:rsid w:val="00FA74C6"/>
    <w:rsid w:val="00FA7C80"/>
    <w:rsid w:val="00FB47F6"/>
    <w:rsid w:val="00FB6DFC"/>
    <w:rsid w:val="00FC1442"/>
    <w:rsid w:val="00FC1636"/>
    <w:rsid w:val="00FC1AAE"/>
    <w:rsid w:val="00FC2F8F"/>
    <w:rsid w:val="00FC413D"/>
    <w:rsid w:val="00FC5282"/>
    <w:rsid w:val="00FC729B"/>
    <w:rsid w:val="00FC7888"/>
    <w:rsid w:val="00FD0A0A"/>
    <w:rsid w:val="00FD2FC7"/>
    <w:rsid w:val="00FD403A"/>
    <w:rsid w:val="00FD490D"/>
    <w:rsid w:val="00FD7C84"/>
    <w:rsid w:val="00FD7FE4"/>
    <w:rsid w:val="00FE299A"/>
    <w:rsid w:val="00FE44A5"/>
    <w:rsid w:val="00FE452F"/>
    <w:rsid w:val="00FE50A0"/>
    <w:rsid w:val="00FE5312"/>
    <w:rsid w:val="00FF0551"/>
    <w:rsid w:val="00FF1605"/>
    <w:rsid w:val="00FF2644"/>
    <w:rsid w:val="00FF3153"/>
    <w:rsid w:val="00FF3ABC"/>
    <w:rsid w:val="00FF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E1830"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E183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BE1830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5C6047"/>
    <w:rPr>
      <w:rFonts w:ascii="Cambria" w:hAnsi="Cambria" w:cs="Times New Roman"/>
      <w:b/>
      <w:kern w:val="32"/>
      <w:sz w:val="32"/>
      <w:lang w:val="en-GB" w:eastAsia="en-US"/>
    </w:rPr>
  </w:style>
  <w:style w:type="character" w:customStyle="1" w:styleId="Antrat2Diagrama">
    <w:name w:val="Antraštė 2 Diagrama"/>
    <w:link w:val="Antrat2"/>
    <w:uiPriority w:val="99"/>
    <w:semiHidden/>
    <w:locked/>
    <w:rsid w:val="005C6047"/>
    <w:rPr>
      <w:rFonts w:ascii="Cambria" w:hAnsi="Cambria" w:cs="Times New Roman"/>
      <w:b/>
      <w:i/>
      <w:sz w:val="28"/>
      <w:lang w:val="en-GB" w:eastAsia="en-US"/>
    </w:rPr>
  </w:style>
  <w:style w:type="paragraph" w:styleId="Pagrindinistekstas">
    <w:name w:val="Body Text"/>
    <w:basedOn w:val="prastasis"/>
    <w:link w:val="PagrindinistekstasDiagrama"/>
    <w:uiPriority w:val="99"/>
    <w:rsid w:val="00BE1830"/>
    <w:pPr>
      <w:jc w:val="both"/>
    </w:pPr>
  </w:style>
  <w:style w:type="character" w:customStyle="1" w:styleId="PagrindinistekstasDiagrama">
    <w:name w:val="Pagrindinis tekstas Diagrama"/>
    <w:link w:val="Pagrindinistekstas"/>
    <w:uiPriority w:val="99"/>
    <w:semiHidden/>
    <w:locked/>
    <w:rsid w:val="005C6047"/>
    <w:rPr>
      <w:rFonts w:cs="Times New Roman"/>
      <w:sz w:val="24"/>
      <w:lang w:val="en-GB" w:eastAsia="en-US"/>
    </w:rPr>
  </w:style>
  <w:style w:type="paragraph" w:styleId="Antrats">
    <w:name w:val="header"/>
    <w:basedOn w:val="prastasis"/>
    <w:link w:val="AntratsDiagrama"/>
    <w:uiPriority w:val="99"/>
    <w:rsid w:val="00BE1830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link w:val="Antrats"/>
    <w:uiPriority w:val="99"/>
    <w:semiHidden/>
    <w:locked/>
    <w:rsid w:val="005C6047"/>
    <w:rPr>
      <w:rFonts w:cs="Times New Roman"/>
      <w:sz w:val="24"/>
      <w:lang w:val="en-GB" w:eastAsia="en-US"/>
    </w:rPr>
  </w:style>
  <w:style w:type="character" w:styleId="Puslapionumeris">
    <w:name w:val="page number"/>
    <w:uiPriority w:val="99"/>
    <w:rsid w:val="00BE1830"/>
    <w:rPr>
      <w:rFonts w:cs="Times New Roman"/>
    </w:rPr>
  </w:style>
  <w:style w:type="paragraph" w:styleId="Porat">
    <w:name w:val="footer"/>
    <w:basedOn w:val="prastasis"/>
    <w:link w:val="PoratDiagrama"/>
    <w:uiPriority w:val="99"/>
    <w:rsid w:val="00BE1830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link w:val="Porat"/>
    <w:uiPriority w:val="99"/>
    <w:semiHidden/>
    <w:locked/>
    <w:rsid w:val="005C6047"/>
    <w:rPr>
      <w:rFonts w:cs="Times New Roman"/>
      <w:sz w:val="24"/>
      <w:lang w:val="en-GB" w:eastAsia="en-US"/>
    </w:rPr>
  </w:style>
  <w:style w:type="character" w:styleId="Hipersaitas">
    <w:name w:val="Hyperlink"/>
    <w:uiPriority w:val="99"/>
    <w:rsid w:val="00784645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5564C5"/>
    <w:rPr>
      <w:sz w:val="2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5C6047"/>
    <w:rPr>
      <w:rFonts w:cs="Times New Roman"/>
      <w:sz w:val="2"/>
      <w:lang w:val="en-GB" w:eastAsia="en-US"/>
    </w:rPr>
  </w:style>
  <w:style w:type="table" w:styleId="Lentelstinklelis">
    <w:name w:val="Table Grid"/>
    <w:basedOn w:val="prastojilentel"/>
    <w:uiPriority w:val="99"/>
    <w:rsid w:val="00AC2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iankstoformatuotas">
    <w:name w:val="HTML Preformatted"/>
    <w:basedOn w:val="prastasis"/>
    <w:link w:val="HTMLiankstoformatuotasDiagrama"/>
    <w:uiPriority w:val="99"/>
    <w:rsid w:val="004F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uiPriority w:val="99"/>
    <w:semiHidden/>
    <w:locked/>
    <w:rsid w:val="005C6047"/>
    <w:rPr>
      <w:rFonts w:ascii="Courier New" w:hAnsi="Courier New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73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000000000000\_T_SPRENDIMAI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EC90D-5985-4E5D-B912-587EC61B0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_T_SPRENDIMAI9</Template>
  <TotalTime>4381</TotalTime>
  <Pages>5</Pages>
  <Words>3758</Words>
  <Characters>2143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>Telšių rajono savivaldybė</Company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admin</dc:creator>
  <cp:keywords/>
  <dc:description/>
  <cp:lastModifiedBy>vartotojas</cp:lastModifiedBy>
  <cp:revision>789</cp:revision>
  <cp:lastPrinted>2019-03-06T08:11:00Z</cp:lastPrinted>
  <dcterms:created xsi:type="dcterms:W3CDTF">2012-11-28T14:39:00Z</dcterms:created>
  <dcterms:modified xsi:type="dcterms:W3CDTF">2020-03-25T09:52:00Z</dcterms:modified>
</cp:coreProperties>
</file>